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32C3A2" w14:textId="77777777" w:rsidR="00C25D9F" w:rsidRPr="00AB227B" w:rsidRDefault="00C25D9F" w:rsidP="00833FB7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10EACF9A" w14:textId="77777777" w:rsidR="0010484A" w:rsidRPr="00AB227B" w:rsidRDefault="0010484A" w:rsidP="00833FB7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AB227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ANEXA 17: Domeniul TRANSPORTURI</w:t>
      </w:r>
    </w:p>
    <w:p w14:paraId="6EAAC993" w14:textId="77777777" w:rsidR="00BA3CDF" w:rsidRPr="00AB227B" w:rsidRDefault="00BA3CDF" w:rsidP="00833FB7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467"/>
        <w:gridCol w:w="1245"/>
        <w:gridCol w:w="1793"/>
        <w:gridCol w:w="4137"/>
        <w:gridCol w:w="420"/>
      </w:tblGrid>
      <w:tr w:rsidR="00BA3CDF" w:rsidRPr="00AB227B" w14:paraId="7701A55E" w14:textId="77777777" w:rsidTr="00BA3CDF">
        <w:trPr>
          <w:cantSplit/>
          <w:trHeight w:val="20"/>
          <w:tblHeader/>
        </w:trPr>
        <w:tc>
          <w:tcPr>
            <w:tcW w:w="1467" w:type="dxa"/>
            <w:shd w:val="clear" w:color="auto" w:fill="EDEDED" w:themeFill="accent3" w:themeFillTint="33"/>
            <w:tcMar>
              <w:left w:w="28" w:type="dxa"/>
              <w:right w:w="28" w:type="dxa"/>
            </w:tcMar>
            <w:vAlign w:val="center"/>
            <w:hideMark/>
          </w:tcPr>
          <w:p w14:paraId="329AF3F8" w14:textId="77777777" w:rsidR="00BA3CDF" w:rsidRPr="00AB227B" w:rsidRDefault="00BA3CDF" w:rsidP="00833F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Nivel</w:t>
            </w:r>
          </w:p>
        </w:tc>
        <w:tc>
          <w:tcPr>
            <w:tcW w:w="1245" w:type="dxa"/>
            <w:shd w:val="clear" w:color="auto" w:fill="EDEDED" w:themeFill="accent3" w:themeFillTint="33"/>
            <w:tcMar>
              <w:left w:w="28" w:type="dxa"/>
              <w:right w:w="28" w:type="dxa"/>
            </w:tcMar>
            <w:vAlign w:val="center"/>
            <w:hideMark/>
          </w:tcPr>
          <w:p w14:paraId="7D8E496E" w14:textId="77777777" w:rsidR="00BA3CDF" w:rsidRPr="00AB227B" w:rsidRDefault="00BA3CDF" w:rsidP="00833F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Domeniul</w:t>
            </w:r>
          </w:p>
        </w:tc>
        <w:tc>
          <w:tcPr>
            <w:tcW w:w="1793" w:type="dxa"/>
            <w:shd w:val="clear" w:color="auto" w:fill="EDEDED" w:themeFill="accent3" w:themeFillTint="33"/>
            <w:tcMar>
              <w:left w:w="28" w:type="dxa"/>
              <w:right w:w="28" w:type="dxa"/>
            </w:tcMar>
            <w:vAlign w:val="center"/>
            <w:hideMark/>
          </w:tcPr>
          <w:p w14:paraId="56A40715" w14:textId="77777777" w:rsidR="00BA3CDF" w:rsidRPr="00AB227B" w:rsidRDefault="00BA3CDF" w:rsidP="00833F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Profilul postului/catedrei</w:t>
            </w:r>
          </w:p>
        </w:tc>
        <w:tc>
          <w:tcPr>
            <w:tcW w:w="4137" w:type="dxa"/>
            <w:shd w:val="clear" w:color="auto" w:fill="EDEDED" w:themeFill="accent3" w:themeFillTint="33"/>
            <w:tcMar>
              <w:left w:w="28" w:type="dxa"/>
              <w:right w:w="28" w:type="dxa"/>
            </w:tcMar>
            <w:vAlign w:val="center"/>
            <w:hideMark/>
          </w:tcPr>
          <w:p w14:paraId="6DB08FDC" w14:textId="77777777" w:rsidR="00BA3CDF" w:rsidRPr="00AB227B" w:rsidRDefault="00BA3CDF" w:rsidP="00833F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Discipline/module din profilul postului / catedrei</w:t>
            </w:r>
          </w:p>
        </w:tc>
        <w:tc>
          <w:tcPr>
            <w:tcW w:w="420" w:type="dxa"/>
            <w:vMerge w:val="restart"/>
            <w:shd w:val="clear" w:color="auto" w:fill="EDEDED" w:themeFill="accent3" w:themeFillTint="33"/>
            <w:tcMar>
              <w:left w:w="28" w:type="dxa"/>
              <w:right w:w="28" w:type="dxa"/>
            </w:tcMar>
            <w:vAlign w:val="center"/>
            <w:hideMark/>
          </w:tcPr>
          <w:p w14:paraId="298BE5F5" w14:textId="77777777" w:rsidR="00BA3CDF" w:rsidRPr="00AB227B" w:rsidRDefault="00BA3CDF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Nr. crt.</w:t>
            </w:r>
          </w:p>
        </w:tc>
      </w:tr>
      <w:tr w:rsidR="00BA3CDF" w:rsidRPr="00AB227B" w14:paraId="682AEA62" w14:textId="77777777" w:rsidTr="00BA3CDF">
        <w:trPr>
          <w:cantSplit/>
          <w:trHeight w:val="20"/>
          <w:tblHeader/>
        </w:trPr>
        <w:tc>
          <w:tcPr>
            <w:tcW w:w="1467" w:type="dxa"/>
            <w:shd w:val="clear" w:color="auto" w:fill="EDEDED" w:themeFill="accent3" w:themeFillTint="33"/>
            <w:tcMar>
              <w:left w:w="28" w:type="dxa"/>
              <w:right w:w="28" w:type="dxa"/>
            </w:tcMar>
            <w:vAlign w:val="center"/>
            <w:hideMark/>
          </w:tcPr>
          <w:p w14:paraId="1531FE4A" w14:textId="77777777" w:rsidR="00BA3CDF" w:rsidRPr="00AB227B" w:rsidRDefault="00BA3CDF" w:rsidP="00833F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Liceu</w:t>
            </w:r>
          </w:p>
        </w:tc>
        <w:tc>
          <w:tcPr>
            <w:tcW w:w="1245" w:type="dxa"/>
            <w:shd w:val="clear" w:color="auto" w:fill="EDEDED" w:themeFill="accent3" w:themeFillTint="33"/>
            <w:tcMar>
              <w:left w:w="28" w:type="dxa"/>
              <w:right w:w="28" w:type="dxa"/>
            </w:tcMar>
            <w:vAlign w:val="center"/>
            <w:hideMark/>
          </w:tcPr>
          <w:p w14:paraId="39F5092B" w14:textId="77777777" w:rsidR="00BA3CDF" w:rsidRPr="00AB227B" w:rsidRDefault="00BA3CDF" w:rsidP="00833F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17. Transporturi</w:t>
            </w:r>
          </w:p>
        </w:tc>
        <w:tc>
          <w:tcPr>
            <w:tcW w:w="1793" w:type="dxa"/>
            <w:shd w:val="clear" w:color="auto" w:fill="EDEDED" w:themeFill="accent3" w:themeFillTint="33"/>
            <w:tcMar>
              <w:left w:w="28" w:type="dxa"/>
              <w:right w:w="28" w:type="dxa"/>
            </w:tcMar>
            <w:vAlign w:val="center"/>
            <w:hideMark/>
          </w:tcPr>
          <w:p w14:paraId="086D7783" w14:textId="77777777" w:rsidR="00BA3CDF" w:rsidRPr="00AB227B" w:rsidRDefault="00BA3CDF" w:rsidP="00833F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17.1. Transporturi / Transporturi auto</w:t>
            </w:r>
          </w:p>
        </w:tc>
        <w:tc>
          <w:tcPr>
            <w:tcW w:w="4137" w:type="dxa"/>
            <w:shd w:val="clear" w:color="auto" w:fill="EDEDED" w:themeFill="accent3" w:themeFillTint="33"/>
            <w:tcMar>
              <w:left w:w="28" w:type="dxa"/>
              <w:right w:w="28" w:type="dxa"/>
            </w:tcMar>
            <w:vAlign w:val="center"/>
            <w:hideMark/>
          </w:tcPr>
          <w:p w14:paraId="6A8E9B9A" w14:textId="77777777" w:rsidR="00BA3CDF" w:rsidRPr="00AB227B" w:rsidRDefault="00BA3CDF" w:rsidP="00833F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ANEXA 17.1</w:t>
            </w:r>
          </w:p>
        </w:tc>
        <w:tc>
          <w:tcPr>
            <w:tcW w:w="420" w:type="dxa"/>
            <w:vMerge/>
            <w:shd w:val="clear" w:color="auto" w:fill="EDEDED" w:themeFill="accent3" w:themeFillTint="33"/>
            <w:tcMar>
              <w:left w:w="28" w:type="dxa"/>
              <w:right w:w="28" w:type="dxa"/>
            </w:tcMar>
            <w:vAlign w:val="center"/>
            <w:hideMark/>
          </w:tcPr>
          <w:p w14:paraId="7BF459EE" w14:textId="3F5974ED" w:rsidR="00BA3CDF" w:rsidRPr="00AB227B" w:rsidRDefault="00BA3CDF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C652C7" w:rsidRPr="00AB227B" w14:paraId="507336E3" w14:textId="77777777" w:rsidTr="008E7E82">
        <w:trPr>
          <w:cantSplit/>
          <w:trHeight w:val="20"/>
        </w:trPr>
        <w:tc>
          <w:tcPr>
            <w:tcW w:w="1467" w:type="dxa"/>
            <w:vMerge w:val="restart"/>
            <w:tcMar>
              <w:left w:w="28" w:type="dxa"/>
              <w:right w:w="28" w:type="dxa"/>
            </w:tcMar>
            <w:hideMark/>
          </w:tcPr>
          <w:p w14:paraId="516E933B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5" w:type="dxa"/>
            <w:vMerge w:val="restart"/>
            <w:tcMar>
              <w:left w:w="28" w:type="dxa"/>
              <w:right w:w="28" w:type="dxa"/>
            </w:tcMar>
            <w:hideMark/>
          </w:tcPr>
          <w:p w14:paraId="1A13324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793" w:type="dxa"/>
            <w:vMerge w:val="restart"/>
            <w:tcMar>
              <w:left w:w="28" w:type="dxa"/>
              <w:right w:w="28" w:type="dxa"/>
            </w:tcMar>
            <w:hideMark/>
          </w:tcPr>
          <w:p w14:paraId="6D7C7A39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5B69D1E5" w14:textId="4421E6D6" w:rsidR="00C652C7" w:rsidRPr="00AB227B" w:rsidRDefault="00D92D3D" w:rsidP="007B4A3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Ac</w:t>
            </w:r>
            <w:r w:rsidR="007B4A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ionarea sistemelor mecatronice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05A61B55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</w:tr>
      <w:tr w:rsidR="00C652C7" w:rsidRPr="00AB227B" w14:paraId="32F5A071" w14:textId="77777777" w:rsidTr="008E7E82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6F0D8657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74E7BCAD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793E297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60C9945E" w14:textId="03E93428" w:rsidR="00C652C7" w:rsidRPr="00AB227B" w:rsidRDefault="00D92D3D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Asigurarea serice-ului la beneficiar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304DC7C5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</w:tr>
      <w:tr w:rsidR="00C652C7" w:rsidRPr="00AB227B" w14:paraId="368557DC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1418DAA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18891D13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5F2D24A9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61E46187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Administrarea firmei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117E54BC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</w:tr>
      <w:tr w:rsidR="00C652C7" w:rsidRPr="00AB227B" w14:paraId="7A2BB7E9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3488692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70374CB7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14870E3B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1C39A9C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Aerodinamica și construcția aeronavelor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6B320D0E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</w:tr>
      <w:tr w:rsidR="00C652C7" w:rsidRPr="00AB227B" w14:paraId="0333E596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7A3B602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52E4916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25AB2983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32643B3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Aplicații CAD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4A3F8DE8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</w:tr>
      <w:tr w:rsidR="00C652C7" w:rsidRPr="00AB227B" w14:paraId="543C969C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78FB58F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5D912C1D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2556356B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774C1E63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Asamblarea calculatoarelor personale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3E36B7F9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</w:tr>
      <w:tr w:rsidR="00C652C7" w:rsidRPr="00AB227B" w14:paraId="60A5CE64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336ABFA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21465EF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23B66E5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28B3F16C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Asamblarea subansamblurilor și ansamblurilor mecatronice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1A4192B4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</w:tr>
      <w:tr w:rsidR="00C652C7" w:rsidRPr="00AB227B" w14:paraId="215FF46D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53EBCBB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17F2E8D9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5CDB9D9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703A15CD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Asamblarea, întreținerea și repararea mașinilor și instalațiilor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7F635926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</w:tr>
      <w:tr w:rsidR="00C652C7" w:rsidRPr="00AB227B" w14:paraId="42D41473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7930C98B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5FB0D26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1D85A665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2B4D41C4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Asamblări mecanice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4DE0C435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</w:tr>
      <w:tr w:rsidR="00C652C7" w:rsidRPr="00AB227B" w14:paraId="1F5C5D9D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5D21488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60E8718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505940DB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0B19FD75" w14:textId="469C6576" w:rsidR="00C652C7" w:rsidRPr="00AB227B" w:rsidRDefault="00D92D3D" w:rsidP="007B4A3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Asigurarea calit</w:t>
            </w:r>
            <w:r w:rsidR="007B4A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ăț</w:t>
            </w: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ii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7F1D3A8E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</w:tr>
      <w:tr w:rsidR="00C652C7" w:rsidRPr="00AB227B" w14:paraId="78ACBAA9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3580059C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0B6406A5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175F9AAC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49BD6AD6" w14:textId="3C2B94C3" w:rsidR="00C652C7" w:rsidRPr="00AB227B" w:rsidRDefault="00C652C7" w:rsidP="00BA3CD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CDL - </w:t>
            </w:r>
            <w:r w:rsidR="00BA3CDF"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</w:t>
            </w: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lasa a XI-a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02B86FFC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</w:t>
            </w:r>
          </w:p>
        </w:tc>
      </w:tr>
      <w:tr w:rsidR="00C652C7" w:rsidRPr="00AB227B" w14:paraId="793A0972" w14:textId="77777777" w:rsidTr="00D92D3D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1581D45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30BCE50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59AA1C72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6E122D62" w14:textId="4B26F868" w:rsidR="00C652C7" w:rsidRPr="00AB227B" w:rsidRDefault="00D92D3D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CDL - clasa a XII-a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4A63FEFD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</w:p>
        </w:tc>
      </w:tr>
      <w:tr w:rsidR="00C652C7" w:rsidRPr="00AB227B" w14:paraId="5C18AA1D" w14:textId="77777777" w:rsidTr="00D92D3D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42895CF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2ABF4D3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0801EB49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4CABFAC1" w14:textId="37596D44" w:rsidR="00C652C7" w:rsidRPr="00AB227B" w:rsidRDefault="00D92D3D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Conducerea tractorului și auto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7CBF9088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</w:t>
            </w:r>
          </w:p>
        </w:tc>
      </w:tr>
      <w:tr w:rsidR="00D92D3D" w:rsidRPr="00AB227B" w14:paraId="04E253F2" w14:textId="77777777" w:rsidTr="008E7E82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39430C5A" w14:textId="77777777" w:rsidR="00D92D3D" w:rsidRPr="00AB227B" w:rsidRDefault="00D92D3D" w:rsidP="00D92D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5C3DAF29" w14:textId="77777777" w:rsidR="00D92D3D" w:rsidRPr="00AB227B" w:rsidRDefault="00D92D3D" w:rsidP="00D92D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4575A943" w14:textId="77777777" w:rsidR="00D92D3D" w:rsidRPr="00AB227B" w:rsidRDefault="00D92D3D" w:rsidP="00D92D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4DEB425C" w14:textId="5154EF61" w:rsidR="00D92D3D" w:rsidRPr="00AB227B" w:rsidRDefault="00D92D3D" w:rsidP="007B4A3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Coordonarea transportului </w:t>
            </w:r>
            <w:r w:rsidR="007B4A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</w:t>
            </w: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 activit</w:t>
            </w:r>
            <w:r w:rsidR="007B4A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ăț</w:t>
            </w: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ilor logistice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555DA727" w14:textId="77777777" w:rsidR="00D92D3D" w:rsidRPr="00AB227B" w:rsidRDefault="00D92D3D" w:rsidP="00D92D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</w:t>
            </w:r>
          </w:p>
        </w:tc>
      </w:tr>
      <w:tr w:rsidR="00D92D3D" w:rsidRPr="00AB227B" w14:paraId="4EC0AA7E" w14:textId="77777777" w:rsidTr="008E7E82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79BB170B" w14:textId="77777777" w:rsidR="00D92D3D" w:rsidRPr="00AB227B" w:rsidRDefault="00D92D3D" w:rsidP="00D92D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197000AD" w14:textId="77777777" w:rsidR="00D92D3D" w:rsidRPr="00AB227B" w:rsidRDefault="00D92D3D" w:rsidP="00D92D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78D6B41A" w14:textId="77777777" w:rsidR="00D92D3D" w:rsidRPr="00AB227B" w:rsidRDefault="00D92D3D" w:rsidP="00D92D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5FC83FAE" w14:textId="05D02A30" w:rsidR="00D92D3D" w:rsidRPr="00AB227B" w:rsidRDefault="00D92D3D" w:rsidP="00D92D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Construcția aeronavelor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203FE854" w14:textId="77777777" w:rsidR="00D92D3D" w:rsidRPr="00AB227B" w:rsidRDefault="00D92D3D" w:rsidP="00D92D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</w:t>
            </w:r>
          </w:p>
        </w:tc>
      </w:tr>
      <w:tr w:rsidR="00D92D3D" w:rsidRPr="00AB227B" w14:paraId="4BB71CA2" w14:textId="77777777" w:rsidTr="00D92D3D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505984A8" w14:textId="77777777" w:rsidR="00D92D3D" w:rsidRPr="00AB227B" w:rsidRDefault="00D92D3D" w:rsidP="00D92D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1542F58E" w14:textId="77777777" w:rsidR="00D92D3D" w:rsidRPr="00AB227B" w:rsidRDefault="00D92D3D" w:rsidP="00D92D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44D2F7DE" w14:textId="77777777" w:rsidR="00D92D3D" w:rsidRPr="00AB227B" w:rsidRDefault="00D92D3D" w:rsidP="00D92D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6C7BCAB9" w14:textId="1DEF2C03" w:rsidR="00D92D3D" w:rsidRPr="00AB227B" w:rsidRDefault="00D92D3D" w:rsidP="00D92D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Construcția structurilor pentru aeronave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641D1B8F" w14:textId="77777777" w:rsidR="00D92D3D" w:rsidRPr="00AB227B" w:rsidRDefault="00D92D3D" w:rsidP="00D92D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</w:t>
            </w:r>
          </w:p>
        </w:tc>
      </w:tr>
      <w:tr w:rsidR="00D92D3D" w:rsidRPr="00AB227B" w14:paraId="24362A22" w14:textId="77777777" w:rsidTr="00D92D3D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4AD24AF8" w14:textId="77777777" w:rsidR="00D92D3D" w:rsidRPr="00AB227B" w:rsidRDefault="00D92D3D" w:rsidP="00D92D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0092D6F4" w14:textId="77777777" w:rsidR="00D92D3D" w:rsidRPr="00AB227B" w:rsidRDefault="00D92D3D" w:rsidP="00D92D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1C4CED5D" w14:textId="77777777" w:rsidR="00D92D3D" w:rsidRPr="00AB227B" w:rsidRDefault="00D92D3D" w:rsidP="00D92D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4E3ACE65" w14:textId="7B7827E2" w:rsidR="00D92D3D" w:rsidRPr="00AB227B" w:rsidRDefault="00D92D3D" w:rsidP="00D92D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Desen de ansamblu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410CD437" w14:textId="77777777" w:rsidR="00D92D3D" w:rsidRPr="00AB227B" w:rsidRDefault="00D92D3D" w:rsidP="00D92D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</w:t>
            </w:r>
          </w:p>
        </w:tc>
      </w:tr>
      <w:tr w:rsidR="00D92D3D" w:rsidRPr="00AB227B" w14:paraId="4C4BBD54" w14:textId="77777777" w:rsidTr="008E7E82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4CFB2042" w14:textId="77777777" w:rsidR="00D92D3D" w:rsidRPr="00AB227B" w:rsidRDefault="00D92D3D" w:rsidP="00D92D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59116FDF" w14:textId="77777777" w:rsidR="00D92D3D" w:rsidRPr="00AB227B" w:rsidRDefault="00D92D3D" w:rsidP="00D92D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0CFDAD6F" w14:textId="77777777" w:rsidR="00D92D3D" w:rsidRPr="00AB227B" w:rsidRDefault="00D92D3D" w:rsidP="00D92D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7AF3329E" w14:textId="4B9EFD2A" w:rsidR="00D92D3D" w:rsidRPr="00AB227B" w:rsidRDefault="00D92D3D" w:rsidP="00D92D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Desen tehnic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5EE9D98C" w14:textId="77777777" w:rsidR="00D92D3D" w:rsidRPr="00AB227B" w:rsidRDefault="00D92D3D" w:rsidP="00D92D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</w:t>
            </w:r>
          </w:p>
        </w:tc>
      </w:tr>
      <w:tr w:rsidR="00D92D3D" w:rsidRPr="00AB227B" w14:paraId="5E53B331" w14:textId="77777777" w:rsidTr="008E7E82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10AB27D2" w14:textId="77777777" w:rsidR="00D92D3D" w:rsidRPr="00AB227B" w:rsidRDefault="00D92D3D" w:rsidP="00D92D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112350C6" w14:textId="77777777" w:rsidR="00D92D3D" w:rsidRPr="00AB227B" w:rsidRDefault="00D92D3D" w:rsidP="00D92D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12DE7939" w14:textId="77777777" w:rsidR="00D92D3D" w:rsidRPr="00AB227B" w:rsidRDefault="00D92D3D" w:rsidP="00D92D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7BDD4982" w14:textId="1397AD98" w:rsidR="00D92D3D" w:rsidRPr="00AB227B" w:rsidRDefault="00D92D3D" w:rsidP="00D92D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Diagnosticarea și realizarea intervențiilor asupra automobilului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7359FD34" w14:textId="77777777" w:rsidR="00D92D3D" w:rsidRPr="00AB227B" w:rsidRDefault="00D92D3D" w:rsidP="00D92D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</w:t>
            </w:r>
          </w:p>
        </w:tc>
      </w:tr>
      <w:tr w:rsidR="00D92D3D" w:rsidRPr="00AB227B" w14:paraId="18385FA5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4C0E5004" w14:textId="77777777" w:rsidR="00D92D3D" w:rsidRPr="00AB227B" w:rsidRDefault="00D92D3D" w:rsidP="00D92D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5C2094E6" w14:textId="77777777" w:rsidR="00D92D3D" w:rsidRPr="00AB227B" w:rsidRDefault="00D92D3D" w:rsidP="00D92D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68FD2786" w14:textId="77777777" w:rsidR="00D92D3D" w:rsidRPr="00AB227B" w:rsidRDefault="00D92D3D" w:rsidP="00D92D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52E23611" w14:textId="77B34CA3" w:rsidR="00D92D3D" w:rsidRPr="00AB227B" w:rsidRDefault="00D92D3D" w:rsidP="00D92D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Echipamente electrice și electromecanice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4B4103B7" w14:textId="77777777" w:rsidR="00D92D3D" w:rsidRPr="00AB227B" w:rsidRDefault="00D92D3D" w:rsidP="00D92D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</w:t>
            </w:r>
          </w:p>
        </w:tc>
      </w:tr>
      <w:tr w:rsidR="00D92D3D" w:rsidRPr="00AB227B" w14:paraId="10441582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45BA0074" w14:textId="77777777" w:rsidR="00D92D3D" w:rsidRPr="00AB227B" w:rsidRDefault="00D92D3D" w:rsidP="00D92D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0BB02EDF" w14:textId="77777777" w:rsidR="00D92D3D" w:rsidRPr="00AB227B" w:rsidRDefault="00D92D3D" w:rsidP="00D92D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0102D47E" w14:textId="77777777" w:rsidR="00D92D3D" w:rsidRPr="00AB227B" w:rsidRDefault="00D92D3D" w:rsidP="00D92D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649E9115" w14:textId="085982FE" w:rsidR="00D92D3D" w:rsidRPr="00AB227B" w:rsidRDefault="00D92D3D" w:rsidP="00D92D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Documentația tehnică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3230AC05" w14:textId="77777777" w:rsidR="00D92D3D" w:rsidRPr="00AB227B" w:rsidRDefault="00D92D3D" w:rsidP="00D92D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</w:t>
            </w:r>
          </w:p>
        </w:tc>
      </w:tr>
      <w:tr w:rsidR="00D92D3D" w:rsidRPr="00AB227B" w14:paraId="1ABCF920" w14:textId="77777777" w:rsidTr="00D92D3D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1EF9DFF7" w14:textId="77777777" w:rsidR="00D92D3D" w:rsidRPr="00AB227B" w:rsidRDefault="00D92D3D" w:rsidP="00D92D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7311C1FF" w14:textId="77777777" w:rsidR="00D92D3D" w:rsidRPr="00AB227B" w:rsidRDefault="00D92D3D" w:rsidP="00D92D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0B4C477B" w14:textId="77777777" w:rsidR="00D92D3D" w:rsidRPr="00AB227B" w:rsidRDefault="00D92D3D" w:rsidP="00D92D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085EE645" w14:textId="4049AB4E" w:rsidR="00D92D3D" w:rsidRPr="00AB227B" w:rsidRDefault="00D92D3D" w:rsidP="00D92D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Documentație tehnico-economică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3BB49B77" w14:textId="77777777" w:rsidR="00D92D3D" w:rsidRPr="00AB227B" w:rsidRDefault="00D92D3D" w:rsidP="00D92D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</w:t>
            </w:r>
          </w:p>
        </w:tc>
      </w:tr>
      <w:tr w:rsidR="00D92D3D" w:rsidRPr="00AB227B" w14:paraId="72B6EDCE" w14:textId="77777777" w:rsidTr="00D92D3D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5EAE12BF" w14:textId="77777777" w:rsidR="00D92D3D" w:rsidRPr="00AB227B" w:rsidRDefault="00D92D3D" w:rsidP="00D92D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57120639" w14:textId="77777777" w:rsidR="00D92D3D" w:rsidRPr="00AB227B" w:rsidRDefault="00D92D3D" w:rsidP="00D92D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69859491" w14:textId="77777777" w:rsidR="00D92D3D" w:rsidRPr="00AB227B" w:rsidRDefault="00D92D3D" w:rsidP="00D92D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44A1730A" w14:textId="247F9CE9" w:rsidR="00D92D3D" w:rsidRPr="00AB227B" w:rsidRDefault="00D92D3D" w:rsidP="00D92D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Etică și comunicare profesională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00C723D9" w14:textId="77777777" w:rsidR="00D92D3D" w:rsidRPr="00AB227B" w:rsidRDefault="00D92D3D" w:rsidP="00D92D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</w:t>
            </w:r>
          </w:p>
        </w:tc>
      </w:tr>
      <w:tr w:rsidR="00D92D3D" w:rsidRPr="00AB227B" w14:paraId="1AE0DCCB" w14:textId="77777777" w:rsidTr="00D92D3D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6ECDFDF5" w14:textId="77777777" w:rsidR="00D92D3D" w:rsidRPr="00AB227B" w:rsidRDefault="00D92D3D" w:rsidP="00D92D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6F948AA0" w14:textId="77777777" w:rsidR="00D92D3D" w:rsidRPr="00AB227B" w:rsidRDefault="00D92D3D" w:rsidP="00D92D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3097083F" w14:textId="77777777" w:rsidR="00D92D3D" w:rsidRPr="00AB227B" w:rsidRDefault="00D92D3D" w:rsidP="00D92D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2D2436EC" w14:textId="4EB35B94" w:rsidR="00D92D3D" w:rsidRPr="00AB227B" w:rsidRDefault="00D92D3D" w:rsidP="00D92D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Exploatarea echipamentelor și utilajelor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615BD400" w14:textId="77777777" w:rsidR="00D92D3D" w:rsidRPr="00AB227B" w:rsidRDefault="00D92D3D" w:rsidP="00D92D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</w:t>
            </w:r>
          </w:p>
        </w:tc>
      </w:tr>
      <w:tr w:rsidR="00D92D3D" w:rsidRPr="00AB227B" w14:paraId="5997E014" w14:textId="77777777" w:rsidTr="00D92D3D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3F831497" w14:textId="77777777" w:rsidR="00D92D3D" w:rsidRPr="00AB227B" w:rsidRDefault="00D92D3D" w:rsidP="00D92D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22B9AB37" w14:textId="77777777" w:rsidR="00D92D3D" w:rsidRPr="00AB227B" w:rsidRDefault="00D92D3D" w:rsidP="00D92D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47EA25F6" w14:textId="77777777" w:rsidR="00D92D3D" w:rsidRPr="00AB227B" w:rsidRDefault="00D92D3D" w:rsidP="00D92D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7CBF250E" w14:textId="51CD1ACD" w:rsidR="00D92D3D" w:rsidRPr="00AB227B" w:rsidRDefault="00D92D3D" w:rsidP="00D92D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Exploatarea tehnică a mijloacelor de transport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4BFD905B" w14:textId="77777777" w:rsidR="00D92D3D" w:rsidRPr="00AB227B" w:rsidRDefault="00D92D3D" w:rsidP="00D92D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</w:t>
            </w:r>
          </w:p>
        </w:tc>
      </w:tr>
      <w:tr w:rsidR="00D92D3D" w:rsidRPr="00AB227B" w14:paraId="125F1240" w14:textId="77777777" w:rsidTr="00D92D3D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327C441F" w14:textId="77777777" w:rsidR="00D92D3D" w:rsidRPr="00AB227B" w:rsidRDefault="00D92D3D" w:rsidP="00D92D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644E1F78" w14:textId="77777777" w:rsidR="00D92D3D" w:rsidRPr="00AB227B" w:rsidRDefault="00D92D3D" w:rsidP="00D92D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241A2001" w14:textId="77777777" w:rsidR="00D92D3D" w:rsidRPr="00AB227B" w:rsidRDefault="00D92D3D" w:rsidP="00D92D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194A7EF0" w14:textId="448A02BD" w:rsidR="00D92D3D" w:rsidRPr="00AB227B" w:rsidRDefault="00D92D3D" w:rsidP="00D92D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Fabricarea pieselor de precizie pe mașini unelte convenționale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59F475FB" w14:textId="77777777" w:rsidR="00D92D3D" w:rsidRPr="00AB227B" w:rsidRDefault="00D92D3D" w:rsidP="00D92D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</w:t>
            </w:r>
          </w:p>
        </w:tc>
      </w:tr>
      <w:tr w:rsidR="00D92D3D" w:rsidRPr="00AB227B" w14:paraId="0A1AD6E5" w14:textId="77777777" w:rsidTr="00D92D3D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644BE296" w14:textId="77777777" w:rsidR="00D92D3D" w:rsidRPr="00AB227B" w:rsidRDefault="00D92D3D" w:rsidP="00D92D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4E407D51" w14:textId="77777777" w:rsidR="00D92D3D" w:rsidRPr="00AB227B" w:rsidRDefault="00D92D3D" w:rsidP="00D92D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1B146AB0" w14:textId="77777777" w:rsidR="00D92D3D" w:rsidRPr="00AB227B" w:rsidRDefault="00D92D3D" w:rsidP="00D92D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794DA8BE" w14:textId="7D97E572" w:rsidR="00D92D3D" w:rsidRPr="00AB227B" w:rsidRDefault="00D92D3D" w:rsidP="00D92D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Factorul uman în aviație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334F73D1" w14:textId="77777777" w:rsidR="00D92D3D" w:rsidRPr="00AB227B" w:rsidRDefault="00D92D3D" w:rsidP="00D92D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</w:t>
            </w:r>
          </w:p>
        </w:tc>
      </w:tr>
      <w:tr w:rsidR="00D92D3D" w:rsidRPr="00AB227B" w14:paraId="0360C3EF" w14:textId="77777777" w:rsidTr="008E7E82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42B2CAFC" w14:textId="77777777" w:rsidR="00D92D3D" w:rsidRPr="00AB227B" w:rsidRDefault="00D92D3D" w:rsidP="00D92D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6021FD70" w14:textId="77777777" w:rsidR="00D92D3D" w:rsidRPr="00AB227B" w:rsidRDefault="00D92D3D" w:rsidP="00D92D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13048E01" w14:textId="77777777" w:rsidR="00D92D3D" w:rsidRPr="00AB227B" w:rsidRDefault="00D92D3D" w:rsidP="00D92D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30C86773" w14:textId="474A4FFB" w:rsidR="00D92D3D" w:rsidRPr="00AB227B" w:rsidRDefault="00D92D3D" w:rsidP="00D92D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Hidraulică și electrohidraulică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13356B44" w14:textId="77777777" w:rsidR="00D92D3D" w:rsidRPr="00AB227B" w:rsidRDefault="00D92D3D" w:rsidP="00D92D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</w:t>
            </w:r>
          </w:p>
        </w:tc>
      </w:tr>
      <w:tr w:rsidR="00D92D3D" w:rsidRPr="00AB227B" w14:paraId="7C90F947" w14:textId="77777777" w:rsidTr="008E7E82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32494C17" w14:textId="77777777" w:rsidR="00D92D3D" w:rsidRPr="00AB227B" w:rsidRDefault="00D92D3D" w:rsidP="00D92D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40F8E4E6" w14:textId="77777777" w:rsidR="00D92D3D" w:rsidRPr="00AB227B" w:rsidRDefault="00D92D3D" w:rsidP="00D92D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27721D87" w14:textId="77777777" w:rsidR="00D92D3D" w:rsidRPr="00AB227B" w:rsidRDefault="00D92D3D" w:rsidP="00D92D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5FE392F1" w14:textId="08EB3CE9" w:rsidR="00D92D3D" w:rsidRPr="00AB227B" w:rsidRDefault="00D92D3D" w:rsidP="00D92D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Întreținerea instalațiilor și echipamentelor electrice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38890BA8" w14:textId="77777777" w:rsidR="00D92D3D" w:rsidRPr="00AB227B" w:rsidRDefault="00D92D3D" w:rsidP="00D92D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</w:t>
            </w:r>
          </w:p>
        </w:tc>
      </w:tr>
      <w:tr w:rsidR="00D92D3D" w:rsidRPr="00AB227B" w14:paraId="33405FD0" w14:textId="77777777" w:rsidTr="00D92D3D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60B82369" w14:textId="77777777" w:rsidR="00D92D3D" w:rsidRPr="00AB227B" w:rsidRDefault="00D92D3D" w:rsidP="00D92D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13334E7C" w14:textId="77777777" w:rsidR="00D92D3D" w:rsidRPr="00AB227B" w:rsidRDefault="00D92D3D" w:rsidP="00D92D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3256AEA2" w14:textId="77777777" w:rsidR="00D92D3D" w:rsidRPr="00AB227B" w:rsidRDefault="00D92D3D" w:rsidP="00D92D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4276508C" w14:textId="438C5943" w:rsidR="00D92D3D" w:rsidRPr="00AB227B" w:rsidRDefault="00D92D3D" w:rsidP="00D92D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Întreținerea, diagnosticarea și repararea automobilelor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4FFCE094" w14:textId="77777777" w:rsidR="00D92D3D" w:rsidRPr="00AB227B" w:rsidRDefault="00D92D3D" w:rsidP="00D92D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</w:p>
        </w:tc>
      </w:tr>
      <w:tr w:rsidR="00D92D3D" w:rsidRPr="00AB227B" w14:paraId="5866E643" w14:textId="77777777" w:rsidTr="00D92D3D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47A8846E" w14:textId="77777777" w:rsidR="00D92D3D" w:rsidRPr="00AB227B" w:rsidRDefault="00D92D3D" w:rsidP="00D92D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26ED4FF2" w14:textId="77777777" w:rsidR="00D92D3D" w:rsidRPr="00AB227B" w:rsidRDefault="00D92D3D" w:rsidP="00D92D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7920C489" w14:textId="77777777" w:rsidR="00D92D3D" w:rsidRPr="00AB227B" w:rsidRDefault="00D92D3D" w:rsidP="00D92D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7920C2DD" w14:textId="7A493607" w:rsidR="00D92D3D" w:rsidRPr="00AB227B" w:rsidRDefault="00D92D3D" w:rsidP="00D92D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Lăcătușerie generală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78E0854D" w14:textId="77777777" w:rsidR="00D92D3D" w:rsidRPr="00AB227B" w:rsidRDefault="00D92D3D" w:rsidP="00D92D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</w:t>
            </w:r>
          </w:p>
        </w:tc>
      </w:tr>
      <w:tr w:rsidR="00D92D3D" w:rsidRPr="00AB227B" w14:paraId="1151F9D1" w14:textId="77777777" w:rsidTr="00D92D3D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7E9C8BF3" w14:textId="77777777" w:rsidR="00D92D3D" w:rsidRPr="00AB227B" w:rsidRDefault="00D92D3D" w:rsidP="00D92D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56B1F3E5" w14:textId="77777777" w:rsidR="00D92D3D" w:rsidRPr="00AB227B" w:rsidRDefault="00D92D3D" w:rsidP="00D92D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03E67388" w14:textId="77777777" w:rsidR="00D92D3D" w:rsidRPr="00AB227B" w:rsidRDefault="00D92D3D" w:rsidP="00D92D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3AEAEBFE" w14:textId="65AAB0D0" w:rsidR="00D92D3D" w:rsidRPr="00AB227B" w:rsidRDefault="00D92D3D" w:rsidP="00D92D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Legislație rutieră și conducerea autovehiculelor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616C42F7" w14:textId="77777777" w:rsidR="00D92D3D" w:rsidRPr="00AB227B" w:rsidRDefault="00D92D3D" w:rsidP="00D92D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</w:t>
            </w:r>
          </w:p>
        </w:tc>
      </w:tr>
      <w:tr w:rsidR="00D92D3D" w:rsidRPr="00AB227B" w14:paraId="6ADCBC2A" w14:textId="77777777" w:rsidTr="00D92D3D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10E9729D" w14:textId="77777777" w:rsidR="00D92D3D" w:rsidRPr="00AB227B" w:rsidRDefault="00D92D3D" w:rsidP="00D92D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66DEA08A" w14:textId="77777777" w:rsidR="00D92D3D" w:rsidRPr="00AB227B" w:rsidRDefault="00D92D3D" w:rsidP="00D92D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05C1AE1F" w14:textId="77777777" w:rsidR="00D92D3D" w:rsidRPr="00AB227B" w:rsidRDefault="00D92D3D" w:rsidP="00D92D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72418285" w14:textId="2F5F37C8" w:rsidR="00D92D3D" w:rsidRPr="00AB227B" w:rsidRDefault="00D92D3D" w:rsidP="007B4A3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Legisla</w:t>
            </w:r>
            <w:r w:rsidR="007B4A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ie </w:t>
            </w:r>
            <w:r w:rsidR="007B4A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</w:t>
            </w: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 norme metrologice în vigoare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56392F69" w14:textId="77777777" w:rsidR="00D92D3D" w:rsidRPr="00AB227B" w:rsidRDefault="00D92D3D" w:rsidP="00D92D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</w:t>
            </w:r>
          </w:p>
        </w:tc>
      </w:tr>
      <w:tr w:rsidR="00D92D3D" w:rsidRPr="00AB227B" w14:paraId="7E26F2E9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312B7C1D" w14:textId="77777777" w:rsidR="00D92D3D" w:rsidRPr="00AB227B" w:rsidRDefault="00D92D3D" w:rsidP="00D92D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6C452AE4" w14:textId="77777777" w:rsidR="00D92D3D" w:rsidRPr="00AB227B" w:rsidRDefault="00D92D3D" w:rsidP="00D92D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348B5C2C" w14:textId="77777777" w:rsidR="00D92D3D" w:rsidRPr="00AB227B" w:rsidRDefault="00D92D3D" w:rsidP="00D92D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615BDAD3" w14:textId="3F01044B" w:rsidR="00D92D3D" w:rsidRPr="00AB227B" w:rsidRDefault="00D92D3D" w:rsidP="00D92D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Managementul producției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1BE6BE80" w14:textId="77777777" w:rsidR="00D92D3D" w:rsidRPr="00AB227B" w:rsidRDefault="00D92D3D" w:rsidP="00D92D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</w:t>
            </w:r>
          </w:p>
        </w:tc>
      </w:tr>
      <w:tr w:rsidR="00D92D3D" w:rsidRPr="00AB227B" w14:paraId="656219EF" w14:textId="77777777" w:rsidTr="00D92D3D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3741E09D" w14:textId="77777777" w:rsidR="00D92D3D" w:rsidRPr="00AB227B" w:rsidRDefault="00D92D3D" w:rsidP="00D92D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7552A632" w14:textId="77777777" w:rsidR="00D92D3D" w:rsidRPr="00AB227B" w:rsidRDefault="00D92D3D" w:rsidP="00D92D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7EBED115" w14:textId="77777777" w:rsidR="00D92D3D" w:rsidRPr="00AB227B" w:rsidRDefault="00D92D3D" w:rsidP="00D92D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79681BD2" w14:textId="250E955A" w:rsidR="00D92D3D" w:rsidRPr="00AB227B" w:rsidRDefault="00D92D3D" w:rsidP="00D92D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Manevrarea vehiculelor rutiere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2A00379C" w14:textId="77777777" w:rsidR="00D92D3D" w:rsidRPr="00AB227B" w:rsidRDefault="00D92D3D" w:rsidP="00D92D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</w:t>
            </w:r>
          </w:p>
        </w:tc>
      </w:tr>
      <w:tr w:rsidR="00D92D3D" w:rsidRPr="00AB227B" w14:paraId="246BC967" w14:textId="77777777" w:rsidTr="00D92D3D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7F89E3DA" w14:textId="77777777" w:rsidR="00D92D3D" w:rsidRPr="00AB227B" w:rsidRDefault="00D92D3D" w:rsidP="00D92D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67F70FF7" w14:textId="77777777" w:rsidR="00D92D3D" w:rsidRPr="00AB227B" w:rsidRDefault="00D92D3D" w:rsidP="00D92D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0C2C549E" w14:textId="77777777" w:rsidR="00D92D3D" w:rsidRPr="00AB227B" w:rsidRDefault="00D92D3D" w:rsidP="00D92D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1BB6FBBB" w14:textId="3B846AF2" w:rsidR="00D92D3D" w:rsidRPr="00AB227B" w:rsidRDefault="00D92D3D" w:rsidP="00D92D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Manipularea mărfurilor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55E3EF9A" w14:textId="77777777" w:rsidR="00D92D3D" w:rsidRPr="00AB227B" w:rsidRDefault="00D92D3D" w:rsidP="00D92D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36</w:t>
            </w:r>
          </w:p>
        </w:tc>
      </w:tr>
      <w:tr w:rsidR="00D92D3D" w:rsidRPr="00AB227B" w14:paraId="65BB7DA3" w14:textId="77777777" w:rsidTr="00D92D3D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561A41D1" w14:textId="77777777" w:rsidR="00D92D3D" w:rsidRPr="00AB227B" w:rsidRDefault="00D92D3D" w:rsidP="00D92D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485BE11E" w14:textId="77777777" w:rsidR="00D92D3D" w:rsidRPr="00AB227B" w:rsidRDefault="00D92D3D" w:rsidP="00D92D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07D80ED9" w14:textId="77777777" w:rsidR="00D92D3D" w:rsidRPr="00AB227B" w:rsidRDefault="00D92D3D" w:rsidP="00D92D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06BE513C" w14:textId="27F41459" w:rsidR="00D92D3D" w:rsidRPr="00AB227B" w:rsidRDefault="00D92D3D" w:rsidP="00D92D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Mașini electrice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4E3F1954" w14:textId="77777777" w:rsidR="00D92D3D" w:rsidRPr="00AB227B" w:rsidRDefault="00D92D3D" w:rsidP="00D92D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37</w:t>
            </w:r>
          </w:p>
        </w:tc>
      </w:tr>
      <w:tr w:rsidR="00D92D3D" w:rsidRPr="00AB227B" w14:paraId="3E6AAE39" w14:textId="77777777" w:rsidTr="00D92D3D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64CFB30D" w14:textId="77777777" w:rsidR="00D92D3D" w:rsidRPr="00AB227B" w:rsidRDefault="00D92D3D" w:rsidP="00D92D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0F14D597" w14:textId="77777777" w:rsidR="00D92D3D" w:rsidRPr="00AB227B" w:rsidRDefault="00D92D3D" w:rsidP="00D92D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2D52A97E" w14:textId="77777777" w:rsidR="00D92D3D" w:rsidRPr="00AB227B" w:rsidRDefault="00D92D3D" w:rsidP="00D92D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573D23FC" w14:textId="68EE54A0" w:rsidR="00D92D3D" w:rsidRPr="00AB227B" w:rsidRDefault="00D92D3D" w:rsidP="00D92D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Mașini, aparate și elemente de automatizare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5F9A52E3" w14:textId="77777777" w:rsidR="00D92D3D" w:rsidRPr="00AB227B" w:rsidRDefault="00D92D3D" w:rsidP="00D92D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</w:t>
            </w:r>
          </w:p>
        </w:tc>
      </w:tr>
      <w:tr w:rsidR="00D92D3D" w:rsidRPr="00AB227B" w14:paraId="00EA2412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1DAA9FCB" w14:textId="77777777" w:rsidR="00D92D3D" w:rsidRPr="00AB227B" w:rsidRDefault="00D92D3D" w:rsidP="00D92D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35C0F57B" w14:textId="77777777" w:rsidR="00D92D3D" w:rsidRPr="00AB227B" w:rsidRDefault="00D92D3D" w:rsidP="00D92D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46963524" w14:textId="77777777" w:rsidR="00D92D3D" w:rsidRPr="00AB227B" w:rsidRDefault="00D92D3D" w:rsidP="00D92D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0B818E88" w14:textId="648C7438" w:rsidR="00D92D3D" w:rsidRPr="00AB227B" w:rsidRDefault="00D92D3D" w:rsidP="00D92D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Mașini unelte convenționale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0445B2D4" w14:textId="77777777" w:rsidR="00D92D3D" w:rsidRPr="00AB227B" w:rsidRDefault="00D92D3D" w:rsidP="00D92D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</w:t>
            </w:r>
          </w:p>
        </w:tc>
      </w:tr>
      <w:tr w:rsidR="00D92D3D" w:rsidRPr="00AB227B" w14:paraId="252130FC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31766ABB" w14:textId="77777777" w:rsidR="00D92D3D" w:rsidRPr="00AB227B" w:rsidRDefault="00D92D3D" w:rsidP="00D92D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26E95783" w14:textId="77777777" w:rsidR="00D92D3D" w:rsidRPr="00AB227B" w:rsidRDefault="00D92D3D" w:rsidP="00D92D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60CEF7D2" w14:textId="77777777" w:rsidR="00D92D3D" w:rsidRPr="00AB227B" w:rsidRDefault="00D92D3D" w:rsidP="00D92D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7F061075" w14:textId="7EC3C831" w:rsidR="00D92D3D" w:rsidRPr="00AB227B" w:rsidRDefault="00D92D3D" w:rsidP="007B4A3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</w:t>
            </w:r>
            <w:r w:rsidR="007B4A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și</w:t>
            </w: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 unelte neconven</w:t>
            </w:r>
            <w:r w:rsidR="007B4A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ionale </w:t>
            </w:r>
            <w:r w:rsidR="007B4A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</w:t>
            </w: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 de înaltă productivitate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26B266DF" w14:textId="77777777" w:rsidR="00D92D3D" w:rsidRPr="00AB227B" w:rsidRDefault="00D92D3D" w:rsidP="00D92D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</w:t>
            </w:r>
          </w:p>
        </w:tc>
      </w:tr>
      <w:tr w:rsidR="00D92D3D" w:rsidRPr="00AB227B" w14:paraId="5203F9B8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05610154" w14:textId="77777777" w:rsidR="00D92D3D" w:rsidRPr="00AB227B" w:rsidRDefault="00D92D3D" w:rsidP="00D92D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757C9575" w14:textId="77777777" w:rsidR="00D92D3D" w:rsidRPr="00AB227B" w:rsidRDefault="00D92D3D" w:rsidP="00D92D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477E8E35" w14:textId="77777777" w:rsidR="00D92D3D" w:rsidRPr="00AB227B" w:rsidRDefault="00D92D3D" w:rsidP="00D92D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5D2265E3" w14:textId="70611222" w:rsidR="00D92D3D" w:rsidRPr="00AB227B" w:rsidRDefault="00D92D3D" w:rsidP="007B4A3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</w:t>
            </w:r>
            <w:r w:rsidR="007B4A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</w:t>
            </w: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ini, utilaje </w:t>
            </w:r>
            <w:r w:rsidR="007B4A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</w:t>
            </w: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 instala</w:t>
            </w:r>
            <w:r w:rsidR="007B4A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ii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0BAB9F1E" w14:textId="77777777" w:rsidR="00D92D3D" w:rsidRPr="00AB227B" w:rsidRDefault="00D92D3D" w:rsidP="00D92D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41</w:t>
            </w:r>
          </w:p>
        </w:tc>
      </w:tr>
      <w:tr w:rsidR="00D92D3D" w:rsidRPr="00AB227B" w14:paraId="4673D7C8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7D8FEE0B" w14:textId="77777777" w:rsidR="00D92D3D" w:rsidRPr="00AB227B" w:rsidRDefault="00D92D3D" w:rsidP="00D92D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15AC12E9" w14:textId="77777777" w:rsidR="00D92D3D" w:rsidRPr="00AB227B" w:rsidRDefault="00D92D3D" w:rsidP="00D92D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055E3250" w14:textId="77777777" w:rsidR="00D92D3D" w:rsidRPr="00AB227B" w:rsidRDefault="00D92D3D" w:rsidP="00D92D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09BCED59" w14:textId="77777777" w:rsidR="00D92D3D" w:rsidRPr="00AB227B" w:rsidRDefault="00D92D3D" w:rsidP="00D92D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Materii prime și materiale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2FEA3158" w14:textId="77777777" w:rsidR="00D92D3D" w:rsidRPr="00AB227B" w:rsidRDefault="00D92D3D" w:rsidP="00D92D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</w:t>
            </w:r>
          </w:p>
        </w:tc>
      </w:tr>
      <w:tr w:rsidR="00D92D3D" w:rsidRPr="00AB227B" w14:paraId="7943F477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6529F330" w14:textId="77777777" w:rsidR="00D92D3D" w:rsidRPr="00AB227B" w:rsidRDefault="00D92D3D" w:rsidP="00D92D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156368FC" w14:textId="77777777" w:rsidR="00D92D3D" w:rsidRPr="00AB227B" w:rsidRDefault="00D92D3D" w:rsidP="00D92D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21BF3848" w14:textId="77777777" w:rsidR="00D92D3D" w:rsidRPr="00AB227B" w:rsidRDefault="00D92D3D" w:rsidP="00D92D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3FDEE67E" w14:textId="77777777" w:rsidR="00D92D3D" w:rsidRPr="00AB227B" w:rsidRDefault="00D92D3D" w:rsidP="00D92D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Măsurarea mărimilor tehnice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653D3C6C" w14:textId="77777777" w:rsidR="00D92D3D" w:rsidRPr="00AB227B" w:rsidRDefault="00D92D3D" w:rsidP="00D92D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</w:t>
            </w:r>
          </w:p>
        </w:tc>
      </w:tr>
      <w:tr w:rsidR="00D92D3D" w:rsidRPr="00AB227B" w14:paraId="71089F2F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3F067563" w14:textId="77777777" w:rsidR="00D92D3D" w:rsidRPr="00AB227B" w:rsidRDefault="00D92D3D" w:rsidP="00D92D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75D2300D" w14:textId="77777777" w:rsidR="00D92D3D" w:rsidRPr="00AB227B" w:rsidRDefault="00D92D3D" w:rsidP="00D92D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1B8A61CE" w14:textId="77777777" w:rsidR="00D92D3D" w:rsidRPr="00AB227B" w:rsidRDefault="00D92D3D" w:rsidP="00D92D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26D6D1B6" w14:textId="77777777" w:rsidR="00D92D3D" w:rsidRPr="00AB227B" w:rsidRDefault="00D92D3D" w:rsidP="00D92D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Măsurări neelectrice și electrice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1A37FD99" w14:textId="77777777" w:rsidR="00D92D3D" w:rsidRPr="00AB227B" w:rsidRDefault="00D92D3D" w:rsidP="00D92D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44</w:t>
            </w:r>
          </w:p>
        </w:tc>
      </w:tr>
      <w:tr w:rsidR="00D92D3D" w:rsidRPr="00AB227B" w14:paraId="6BC7AF78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72CFCEA6" w14:textId="77777777" w:rsidR="00D92D3D" w:rsidRPr="00AB227B" w:rsidRDefault="00D92D3D" w:rsidP="00D92D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2937AAD2" w14:textId="77777777" w:rsidR="00D92D3D" w:rsidRPr="00AB227B" w:rsidRDefault="00D92D3D" w:rsidP="00D92D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57A0FF26" w14:textId="77777777" w:rsidR="00D92D3D" w:rsidRPr="00AB227B" w:rsidRDefault="00D92D3D" w:rsidP="00D92D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56692BDF" w14:textId="77777777" w:rsidR="00D92D3D" w:rsidRPr="00AB227B" w:rsidRDefault="00D92D3D" w:rsidP="00D92D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Măsurări tehnice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1BC4E667" w14:textId="77777777" w:rsidR="00D92D3D" w:rsidRPr="00AB227B" w:rsidRDefault="00D92D3D" w:rsidP="00D92D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</w:t>
            </w:r>
          </w:p>
        </w:tc>
      </w:tr>
      <w:tr w:rsidR="00D92D3D" w:rsidRPr="00AB227B" w14:paraId="391CF30B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66A37552" w14:textId="77777777" w:rsidR="00D92D3D" w:rsidRPr="00AB227B" w:rsidRDefault="00D92D3D" w:rsidP="00D92D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27D8A5D4" w14:textId="77777777" w:rsidR="00D92D3D" w:rsidRPr="00AB227B" w:rsidRDefault="00D92D3D" w:rsidP="00D92D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3D5E8417" w14:textId="77777777" w:rsidR="00D92D3D" w:rsidRPr="00AB227B" w:rsidRDefault="00D92D3D" w:rsidP="00D92D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6DFE4A88" w14:textId="206DD47C" w:rsidR="00D92D3D" w:rsidRPr="00AB227B" w:rsidRDefault="00D92D3D" w:rsidP="00D92D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Mentenanța instalațiilor de la bordul aeronavelor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4F7E3DFD" w14:textId="77777777" w:rsidR="00D92D3D" w:rsidRPr="00AB227B" w:rsidRDefault="00D92D3D" w:rsidP="00D92D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</w:t>
            </w:r>
          </w:p>
        </w:tc>
      </w:tr>
      <w:tr w:rsidR="00D92D3D" w:rsidRPr="00AB227B" w14:paraId="229133F9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26A4C88F" w14:textId="77777777" w:rsidR="00D92D3D" w:rsidRPr="00AB227B" w:rsidRDefault="00D92D3D" w:rsidP="00D92D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1AAEEE71" w14:textId="77777777" w:rsidR="00D92D3D" w:rsidRPr="00AB227B" w:rsidRDefault="00D92D3D" w:rsidP="00D92D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43FE2C62" w14:textId="77777777" w:rsidR="00D92D3D" w:rsidRPr="00AB227B" w:rsidRDefault="00D92D3D" w:rsidP="00D92D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08F98272" w14:textId="013F74A1" w:rsidR="00D92D3D" w:rsidRPr="00AB227B" w:rsidRDefault="00D92D3D" w:rsidP="007B4A3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Mentenan</w:t>
            </w:r>
            <w:r w:rsidR="007B4A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 instala</w:t>
            </w:r>
            <w:r w:rsidR="007B4A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iilor electromecanice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670E16E5" w14:textId="77777777" w:rsidR="00D92D3D" w:rsidRPr="00AB227B" w:rsidRDefault="00D92D3D" w:rsidP="00D92D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</w:t>
            </w:r>
          </w:p>
        </w:tc>
      </w:tr>
      <w:tr w:rsidR="00D92D3D" w:rsidRPr="00AB227B" w14:paraId="60570086" w14:textId="77777777" w:rsidTr="008E7E82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378396B3" w14:textId="77777777" w:rsidR="00D92D3D" w:rsidRPr="00AB227B" w:rsidRDefault="00D92D3D" w:rsidP="00D92D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4E391031" w14:textId="77777777" w:rsidR="00D92D3D" w:rsidRPr="00AB227B" w:rsidRDefault="00D92D3D" w:rsidP="00D92D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7E2F065B" w14:textId="77777777" w:rsidR="00D92D3D" w:rsidRPr="00AB227B" w:rsidRDefault="00D92D3D" w:rsidP="00D92D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6D13DA1A" w14:textId="5804342A" w:rsidR="00D92D3D" w:rsidRPr="00AB227B" w:rsidRDefault="00D92D3D" w:rsidP="007B4A3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Mentenan</w:t>
            </w:r>
            <w:r w:rsidR="007B4A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 ma</w:t>
            </w:r>
            <w:r w:rsidR="007B4A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</w:t>
            </w: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inilor, utilajelor </w:t>
            </w:r>
            <w:r w:rsidR="007B4A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</w:t>
            </w: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 instala</w:t>
            </w:r>
            <w:r w:rsidR="007B4A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iilor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2DA2F9D4" w14:textId="77777777" w:rsidR="00D92D3D" w:rsidRPr="00AB227B" w:rsidRDefault="00D92D3D" w:rsidP="00D92D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</w:t>
            </w:r>
          </w:p>
        </w:tc>
      </w:tr>
      <w:tr w:rsidR="00D92D3D" w:rsidRPr="00AB227B" w14:paraId="1E5340C9" w14:textId="77777777" w:rsidTr="008E7E82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04BBEB9A" w14:textId="77777777" w:rsidR="00D92D3D" w:rsidRPr="00AB227B" w:rsidRDefault="00D92D3D" w:rsidP="00D92D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384A1B08" w14:textId="77777777" w:rsidR="00D92D3D" w:rsidRPr="00AB227B" w:rsidRDefault="00D92D3D" w:rsidP="00D92D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0DFBE291" w14:textId="77777777" w:rsidR="00D92D3D" w:rsidRPr="00AB227B" w:rsidRDefault="00D92D3D" w:rsidP="00D92D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132F944B" w14:textId="73267233" w:rsidR="00D92D3D" w:rsidRPr="00AB227B" w:rsidRDefault="00441CF8" w:rsidP="007B4A3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Ment</w:t>
            </w:r>
            <w:r w:rsidR="007B4A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</w:t>
            </w: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</w:t>
            </w:r>
            <w:r w:rsidR="007B4A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anța</w:t>
            </w: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MUNCN și a sistemelor de protecție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2358BCE4" w14:textId="77777777" w:rsidR="00D92D3D" w:rsidRPr="00AB227B" w:rsidRDefault="00D92D3D" w:rsidP="00D92D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</w:t>
            </w:r>
          </w:p>
        </w:tc>
      </w:tr>
      <w:tr w:rsidR="00D92D3D" w:rsidRPr="00AB227B" w14:paraId="16750868" w14:textId="77777777" w:rsidTr="008E7E82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7AE91D35" w14:textId="77777777" w:rsidR="00D92D3D" w:rsidRPr="00AB227B" w:rsidRDefault="00D92D3D" w:rsidP="00D92D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5C127150" w14:textId="77777777" w:rsidR="00D92D3D" w:rsidRPr="00AB227B" w:rsidRDefault="00D92D3D" w:rsidP="00D92D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4A91FC07" w14:textId="77777777" w:rsidR="00D92D3D" w:rsidRPr="00AB227B" w:rsidRDefault="00D92D3D" w:rsidP="00D92D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5D7E7CF2" w14:textId="5A819134" w:rsidR="00D92D3D" w:rsidRPr="00AB227B" w:rsidRDefault="00441CF8" w:rsidP="00D92D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Mentenanța utilajelor destinate prelucrărilor la cald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588C390A" w14:textId="77777777" w:rsidR="00D92D3D" w:rsidRPr="00AB227B" w:rsidRDefault="00D92D3D" w:rsidP="00D92D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</w:t>
            </w:r>
          </w:p>
        </w:tc>
      </w:tr>
      <w:tr w:rsidR="00D92D3D" w:rsidRPr="00AB227B" w14:paraId="784FF58C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22D0341B" w14:textId="77777777" w:rsidR="00D92D3D" w:rsidRPr="00AB227B" w:rsidRDefault="00D92D3D" w:rsidP="00D92D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286BBDBC" w14:textId="77777777" w:rsidR="00D92D3D" w:rsidRPr="00AB227B" w:rsidRDefault="00D92D3D" w:rsidP="00D92D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485AAB8A" w14:textId="77777777" w:rsidR="00D92D3D" w:rsidRPr="00AB227B" w:rsidRDefault="00D92D3D" w:rsidP="00D92D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5973A998" w14:textId="77777777" w:rsidR="00D92D3D" w:rsidRPr="00AB227B" w:rsidRDefault="00D92D3D" w:rsidP="00D92D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Operarea pe MUCN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453E0B9A" w14:textId="77777777" w:rsidR="00D92D3D" w:rsidRPr="00AB227B" w:rsidRDefault="00D92D3D" w:rsidP="00D92D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</w:t>
            </w:r>
          </w:p>
        </w:tc>
      </w:tr>
      <w:tr w:rsidR="00441CF8" w:rsidRPr="00AB227B" w14:paraId="538E2150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2E8BFD90" w14:textId="77777777" w:rsidR="00441CF8" w:rsidRPr="00AB227B" w:rsidRDefault="00441CF8" w:rsidP="00441CF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4B8B40F9" w14:textId="77777777" w:rsidR="00441CF8" w:rsidRPr="00AB227B" w:rsidRDefault="00441CF8" w:rsidP="00441CF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38486B1F" w14:textId="77777777" w:rsidR="00441CF8" w:rsidRPr="00AB227B" w:rsidRDefault="00441CF8" w:rsidP="00441CF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4D4255DC" w14:textId="3AA1CD41" w:rsidR="00441CF8" w:rsidRPr="00AB227B" w:rsidRDefault="00441CF8" w:rsidP="00441CF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Organe de mașini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04E4AB59" w14:textId="77777777" w:rsidR="00441CF8" w:rsidRPr="00AB227B" w:rsidRDefault="00441CF8" w:rsidP="00441C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</w:t>
            </w:r>
          </w:p>
        </w:tc>
      </w:tr>
      <w:tr w:rsidR="00441CF8" w:rsidRPr="00AB227B" w14:paraId="694D2503" w14:textId="77777777" w:rsidTr="00441CF8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0EA0EBCF" w14:textId="77777777" w:rsidR="00441CF8" w:rsidRPr="00AB227B" w:rsidRDefault="00441CF8" w:rsidP="00441CF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4E830D56" w14:textId="77777777" w:rsidR="00441CF8" w:rsidRPr="00AB227B" w:rsidRDefault="00441CF8" w:rsidP="00441CF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14A36B5F" w14:textId="77777777" w:rsidR="00441CF8" w:rsidRPr="00AB227B" w:rsidRDefault="00441CF8" w:rsidP="00441CF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5C5AC7CB" w14:textId="6C4C0F1A" w:rsidR="00441CF8" w:rsidRPr="00AB227B" w:rsidRDefault="00441CF8" w:rsidP="00441CF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Organe de mașini și mecanisme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21AF9E00" w14:textId="77777777" w:rsidR="00441CF8" w:rsidRPr="00AB227B" w:rsidRDefault="00441CF8" w:rsidP="00441C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</w:t>
            </w:r>
          </w:p>
        </w:tc>
      </w:tr>
      <w:tr w:rsidR="00441CF8" w:rsidRPr="00AB227B" w14:paraId="17EB3CF3" w14:textId="77777777" w:rsidTr="00441CF8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4F91DB13" w14:textId="77777777" w:rsidR="00441CF8" w:rsidRPr="00AB227B" w:rsidRDefault="00441CF8" w:rsidP="00441CF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298E52D4" w14:textId="77777777" w:rsidR="00441CF8" w:rsidRPr="00AB227B" w:rsidRDefault="00441CF8" w:rsidP="00441CF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540C4A35" w14:textId="77777777" w:rsidR="00441CF8" w:rsidRPr="00AB227B" w:rsidRDefault="00441CF8" w:rsidP="00441CF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7687C01F" w14:textId="0E983894" w:rsidR="00441CF8" w:rsidRPr="00AB227B" w:rsidRDefault="00956211" w:rsidP="00441CF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Planificarea producției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50E2628B" w14:textId="77777777" w:rsidR="00441CF8" w:rsidRPr="00AB227B" w:rsidRDefault="00441CF8" w:rsidP="00441C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</w:t>
            </w:r>
          </w:p>
        </w:tc>
      </w:tr>
      <w:tr w:rsidR="00441CF8" w:rsidRPr="00AB227B" w14:paraId="34EEE12B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368DF093" w14:textId="77777777" w:rsidR="00441CF8" w:rsidRPr="00AB227B" w:rsidRDefault="00441CF8" w:rsidP="00441CF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7E52F703" w14:textId="77777777" w:rsidR="00441CF8" w:rsidRPr="00AB227B" w:rsidRDefault="00441CF8" w:rsidP="00441CF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4FDB3675" w14:textId="77777777" w:rsidR="00441CF8" w:rsidRPr="00AB227B" w:rsidRDefault="00441CF8" w:rsidP="00441CF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27C516D3" w14:textId="64204B5A" w:rsidR="00441CF8" w:rsidRPr="00AB227B" w:rsidRDefault="00956211" w:rsidP="00441CF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Planificarea și organizarea producției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4F095AD8" w14:textId="77777777" w:rsidR="00441CF8" w:rsidRPr="00AB227B" w:rsidRDefault="00441CF8" w:rsidP="00441C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</w:t>
            </w:r>
          </w:p>
        </w:tc>
      </w:tr>
      <w:tr w:rsidR="00956211" w:rsidRPr="00AB227B" w14:paraId="7CAF871D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4B40FA26" w14:textId="77777777" w:rsidR="00956211" w:rsidRPr="00AB227B" w:rsidRDefault="00956211" w:rsidP="0095621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16C9613E" w14:textId="77777777" w:rsidR="00956211" w:rsidRPr="00AB227B" w:rsidRDefault="00956211" w:rsidP="0095621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46A44E68" w14:textId="77777777" w:rsidR="00956211" w:rsidRPr="00AB227B" w:rsidRDefault="00956211" w:rsidP="0095621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2860BF2E" w14:textId="40DEC0FD" w:rsidR="00956211" w:rsidRPr="00AB227B" w:rsidRDefault="00956211" w:rsidP="0095621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Pneumatică și electropneumatică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2293018F" w14:textId="77777777" w:rsidR="00956211" w:rsidRPr="00AB227B" w:rsidRDefault="00956211" w:rsidP="009562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</w:t>
            </w:r>
          </w:p>
        </w:tc>
      </w:tr>
      <w:tr w:rsidR="00956211" w:rsidRPr="00AB227B" w14:paraId="504501BF" w14:textId="77777777" w:rsidTr="00956211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74DF5E44" w14:textId="77777777" w:rsidR="00956211" w:rsidRPr="00AB227B" w:rsidRDefault="00956211" w:rsidP="0095621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383044EC" w14:textId="77777777" w:rsidR="00956211" w:rsidRPr="00AB227B" w:rsidRDefault="00956211" w:rsidP="0095621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2ED0F311" w14:textId="77777777" w:rsidR="00956211" w:rsidRPr="00AB227B" w:rsidRDefault="00956211" w:rsidP="0095621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2109AB25" w14:textId="3C9E7AC2" w:rsidR="00956211" w:rsidRPr="00AB227B" w:rsidRDefault="00956211" w:rsidP="0095621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Prelucrări neconvenționale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0AF7675D" w14:textId="77777777" w:rsidR="00956211" w:rsidRPr="00AB227B" w:rsidRDefault="00956211" w:rsidP="009562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</w:t>
            </w:r>
          </w:p>
        </w:tc>
      </w:tr>
      <w:tr w:rsidR="00956211" w:rsidRPr="00AB227B" w14:paraId="5EDE7F6D" w14:textId="77777777" w:rsidTr="00956211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0260E79D" w14:textId="77777777" w:rsidR="00956211" w:rsidRPr="00AB227B" w:rsidRDefault="00956211" w:rsidP="0095621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5AA222BD" w14:textId="77777777" w:rsidR="00956211" w:rsidRPr="00AB227B" w:rsidRDefault="00956211" w:rsidP="0095621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191B890D" w14:textId="77777777" w:rsidR="00956211" w:rsidRPr="00AB227B" w:rsidRDefault="00956211" w:rsidP="0095621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506580C7" w14:textId="4C01C541" w:rsidR="00956211" w:rsidRPr="00AB227B" w:rsidRDefault="00956211" w:rsidP="0095621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Prezentări multimedia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610A2FF4" w14:textId="77777777" w:rsidR="00956211" w:rsidRPr="00AB227B" w:rsidRDefault="00956211" w:rsidP="009562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58</w:t>
            </w:r>
          </w:p>
        </w:tc>
      </w:tr>
      <w:tr w:rsidR="00956211" w:rsidRPr="00AB227B" w14:paraId="6A83BD45" w14:textId="77777777" w:rsidTr="00956211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18CB65FF" w14:textId="77777777" w:rsidR="00956211" w:rsidRPr="00AB227B" w:rsidRDefault="00956211" w:rsidP="0095621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4E14A29B" w14:textId="77777777" w:rsidR="00956211" w:rsidRPr="00AB227B" w:rsidRDefault="00956211" w:rsidP="0095621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08AEEC47" w14:textId="77777777" w:rsidR="00956211" w:rsidRPr="00AB227B" w:rsidRDefault="00956211" w:rsidP="0095621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39AB1CB6" w14:textId="239495A6" w:rsidR="00956211" w:rsidRPr="00AB227B" w:rsidRDefault="00956211" w:rsidP="0095621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Proiectarea asistată de calculator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74793F71" w14:textId="77777777" w:rsidR="00956211" w:rsidRPr="00AB227B" w:rsidRDefault="00956211" w:rsidP="009562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59</w:t>
            </w:r>
          </w:p>
        </w:tc>
      </w:tr>
      <w:tr w:rsidR="00956211" w:rsidRPr="00AB227B" w14:paraId="5F007840" w14:textId="77777777" w:rsidTr="00956211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5B00FD92" w14:textId="77777777" w:rsidR="00956211" w:rsidRPr="00AB227B" w:rsidRDefault="00956211" w:rsidP="0095621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500CAD65" w14:textId="77777777" w:rsidR="00956211" w:rsidRPr="00AB227B" w:rsidRDefault="00956211" w:rsidP="0095621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1164CFFD" w14:textId="77777777" w:rsidR="00956211" w:rsidRPr="00AB227B" w:rsidRDefault="00956211" w:rsidP="0095621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638BDDA5" w14:textId="49A60477" w:rsidR="00956211" w:rsidRPr="00AB227B" w:rsidRDefault="00956211" w:rsidP="0095621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Realizarea desenelor în 2 D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07C300C0" w14:textId="77777777" w:rsidR="00956211" w:rsidRPr="00AB227B" w:rsidRDefault="00956211" w:rsidP="009562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</w:t>
            </w:r>
          </w:p>
        </w:tc>
      </w:tr>
      <w:tr w:rsidR="00956211" w:rsidRPr="00AB227B" w14:paraId="48723CE7" w14:textId="77777777" w:rsidTr="00956211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3012196D" w14:textId="77777777" w:rsidR="00956211" w:rsidRPr="00AB227B" w:rsidRDefault="00956211" w:rsidP="0095621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41662CD6" w14:textId="77777777" w:rsidR="00956211" w:rsidRPr="00AB227B" w:rsidRDefault="00956211" w:rsidP="0095621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07D2D71A" w14:textId="77777777" w:rsidR="00956211" w:rsidRPr="00AB227B" w:rsidRDefault="00956211" w:rsidP="0095621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3E92AD41" w14:textId="16BB2BC8" w:rsidR="00956211" w:rsidRPr="00AB227B" w:rsidRDefault="00956211" w:rsidP="0095621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Realizarea desenelor în 3D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1C0D61EB" w14:textId="77777777" w:rsidR="00956211" w:rsidRPr="00AB227B" w:rsidRDefault="00956211" w:rsidP="009562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61</w:t>
            </w:r>
          </w:p>
        </w:tc>
      </w:tr>
      <w:tr w:rsidR="00956211" w:rsidRPr="00AB227B" w14:paraId="3C4FA023" w14:textId="77777777" w:rsidTr="00956211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61973D29" w14:textId="77777777" w:rsidR="00956211" w:rsidRPr="00AB227B" w:rsidRDefault="00956211" w:rsidP="0095621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02124688" w14:textId="77777777" w:rsidR="00956211" w:rsidRPr="00AB227B" w:rsidRDefault="00956211" w:rsidP="0095621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122893D2" w14:textId="77777777" w:rsidR="00956211" w:rsidRPr="00AB227B" w:rsidRDefault="00956211" w:rsidP="0095621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39BB8C8C" w14:textId="0CB1A95E" w:rsidR="00956211" w:rsidRPr="00AB227B" w:rsidRDefault="00956211" w:rsidP="0095621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Reprezentarea organelor de mașini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6B0BBC9C" w14:textId="77777777" w:rsidR="00956211" w:rsidRPr="00AB227B" w:rsidRDefault="00956211" w:rsidP="009562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62</w:t>
            </w:r>
          </w:p>
        </w:tc>
      </w:tr>
      <w:tr w:rsidR="00956211" w:rsidRPr="00AB227B" w14:paraId="29155283" w14:textId="77777777" w:rsidTr="00956211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55BF351B" w14:textId="77777777" w:rsidR="00956211" w:rsidRPr="00AB227B" w:rsidRDefault="00956211" w:rsidP="0095621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23653735" w14:textId="77777777" w:rsidR="00956211" w:rsidRPr="00AB227B" w:rsidRDefault="00956211" w:rsidP="0095621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7D03C364" w14:textId="77777777" w:rsidR="00956211" w:rsidRPr="00AB227B" w:rsidRDefault="00956211" w:rsidP="0095621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146BDD0D" w14:textId="6DC2438C" w:rsidR="00956211" w:rsidRPr="00AB227B" w:rsidRDefault="00956211" w:rsidP="0095621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Reprezentarea pieselor mecanice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090BE9CF" w14:textId="77777777" w:rsidR="00956211" w:rsidRPr="00AB227B" w:rsidRDefault="00956211" w:rsidP="009562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</w:t>
            </w:r>
          </w:p>
        </w:tc>
      </w:tr>
      <w:tr w:rsidR="00956211" w:rsidRPr="00AB227B" w14:paraId="5D195104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320B3ACA" w14:textId="77777777" w:rsidR="00956211" w:rsidRPr="00AB227B" w:rsidRDefault="00956211" w:rsidP="0095621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73DB30FF" w14:textId="77777777" w:rsidR="00956211" w:rsidRPr="00AB227B" w:rsidRDefault="00956211" w:rsidP="0095621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3AF389C4" w14:textId="77777777" w:rsidR="00956211" w:rsidRPr="00AB227B" w:rsidRDefault="00956211" w:rsidP="0095621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2BF90A08" w14:textId="4BAC64D0" w:rsidR="00956211" w:rsidRPr="00AB227B" w:rsidRDefault="00956211" w:rsidP="007B4A3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Senzori, traductoare </w:t>
            </w:r>
            <w:r w:rsidR="007B4A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</w:t>
            </w: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 automate programabile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0C02A8FB" w14:textId="77777777" w:rsidR="00956211" w:rsidRPr="00AB227B" w:rsidRDefault="00956211" w:rsidP="009562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64</w:t>
            </w:r>
          </w:p>
        </w:tc>
      </w:tr>
      <w:tr w:rsidR="00956211" w:rsidRPr="00AB227B" w14:paraId="0CDE7100" w14:textId="77777777" w:rsidTr="00956211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2F45EA42" w14:textId="77777777" w:rsidR="00956211" w:rsidRPr="00AB227B" w:rsidRDefault="00956211" w:rsidP="0095621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2838BDB8" w14:textId="77777777" w:rsidR="00956211" w:rsidRPr="00AB227B" w:rsidRDefault="00956211" w:rsidP="0095621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23D30A39" w14:textId="77777777" w:rsidR="00956211" w:rsidRPr="00AB227B" w:rsidRDefault="00956211" w:rsidP="0095621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723BE008" w14:textId="4E8AFBA6" w:rsidR="00956211" w:rsidRPr="00AB227B" w:rsidRDefault="00956211" w:rsidP="007B4A3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Sisteme de ac</w:t>
            </w:r>
            <w:r w:rsidR="007B4A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ionare electrică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7E0E7D00" w14:textId="77777777" w:rsidR="00956211" w:rsidRPr="00AB227B" w:rsidRDefault="00956211" w:rsidP="009562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65</w:t>
            </w:r>
          </w:p>
        </w:tc>
      </w:tr>
      <w:tr w:rsidR="00956211" w:rsidRPr="00AB227B" w14:paraId="72244B2E" w14:textId="77777777" w:rsidTr="00956211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4CA1B430" w14:textId="77777777" w:rsidR="00956211" w:rsidRPr="00AB227B" w:rsidRDefault="00956211" w:rsidP="0095621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728A6F33" w14:textId="77777777" w:rsidR="00956211" w:rsidRPr="00AB227B" w:rsidRDefault="00956211" w:rsidP="0095621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43D8E898" w14:textId="77777777" w:rsidR="00956211" w:rsidRPr="00AB227B" w:rsidRDefault="00956211" w:rsidP="0095621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735FECCD" w14:textId="26CB9F4B" w:rsidR="00956211" w:rsidRPr="00AB227B" w:rsidRDefault="00956211" w:rsidP="0095621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Sisteme, echipamente și aparate de bord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420C6FA8" w14:textId="77777777" w:rsidR="00956211" w:rsidRPr="00AB227B" w:rsidRDefault="00956211" w:rsidP="009562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66</w:t>
            </w:r>
          </w:p>
        </w:tc>
      </w:tr>
      <w:tr w:rsidR="00956211" w:rsidRPr="00AB227B" w14:paraId="13F09F6F" w14:textId="77777777" w:rsidTr="008E7E82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75652B07" w14:textId="77777777" w:rsidR="00956211" w:rsidRPr="00AB227B" w:rsidRDefault="00956211" w:rsidP="0095621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4530AD8B" w14:textId="77777777" w:rsidR="00956211" w:rsidRPr="00AB227B" w:rsidRDefault="00956211" w:rsidP="0095621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777E8D07" w14:textId="77777777" w:rsidR="00956211" w:rsidRPr="00AB227B" w:rsidRDefault="00956211" w:rsidP="0095621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4CF53616" w14:textId="6CAAC88D" w:rsidR="00956211" w:rsidRPr="00AB227B" w:rsidRDefault="00956211" w:rsidP="0095621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Sisteme de transport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7628BD3C" w14:textId="77777777" w:rsidR="00956211" w:rsidRPr="00AB227B" w:rsidRDefault="00956211" w:rsidP="009562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67</w:t>
            </w:r>
          </w:p>
        </w:tc>
      </w:tr>
      <w:tr w:rsidR="00956211" w:rsidRPr="00AB227B" w14:paraId="6AA00D75" w14:textId="77777777" w:rsidTr="008E7E82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112129E3" w14:textId="77777777" w:rsidR="00956211" w:rsidRPr="00AB227B" w:rsidRDefault="00956211" w:rsidP="0095621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4050A4A9" w14:textId="77777777" w:rsidR="00956211" w:rsidRPr="00AB227B" w:rsidRDefault="00956211" w:rsidP="0095621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70C9ADE6" w14:textId="77777777" w:rsidR="00956211" w:rsidRPr="00AB227B" w:rsidRDefault="00956211" w:rsidP="0095621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04214DD7" w14:textId="6EDCADEC" w:rsidR="00956211" w:rsidRPr="00AB227B" w:rsidRDefault="00956211" w:rsidP="0095621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Sisteme electro-hidropneumatice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0CB3D932" w14:textId="77777777" w:rsidR="00956211" w:rsidRPr="00AB227B" w:rsidRDefault="00956211" w:rsidP="009562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68</w:t>
            </w:r>
          </w:p>
        </w:tc>
      </w:tr>
      <w:tr w:rsidR="00956211" w:rsidRPr="00AB227B" w14:paraId="7E6D3C63" w14:textId="77777777" w:rsidTr="00956211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1931277C" w14:textId="77777777" w:rsidR="00956211" w:rsidRPr="00AB227B" w:rsidRDefault="00956211" w:rsidP="0095621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0DC47BB1" w14:textId="77777777" w:rsidR="00956211" w:rsidRPr="00AB227B" w:rsidRDefault="00956211" w:rsidP="0095621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45C9FF41" w14:textId="77777777" w:rsidR="00956211" w:rsidRPr="00AB227B" w:rsidRDefault="00956211" w:rsidP="0095621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7152452A" w14:textId="23093BBC" w:rsidR="00956211" w:rsidRPr="00AB227B" w:rsidRDefault="00956211" w:rsidP="0095621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Sisteme electromecanice pentru aeronave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7C345351" w14:textId="77777777" w:rsidR="00956211" w:rsidRPr="00AB227B" w:rsidRDefault="00956211" w:rsidP="009562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69</w:t>
            </w:r>
          </w:p>
        </w:tc>
      </w:tr>
      <w:tr w:rsidR="00956211" w:rsidRPr="00AB227B" w14:paraId="58679EE5" w14:textId="77777777" w:rsidTr="00956211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3FB2ACCF" w14:textId="77777777" w:rsidR="00956211" w:rsidRPr="00AB227B" w:rsidRDefault="00956211" w:rsidP="0095621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449C4B01" w14:textId="77777777" w:rsidR="00956211" w:rsidRPr="00AB227B" w:rsidRDefault="00956211" w:rsidP="0095621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3AF63BFB" w14:textId="77777777" w:rsidR="00956211" w:rsidRPr="00AB227B" w:rsidRDefault="00956211" w:rsidP="0095621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1367E520" w14:textId="34455EA9" w:rsidR="00956211" w:rsidRPr="00AB227B" w:rsidRDefault="00956211" w:rsidP="0095621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Sisteme tehnice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13CDC768" w14:textId="77777777" w:rsidR="00956211" w:rsidRPr="00AB227B" w:rsidRDefault="00956211" w:rsidP="009562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</w:t>
            </w:r>
          </w:p>
        </w:tc>
      </w:tr>
      <w:tr w:rsidR="00956211" w:rsidRPr="00AB227B" w14:paraId="5A32B8A0" w14:textId="77777777" w:rsidTr="00956211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1A47A749" w14:textId="77777777" w:rsidR="00956211" w:rsidRPr="00AB227B" w:rsidRDefault="00956211" w:rsidP="0095621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49E96B2B" w14:textId="77777777" w:rsidR="00956211" w:rsidRPr="00AB227B" w:rsidRDefault="00956211" w:rsidP="0095621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1AC12DAF" w14:textId="77777777" w:rsidR="00956211" w:rsidRPr="00AB227B" w:rsidRDefault="00956211" w:rsidP="0095621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00025CFB" w14:textId="644D382F" w:rsidR="00956211" w:rsidRPr="00AB227B" w:rsidRDefault="00956211" w:rsidP="0095621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Sistemele electrice și electronice ale autovehiculelor rutiere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75B5CAD1" w14:textId="77777777" w:rsidR="00956211" w:rsidRPr="00AB227B" w:rsidRDefault="00956211" w:rsidP="009562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71</w:t>
            </w:r>
          </w:p>
        </w:tc>
      </w:tr>
      <w:tr w:rsidR="00956211" w:rsidRPr="00AB227B" w14:paraId="27503C52" w14:textId="77777777" w:rsidTr="00956211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66E1ADC3" w14:textId="77777777" w:rsidR="00956211" w:rsidRPr="00AB227B" w:rsidRDefault="00956211" w:rsidP="0095621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7AD3F14C" w14:textId="77777777" w:rsidR="00956211" w:rsidRPr="00AB227B" w:rsidRDefault="00956211" w:rsidP="0095621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2FDCDA2F" w14:textId="77777777" w:rsidR="00956211" w:rsidRPr="00AB227B" w:rsidRDefault="00956211" w:rsidP="0095621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46AB145E" w14:textId="01714529" w:rsidR="00956211" w:rsidRPr="00AB227B" w:rsidRDefault="00956211" w:rsidP="0095621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Solicitări și măsurări tehnice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2C392514" w14:textId="77777777" w:rsidR="00956211" w:rsidRPr="00AB227B" w:rsidRDefault="00956211" w:rsidP="009562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72</w:t>
            </w:r>
          </w:p>
        </w:tc>
      </w:tr>
      <w:tr w:rsidR="00956211" w:rsidRPr="00AB227B" w14:paraId="4BFD1876" w14:textId="77777777" w:rsidTr="00956211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4C26D747" w14:textId="77777777" w:rsidR="00956211" w:rsidRPr="00AB227B" w:rsidRDefault="00956211" w:rsidP="0095621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091D8F32" w14:textId="77777777" w:rsidR="00956211" w:rsidRPr="00AB227B" w:rsidRDefault="00956211" w:rsidP="0095621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4E0B20D1" w14:textId="77777777" w:rsidR="00956211" w:rsidRPr="00AB227B" w:rsidRDefault="00956211" w:rsidP="0095621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1BF6DFD9" w14:textId="7176E073" w:rsidR="00956211" w:rsidRPr="00AB227B" w:rsidRDefault="00956211" w:rsidP="0095621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Stagii de pregătire practică – CDL - clasa a IX-a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68F64D37" w14:textId="77777777" w:rsidR="00956211" w:rsidRPr="00AB227B" w:rsidRDefault="00956211" w:rsidP="009562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73</w:t>
            </w:r>
          </w:p>
        </w:tc>
      </w:tr>
      <w:tr w:rsidR="00956211" w:rsidRPr="00AB227B" w14:paraId="311FB04A" w14:textId="77777777" w:rsidTr="00956211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47A04CC5" w14:textId="77777777" w:rsidR="00956211" w:rsidRPr="00AB227B" w:rsidRDefault="00956211" w:rsidP="0095621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6BADFC9A" w14:textId="77777777" w:rsidR="00956211" w:rsidRPr="00AB227B" w:rsidRDefault="00956211" w:rsidP="0095621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0CC09463" w14:textId="77777777" w:rsidR="00956211" w:rsidRPr="00AB227B" w:rsidRDefault="00956211" w:rsidP="0095621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530957EE" w14:textId="788DA292" w:rsidR="00956211" w:rsidRPr="00AB227B" w:rsidRDefault="00956211" w:rsidP="0095621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Stagii de pregătire practică – CDL – clasa a X-a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287F279E" w14:textId="77777777" w:rsidR="00956211" w:rsidRPr="00AB227B" w:rsidRDefault="00956211" w:rsidP="009562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74</w:t>
            </w:r>
          </w:p>
        </w:tc>
      </w:tr>
      <w:tr w:rsidR="00956211" w:rsidRPr="00AB227B" w14:paraId="6E555C21" w14:textId="77777777" w:rsidTr="00956211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27BAE332" w14:textId="77777777" w:rsidR="00956211" w:rsidRPr="00AB227B" w:rsidRDefault="00956211" w:rsidP="0095621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47AAC69C" w14:textId="77777777" w:rsidR="00956211" w:rsidRPr="00AB227B" w:rsidRDefault="00956211" w:rsidP="0095621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7D923984" w14:textId="77777777" w:rsidR="00956211" w:rsidRPr="00AB227B" w:rsidRDefault="00956211" w:rsidP="0095621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6DB57DE7" w14:textId="6CA2BE16" w:rsidR="00956211" w:rsidRPr="00AB227B" w:rsidRDefault="00956211" w:rsidP="0095621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Stagiu de pregătire practică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66ABF7FC" w14:textId="77777777" w:rsidR="00956211" w:rsidRPr="00AB227B" w:rsidRDefault="00956211" w:rsidP="009562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75</w:t>
            </w:r>
          </w:p>
        </w:tc>
      </w:tr>
      <w:tr w:rsidR="00956211" w:rsidRPr="00AB227B" w14:paraId="2375A1A3" w14:textId="77777777" w:rsidTr="00956211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5BBC592B" w14:textId="77777777" w:rsidR="00956211" w:rsidRPr="00AB227B" w:rsidRDefault="00956211" w:rsidP="0095621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63B5B823" w14:textId="77777777" w:rsidR="00956211" w:rsidRPr="00AB227B" w:rsidRDefault="00956211" w:rsidP="0095621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4D65F7AC" w14:textId="77777777" w:rsidR="00956211" w:rsidRPr="00AB227B" w:rsidRDefault="00956211" w:rsidP="0095621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5BDB5CF8" w14:textId="065043BD" w:rsidR="00956211" w:rsidRPr="00AB227B" w:rsidRDefault="00956211" w:rsidP="0095621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Surse regenerabile de energie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098A8DFC" w14:textId="77777777" w:rsidR="00956211" w:rsidRPr="00AB227B" w:rsidRDefault="00956211" w:rsidP="009562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76</w:t>
            </w:r>
          </w:p>
        </w:tc>
      </w:tr>
      <w:tr w:rsidR="00956211" w:rsidRPr="00AB227B" w14:paraId="30304B61" w14:textId="77777777" w:rsidTr="00956211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72C6C0AE" w14:textId="77777777" w:rsidR="00956211" w:rsidRPr="00AB227B" w:rsidRDefault="00956211" w:rsidP="0095621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4DDAC494" w14:textId="77777777" w:rsidR="00956211" w:rsidRPr="00AB227B" w:rsidRDefault="00956211" w:rsidP="0095621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5CB434DC" w14:textId="77777777" w:rsidR="00956211" w:rsidRPr="00AB227B" w:rsidRDefault="00956211" w:rsidP="0095621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085CC6A0" w14:textId="0B5370FB" w:rsidR="00956211" w:rsidRPr="00AB227B" w:rsidRDefault="00956211" w:rsidP="0095621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Tehnici de măsurare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6A3C8E69" w14:textId="77777777" w:rsidR="00956211" w:rsidRPr="00AB227B" w:rsidRDefault="00956211" w:rsidP="009562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77</w:t>
            </w:r>
          </w:p>
        </w:tc>
      </w:tr>
      <w:tr w:rsidR="00956211" w:rsidRPr="00AB227B" w14:paraId="0F6CFE77" w14:textId="77777777" w:rsidTr="00956211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47C89E08" w14:textId="77777777" w:rsidR="00956211" w:rsidRPr="00AB227B" w:rsidRDefault="00956211" w:rsidP="0095621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766371EB" w14:textId="77777777" w:rsidR="00956211" w:rsidRPr="00AB227B" w:rsidRDefault="00956211" w:rsidP="0095621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60163C7B" w14:textId="77777777" w:rsidR="00956211" w:rsidRPr="00AB227B" w:rsidRDefault="00956211" w:rsidP="0095621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501B1B1E" w14:textId="1B21F413" w:rsidR="00956211" w:rsidRPr="00AB227B" w:rsidRDefault="00956211" w:rsidP="0095621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Tehnologia elaborării și prelucrării semifabricatelor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3AEC1EF9" w14:textId="77777777" w:rsidR="00956211" w:rsidRPr="00AB227B" w:rsidRDefault="00956211" w:rsidP="009562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78</w:t>
            </w:r>
          </w:p>
        </w:tc>
      </w:tr>
      <w:tr w:rsidR="00956211" w:rsidRPr="00AB227B" w14:paraId="64E8BAE8" w14:textId="77777777" w:rsidTr="00956211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636AE40F" w14:textId="77777777" w:rsidR="00956211" w:rsidRPr="00AB227B" w:rsidRDefault="00956211" w:rsidP="0095621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16BC0292" w14:textId="77777777" w:rsidR="00956211" w:rsidRPr="00AB227B" w:rsidRDefault="00956211" w:rsidP="0095621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45BB5CD3" w14:textId="77777777" w:rsidR="00956211" w:rsidRPr="00AB227B" w:rsidRDefault="00956211" w:rsidP="0095621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3FE4F6ED" w14:textId="009D3ACC" w:rsidR="00956211" w:rsidRPr="00AB227B" w:rsidRDefault="00956211" w:rsidP="0095621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Tehnologia lucrărilor mecanice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4DE1A7A1" w14:textId="77777777" w:rsidR="00956211" w:rsidRPr="00AB227B" w:rsidRDefault="00956211" w:rsidP="009562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79</w:t>
            </w:r>
          </w:p>
        </w:tc>
      </w:tr>
      <w:tr w:rsidR="00956211" w:rsidRPr="00AB227B" w14:paraId="58DE79CD" w14:textId="77777777" w:rsidTr="008E7E82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4F5733F1" w14:textId="77777777" w:rsidR="00956211" w:rsidRPr="00AB227B" w:rsidRDefault="00956211" w:rsidP="0095621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5F708056" w14:textId="77777777" w:rsidR="00956211" w:rsidRPr="00AB227B" w:rsidRDefault="00956211" w:rsidP="0095621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79F850A2" w14:textId="77777777" w:rsidR="00956211" w:rsidRPr="00AB227B" w:rsidRDefault="00956211" w:rsidP="0095621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463A5E8C" w14:textId="2AE558EF" w:rsidR="00956211" w:rsidRPr="00AB227B" w:rsidRDefault="00956211" w:rsidP="0095621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Tehnologie generală electrotehnică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4849F8E6" w14:textId="77777777" w:rsidR="00956211" w:rsidRPr="00AB227B" w:rsidRDefault="00956211" w:rsidP="009562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80</w:t>
            </w:r>
          </w:p>
        </w:tc>
      </w:tr>
      <w:tr w:rsidR="00956211" w:rsidRPr="00AB227B" w14:paraId="1766C4F0" w14:textId="77777777" w:rsidTr="008E7E82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69F39D0A" w14:textId="77777777" w:rsidR="00956211" w:rsidRPr="00AB227B" w:rsidRDefault="00956211" w:rsidP="0095621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41DC743B" w14:textId="77777777" w:rsidR="00956211" w:rsidRPr="00AB227B" w:rsidRDefault="00956211" w:rsidP="0095621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4163CEFB" w14:textId="77777777" w:rsidR="00956211" w:rsidRPr="00AB227B" w:rsidRDefault="00956211" w:rsidP="0095621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2D083AF7" w14:textId="3B91A4D7" w:rsidR="00956211" w:rsidRPr="00AB227B" w:rsidRDefault="00956211" w:rsidP="0095621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Tehnologii de asamblare mecanică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2FCAF005" w14:textId="77777777" w:rsidR="00956211" w:rsidRPr="00AB227B" w:rsidRDefault="00956211" w:rsidP="009562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81</w:t>
            </w:r>
          </w:p>
        </w:tc>
      </w:tr>
      <w:tr w:rsidR="00956211" w:rsidRPr="00AB227B" w14:paraId="52E1EFEC" w14:textId="77777777" w:rsidTr="008E7E82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5C9DEBD9" w14:textId="77777777" w:rsidR="00956211" w:rsidRPr="00AB227B" w:rsidRDefault="00956211" w:rsidP="0095621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316DDAAB" w14:textId="77777777" w:rsidR="00956211" w:rsidRPr="00AB227B" w:rsidRDefault="00956211" w:rsidP="0095621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5E6AAF1B" w14:textId="77777777" w:rsidR="00956211" w:rsidRPr="00AB227B" w:rsidRDefault="00956211" w:rsidP="0095621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3DCC889C" w14:textId="5D6D8D2E" w:rsidR="00956211" w:rsidRPr="00AB227B" w:rsidRDefault="00956211" w:rsidP="0095621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Traductoare utilizate în automatizări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6AA18E6E" w14:textId="77777777" w:rsidR="00956211" w:rsidRPr="00AB227B" w:rsidRDefault="00956211" w:rsidP="009562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82</w:t>
            </w:r>
          </w:p>
        </w:tc>
      </w:tr>
      <w:tr w:rsidR="00956211" w:rsidRPr="00AB227B" w14:paraId="226FE7C3" w14:textId="77777777" w:rsidTr="00956211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40BE0208" w14:textId="77777777" w:rsidR="00956211" w:rsidRPr="00AB227B" w:rsidRDefault="00956211" w:rsidP="0095621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5460C9D1" w14:textId="77777777" w:rsidR="00956211" w:rsidRPr="00AB227B" w:rsidRDefault="00956211" w:rsidP="0095621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202B39C2" w14:textId="77777777" w:rsidR="00956211" w:rsidRPr="00AB227B" w:rsidRDefault="00956211" w:rsidP="0095621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3553915B" w14:textId="4ECE015D" w:rsidR="00956211" w:rsidRPr="00AB227B" w:rsidRDefault="00956211" w:rsidP="0095621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Transmisii mecanice și mecanisme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61FC2DA4" w14:textId="77777777" w:rsidR="00956211" w:rsidRPr="00AB227B" w:rsidRDefault="00956211" w:rsidP="009562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83</w:t>
            </w:r>
          </w:p>
        </w:tc>
      </w:tr>
      <w:tr w:rsidR="00956211" w:rsidRPr="00AB227B" w14:paraId="57B02884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</w:tcPr>
          <w:p w14:paraId="11BBA118" w14:textId="77777777" w:rsidR="00956211" w:rsidRPr="00AB227B" w:rsidRDefault="00956211" w:rsidP="0095621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</w:tcPr>
          <w:p w14:paraId="661FC24D" w14:textId="77777777" w:rsidR="00956211" w:rsidRPr="00AB227B" w:rsidRDefault="00956211" w:rsidP="0095621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</w:tcPr>
          <w:p w14:paraId="6B6DE0BB" w14:textId="77777777" w:rsidR="00956211" w:rsidRPr="00AB227B" w:rsidRDefault="00956211" w:rsidP="0095621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71536130" w14:textId="50173CF4" w:rsidR="00956211" w:rsidRPr="00AB227B" w:rsidRDefault="00956211" w:rsidP="0095621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Tratamente termice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26C46700" w14:textId="07D101C0" w:rsidR="00956211" w:rsidRPr="00AB227B" w:rsidRDefault="00956211" w:rsidP="009562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84</w:t>
            </w:r>
          </w:p>
        </w:tc>
      </w:tr>
      <w:tr w:rsidR="00956211" w:rsidRPr="00AB227B" w14:paraId="269D5D6E" w14:textId="77777777" w:rsidTr="00956211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3A1AEEFE" w14:textId="77777777" w:rsidR="00956211" w:rsidRPr="00AB227B" w:rsidRDefault="00956211" w:rsidP="0095621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364F673B" w14:textId="77777777" w:rsidR="00956211" w:rsidRPr="00AB227B" w:rsidRDefault="00956211" w:rsidP="0095621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1F381DEC" w14:textId="77777777" w:rsidR="00956211" w:rsidRPr="00AB227B" w:rsidRDefault="00956211" w:rsidP="0095621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46E0B842" w14:textId="268A3342" w:rsidR="00956211" w:rsidRPr="00AB227B" w:rsidRDefault="00956211" w:rsidP="0095621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Tratamente termice aplicate pieselor la cald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3609876E" w14:textId="4F07B6DB" w:rsidR="00956211" w:rsidRPr="00AB227B" w:rsidRDefault="00956211" w:rsidP="009562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85</w:t>
            </w:r>
          </w:p>
        </w:tc>
      </w:tr>
      <w:tr w:rsidR="00956211" w:rsidRPr="00AB227B" w14:paraId="53B34550" w14:textId="77777777" w:rsidTr="00956211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7E160FF6" w14:textId="77777777" w:rsidR="00956211" w:rsidRPr="00AB227B" w:rsidRDefault="00956211" w:rsidP="0095621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2F6F49C1" w14:textId="77777777" w:rsidR="00956211" w:rsidRPr="00AB227B" w:rsidRDefault="00956211" w:rsidP="0095621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5B6D2E7A" w14:textId="77777777" w:rsidR="00956211" w:rsidRPr="00AB227B" w:rsidRDefault="00956211" w:rsidP="0095621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069CF576" w14:textId="1EDD43EB" w:rsidR="00956211" w:rsidRPr="00AB227B" w:rsidRDefault="00956211" w:rsidP="0095621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Verificarea metrologică și etalonarea mijloacelor de măsurare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4E815C00" w14:textId="4C9207EE" w:rsidR="00956211" w:rsidRPr="00AB227B" w:rsidRDefault="00956211" w:rsidP="009562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86</w:t>
            </w:r>
          </w:p>
        </w:tc>
      </w:tr>
    </w:tbl>
    <w:p w14:paraId="27708456" w14:textId="77777777" w:rsidR="00956211" w:rsidRPr="00AB227B" w:rsidRDefault="00956211">
      <w:pPr>
        <w:rPr>
          <w:color w:val="000000" w:themeColor="text1"/>
        </w:rPr>
      </w:pPr>
    </w:p>
    <w:p w14:paraId="2291B0C9" w14:textId="77777777" w:rsidR="00956211" w:rsidRPr="00AB227B" w:rsidRDefault="00956211">
      <w:pPr>
        <w:rPr>
          <w:color w:val="000000" w:themeColor="text1"/>
        </w:rPr>
      </w:pPr>
    </w:p>
    <w:p w14:paraId="4A37C4D1" w14:textId="77777777" w:rsidR="00956211" w:rsidRPr="00AB227B" w:rsidRDefault="00956211">
      <w:pPr>
        <w:rPr>
          <w:color w:val="000000" w:themeColor="text1"/>
        </w:rPr>
      </w:pPr>
    </w:p>
    <w:p w14:paraId="58866FCC" w14:textId="77777777" w:rsidR="00956211" w:rsidRPr="00AB227B" w:rsidRDefault="00956211">
      <w:pPr>
        <w:rPr>
          <w:color w:val="000000" w:themeColor="text1"/>
        </w:rPr>
      </w:pPr>
    </w:p>
    <w:p w14:paraId="387BD833" w14:textId="77777777" w:rsidR="00956211" w:rsidRPr="00AB227B" w:rsidRDefault="00956211">
      <w:pPr>
        <w:rPr>
          <w:color w:val="000000" w:themeColor="text1"/>
        </w:rPr>
      </w:pPr>
    </w:p>
    <w:p w14:paraId="0221F65F" w14:textId="77777777" w:rsidR="00956211" w:rsidRPr="00AB227B" w:rsidRDefault="00956211">
      <w:pPr>
        <w:rPr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467"/>
        <w:gridCol w:w="1245"/>
        <w:gridCol w:w="1793"/>
        <w:gridCol w:w="4137"/>
        <w:gridCol w:w="420"/>
      </w:tblGrid>
      <w:tr w:rsidR="00BA3CDF" w:rsidRPr="00AB227B" w14:paraId="6BC45289" w14:textId="77777777" w:rsidTr="00BA3CDF">
        <w:trPr>
          <w:cantSplit/>
          <w:trHeight w:val="20"/>
          <w:tblHeader/>
        </w:trPr>
        <w:tc>
          <w:tcPr>
            <w:tcW w:w="1467" w:type="dxa"/>
            <w:shd w:val="clear" w:color="auto" w:fill="EDEDED" w:themeFill="accent3" w:themeFillTint="33"/>
            <w:tcMar>
              <w:left w:w="28" w:type="dxa"/>
              <w:right w:w="28" w:type="dxa"/>
            </w:tcMar>
            <w:vAlign w:val="center"/>
            <w:hideMark/>
          </w:tcPr>
          <w:p w14:paraId="57448694" w14:textId="60D0E4B9" w:rsidR="00BA3CDF" w:rsidRPr="00AB227B" w:rsidRDefault="00BA3CDF" w:rsidP="00833F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Nivel</w:t>
            </w:r>
          </w:p>
        </w:tc>
        <w:tc>
          <w:tcPr>
            <w:tcW w:w="1245" w:type="dxa"/>
            <w:shd w:val="clear" w:color="auto" w:fill="EDEDED" w:themeFill="accent3" w:themeFillTint="33"/>
            <w:tcMar>
              <w:left w:w="28" w:type="dxa"/>
              <w:right w:w="28" w:type="dxa"/>
            </w:tcMar>
            <w:vAlign w:val="center"/>
            <w:hideMark/>
          </w:tcPr>
          <w:p w14:paraId="7AEBD00D" w14:textId="77777777" w:rsidR="00BA3CDF" w:rsidRPr="00AB227B" w:rsidRDefault="00BA3CDF" w:rsidP="00833F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Domeniul</w:t>
            </w:r>
          </w:p>
        </w:tc>
        <w:tc>
          <w:tcPr>
            <w:tcW w:w="1793" w:type="dxa"/>
            <w:shd w:val="clear" w:color="auto" w:fill="EDEDED" w:themeFill="accent3" w:themeFillTint="33"/>
            <w:tcMar>
              <w:left w:w="28" w:type="dxa"/>
              <w:right w:w="28" w:type="dxa"/>
            </w:tcMar>
            <w:vAlign w:val="center"/>
            <w:hideMark/>
          </w:tcPr>
          <w:p w14:paraId="43997F54" w14:textId="77777777" w:rsidR="00BA3CDF" w:rsidRPr="00AB227B" w:rsidRDefault="00BA3CDF" w:rsidP="00833F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Profilul postului/catedrei</w:t>
            </w:r>
          </w:p>
        </w:tc>
        <w:tc>
          <w:tcPr>
            <w:tcW w:w="4137" w:type="dxa"/>
            <w:shd w:val="clear" w:color="auto" w:fill="EDEDED" w:themeFill="accent3" w:themeFillTint="33"/>
            <w:tcMar>
              <w:left w:w="28" w:type="dxa"/>
              <w:right w:w="28" w:type="dxa"/>
            </w:tcMar>
            <w:vAlign w:val="center"/>
            <w:hideMark/>
          </w:tcPr>
          <w:p w14:paraId="72B6960D" w14:textId="77777777" w:rsidR="00BA3CDF" w:rsidRPr="00AB227B" w:rsidRDefault="00BA3CDF" w:rsidP="00833F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Discipline/module din profilul postului / catedrei</w:t>
            </w:r>
          </w:p>
        </w:tc>
        <w:tc>
          <w:tcPr>
            <w:tcW w:w="420" w:type="dxa"/>
            <w:vMerge w:val="restart"/>
            <w:shd w:val="clear" w:color="auto" w:fill="EDEDED" w:themeFill="accent3" w:themeFillTint="33"/>
            <w:tcMar>
              <w:left w:w="28" w:type="dxa"/>
              <w:right w:w="28" w:type="dxa"/>
            </w:tcMar>
            <w:vAlign w:val="center"/>
            <w:hideMark/>
          </w:tcPr>
          <w:p w14:paraId="61A75713" w14:textId="77777777" w:rsidR="00BA3CDF" w:rsidRPr="00AB227B" w:rsidRDefault="00BA3CDF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Nr. crt.</w:t>
            </w:r>
          </w:p>
        </w:tc>
      </w:tr>
      <w:tr w:rsidR="00BA3CDF" w:rsidRPr="00AB227B" w14:paraId="4F50B86D" w14:textId="77777777" w:rsidTr="00BA3CDF">
        <w:trPr>
          <w:cantSplit/>
          <w:trHeight w:val="20"/>
          <w:tblHeader/>
        </w:trPr>
        <w:tc>
          <w:tcPr>
            <w:tcW w:w="1467" w:type="dxa"/>
            <w:shd w:val="clear" w:color="auto" w:fill="EDEDED" w:themeFill="accent3" w:themeFillTint="33"/>
            <w:tcMar>
              <w:left w:w="28" w:type="dxa"/>
              <w:right w:w="28" w:type="dxa"/>
            </w:tcMar>
            <w:vAlign w:val="center"/>
            <w:hideMark/>
          </w:tcPr>
          <w:p w14:paraId="659F3B6B" w14:textId="77777777" w:rsidR="00BA3CDF" w:rsidRPr="00AB227B" w:rsidRDefault="00BA3CDF" w:rsidP="00833F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Învățământ profesional</w:t>
            </w:r>
          </w:p>
        </w:tc>
        <w:tc>
          <w:tcPr>
            <w:tcW w:w="1245" w:type="dxa"/>
            <w:shd w:val="clear" w:color="auto" w:fill="EDEDED" w:themeFill="accent3" w:themeFillTint="33"/>
            <w:tcMar>
              <w:left w:w="28" w:type="dxa"/>
              <w:right w:w="28" w:type="dxa"/>
            </w:tcMar>
            <w:vAlign w:val="center"/>
            <w:hideMark/>
          </w:tcPr>
          <w:p w14:paraId="28B75635" w14:textId="77777777" w:rsidR="00BA3CDF" w:rsidRPr="00AB227B" w:rsidRDefault="00BA3CDF" w:rsidP="00833F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17. Transporturi</w:t>
            </w:r>
          </w:p>
        </w:tc>
        <w:tc>
          <w:tcPr>
            <w:tcW w:w="1793" w:type="dxa"/>
            <w:shd w:val="clear" w:color="auto" w:fill="EDEDED" w:themeFill="accent3" w:themeFillTint="33"/>
            <w:tcMar>
              <w:left w:w="28" w:type="dxa"/>
              <w:right w:w="28" w:type="dxa"/>
            </w:tcMar>
            <w:vAlign w:val="center"/>
            <w:hideMark/>
          </w:tcPr>
          <w:p w14:paraId="1C72FD08" w14:textId="77777777" w:rsidR="00BA3CDF" w:rsidRPr="00AB227B" w:rsidRDefault="00BA3CDF" w:rsidP="00833F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17.1. Transporturi / Transporturi auto</w:t>
            </w:r>
          </w:p>
        </w:tc>
        <w:tc>
          <w:tcPr>
            <w:tcW w:w="4137" w:type="dxa"/>
            <w:shd w:val="clear" w:color="auto" w:fill="EDEDED" w:themeFill="accent3" w:themeFillTint="33"/>
            <w:tcMar>
              <w:left w:w="28" w:type="dxa"/>
              <w:right w:w="28" w:type="dxa"/>
            </w:tcMar>
            <w:vAlign w:val="center"/>
            <w:hideMark/>
          </w:tcPr>
          <w:p w14:paraId="0261E437" w14:textId="77777777" w:rsidR="00BA3CDF" w:rsidRPr="00AB227B" w:rsidRDefault="00BA3CDF" w:rsidP="00833F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ANEXA 17.1</w:t>
            </w:r>
          </w:p>
        </w:tc>
        <w:tc>
          <w:tcPr>
            <w:tcW w:w="420" w:type="dxa"/>
            <w:vMerge/>
            <w:shd w:val="clear" w:color="auto" w:fill="EDEDED" w:themeFill="accent3" w:themeFillTint="33"/>
            <w:tcMar>
              <w:left w:w="28" w:type="dxa"/>
              <w:right w:w="28" w:type="dxa"/>
            </w:tcMar>
            <w:vAlign w:val="center"/>
            <w:hideMark/>
          </w:tcPr>
          <w:p w14:paraId="007CD053" w14:textId="579BC187" w:rsidR="00BA3CDF" w:rsidRPr="00AB227B" w:rsidRDefault="00BA3CDF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C652C7" w:rsidRPr="00AB227B" w14:paraId="57396543" w14:textId="77777777" w:rsidTr="00BA3CDF">
        <w:trPr>
          <w:cantSplit/>
          <w:trHeight w:val="20"/>
        </w:trPr>
        <w:tc>
          <w:tcPr>
            <w:tcW w:w="1467" w:type="dxa"/>
            <w:vMerge w:val="restart"/>
            <w:tcMar>
              <w:left w:w="28" w:type="dxa"/>
              <w:right w:w="28" w:type="dxa"/>
            </w:tcMar>
            <w:hideMark/>
          </w:tcPr>
          <w:p w14:paraId="66C007E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5" w:type="dxa"/>
            <w:vMerge w:val="restart"/>
            <w:tcMar>
              <w:left w:w="28" w:type="dxa"/>
              <w:right w:w="28" w:type="dxa"/>
            </w:tcMar>
            <w:hideMark/>
          </w:tcPr>
          <w:p w14:paraId="6FFB2B1C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793" w:type="dxa"/>
            <w:vMerge w:val="restart"/>
            <w:tcMar>
              <w:left w:w="28" w:type="dxa"/>
              <w:right w:w="28" w:type="dxa"/>
            </w:tcMar>
            <w:hideMark/>
          </w:tcPr>
          <w:p w14:paraId="11B1D25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6DDF7FDD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Aliaje pentru turnare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323931D4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</w:tr>
      <w:tr w:rsidR="00C652C7" w:rsidRPr="00AB227B" w14:paraId="15B852EA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4FEE8D9C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0DBB8473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6DD4DD0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1A30710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Asamblarea ștanțelor și matrițelor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4F6CA30F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</w:tr>
      <w:tr w:rsidR="00C652C7" w:rsidRPr="00AB227B" w14:paraId="0E5744E2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5B519407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63A8B32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59ED9424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0A59130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Asamblări mecanice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163BC73E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</w:tr>
      <w:tr w:rsidR="00C652C7" w:rsidRPr="00AB227B" w14:paraId="7933E0BF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44FA3DC9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4F211DE3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44846D73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2767A26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Automobile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4DCE2A26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</w:tr>
      <w:tr w:rsidR="00C652C7" w:rsidRPr="00AB227B" w14:paraId="0BFD6C45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564203A2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3D924E9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30DEEB6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72F98663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Calitatea produselor și serviciilor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69A5781A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</w:tr>
      <w:tr w:rsidR="00C652C7" w:rsidRPr="00AB227B" w14:paraId="521DE991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142F38FC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72A9CB93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76F3B0CC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7DD27F9C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CDL- clasa a IX-a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0F768D78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</w:tr>
      <w:tr w:rsidR="00C652C7" w:rsidRPr="00AB227B" w14:paraId="05FF9148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6096499F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009352D3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2EDD1802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72EED6C5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CDL- clasa a X-a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4FB24B4C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</w:tr>
      <w:tr w:rsidR="00C652C7" w:rsidRPr="00AB227B" w14:paraId="4B2B4A6A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3875357F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039227C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190C9A3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13850E2B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CDL- clasa a XI-a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727D4775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</w:tr>
      <w:tr w:rsidR="00C652C7" w:rsidRPr="00AB227B" w14:paraId="1A7374AD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56D2A889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6A987C6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76E9D6E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03E576EB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Componentele structurilor metalice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150FCE8B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</w:tr>
      <w:tr w:rsidR="00C652C7" w:rsidRPr="00AB227B" w14:paraId="695DF45C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5A4FE3F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45E87F4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036686E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0F521ECB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Conducere și elemente de legislație rutieră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5C74012D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</w:tr>
      <w:tr w:rsidR="00C652C7" w:rsidRPr="00AB227B" w14:paraId="2542B83C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5474658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1067F2C4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7ED9134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68C689D3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Conducerea automobilului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23A25279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</w:t>
            </w:r>
          </w:p>
        </w:tc>
      </w:tr>
      <w:tr w:rsidR="00C652C7" w:rsidRPr="00AB227B" w14:paraId="4BA7870C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0BA2AC3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7AB497D5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7D31C3E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79349887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Consiliere și orientare clasa a IX-a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71CC74BE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</w:p>
        </w:tc>
      </w:tr>
      <w:tr w:rsidR="00C652C7" w:rsidRPr="00AB227B" w14:paraId="25133881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74F4B21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6A6141A5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30204BC2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62070BC5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Consiliere și orientare clasa a X-a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435B6A8B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</w:t>
            </w:r>
          </w:p>
        </w:tc>
      </w:tr>
      <w:tr w:rsidR="00C652C7" w:rsidRPr="00AB227B" w14:paraId="751511E2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6D6B76D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4EBA147B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53B0838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35B2D1DF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Consiliere și orientare clasa a XI-a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282A2D35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</w:t>
            </w:r>
          </w:p>
        </w:tc>
      </w:tr>
      <w:tr w:rsidR="00C652C7" w:rsidRPr="00AB227B" w14:paraId="5A9D806D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445BFDD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1825185D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62246EA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2AB66985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Construcția aeronavelor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32FACD2A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</w:t>
            </w:r>
          </w:p>
        </w:tc>
      </w:tr>
      <w:tr w:rsidR="00C652C7" w:rsidRPr="00AB227B" w14:paraId="408F8BAC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6754A9F7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360956CD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1F53C9CC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6C7149FC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Construcția structurii aeronavelor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51302F33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</w:t>
            </w:r>
          </w:p>
        </w:tc>
      </w:tr>
      <w:tr w:rsidR="00C652C7" w:rsidRPr="00AB227B" w14:paraId="03A19D14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5DEE1EA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131AA5F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005EB30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4C06DE65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Construcția și funcționarea automobilului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3E8EB424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</w:t>
            </w:r>
          </w:p>
        </w:tc>
      </w:tr>
      <w:tr w:rsidR="00C652C7" w:rsidRPr="00AB227B" w14:paraId="42C23518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6A13AD2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0FE5B2EB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7A0D925F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75B53EC5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Economia întreprinderii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4535F9F0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</w:t>
            </w:r>
          </w:p>
        </w:tc>
      </w:tr>
      <w:tr w:rsidR="00C652C7" w:rsidRPr="00AB227B" w14:paraId="5702EC05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2F7BA972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36203815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0D1443E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5D7E2A05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Elaborarea fontei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4C1EDCA1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</w:t>
            </w:r>
          </w:p>
        </w:tc>
      </w:tr>
      <w:tr w:rsidR="00C652C7" w:rsidRPr="00AB227B" w14:paraId="2A0CD230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26256C5C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04BAD885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0F112AA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209E1552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Elaborarea oțelului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6BA4BDA8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</w:t>
            </w:r>
          </w:p>
        </w:tc>
      </w:tr>
      <w:tr w:rsidR="00C652C7" w:rsidRPr="00AB227B" w14:paraId="24566EAC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48E85487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13FF97C3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4F6DC9B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41E03BF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Executarea ștanțelor și matrițelor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526914F9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</w:t>
            </w:r>
          </w:p>
        </w:tc>
      </w:tr>
      <w:tr w:rsidR="00C652C7" w:rsidRPr="00AB227B" w14:paraId="36C54E71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22E08AA3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1B33540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1B2A541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41E92397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Executarea utilajelor tehnologice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28072FE6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</w:t>
            </w:r>
          </w:p>
        </w:tc>
      </w:tr>
      <w:tr w:rsidR="00C652C7" w:rsidRPr="00AB227B" w14:paraId="2C64F8DB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4A5F0E4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3BB2BF3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535E4E29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63E9690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Fabricația structurii aeronavelor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0C6F7EED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</w:t>
            </w:r>
          </w:p>
        </w:tc>
      </w:tr>
      <w:tr w:rsidR="00C652C7" w:rsidRPr="00AB227B" w14:paraId="26FAF1DF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38ABAA39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2CAE1D2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2EA24AB3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23187877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Forme de turnare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7CD232FC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</w:t>
            </w:r>
          </w:p>
        </w:tc>
      </w:tr>
      <w:tr w:rsidR="00C652C7" w:rsidRPr="00AB227B" w14:paraId="62820E60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041DC97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05C6785B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2A03EF49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73FF8E25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Garnituri de model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2DFD1E59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</w:t>
            </w:r>
          </w:p>
        </w:tc>
      </w:tr>
      <w:tr w:rsidR="00C652C7" w:rsidRPr="00AB227B" w14:paraId="10F8E27B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326E751B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528F6CC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634D755F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2D9C9E3F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Instalații și aparatele de bord ale aeronavelor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6C6F9D77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</w:t>
            </w:r>
          </w:p>
        </w:tc>
      </w:tr>
      <w:tr w:rsidR="00C652C7" w:rsidRPr="00AB227B" w14:paraId="4B4CBC68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37155317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48215AF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42ACA09C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739A4E72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Instalații și echipamente pentru aeronave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01C05A16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</w:t>
            </w:r>
          </w:p>
        </w:tc>
      </w:tr>
      <w:tr w:rsidR="00C652C7" w:rsidRPr="00AB227B" w14:paraId="4E91B9CC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59E4C763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38C1F722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0432A8D9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268449F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Întreținerea mașinilor și utilajelor agricole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3C16B7B0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</w:t>
            </w:r>
          </w:p>
        </w:tc>
      </w:tr>
      <w:tr w:rsidR="00C652C7" w:rsidRPr="00AB227B" w14:paraId="70C0AA06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47919F4D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38991ECC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653F3912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457D53E3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Întreținerea și repararea elementelor de caroserie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7407F7F7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</w:t>
            </w:r>
          </w:p>
        </w:tc>
      </w:tr>
      <w:tr w:rsidR="00C652C7" w:rsidRPr="00AB227B" w14:paraId="52F649DC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2A47AC94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1AB4821C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19F02592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2CDE0AC3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Lăcătușerie generală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5D4FA192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</w:p>
        </w:tc>
      </w:tr>
      <w:tr w:rsidR="00C652C7" w:rsidRPr="00AB227B" w14:paraId="0A9E894B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4D7C655F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3849CF4B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02A24BA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273D5CF3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Manipularea mărfurilor în port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7823A5DA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</w:t>
            </w:r>
          </w:p>
        </w:tc>
      </w:tr>
      <w:tr w:rsidR="00C652C7" w:rsidRPr="00AB227B" w14:paraId="0A4E673B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7F05C7B3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1BCB2CD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5C841609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524E409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Mașini de ridicat și transportat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1F11D613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</w:t>
            </w:r>
          </w:p>
        </w:tc>
      </w:tr>
      <w:tr w:rsidR="00C652C7" w:rsidRPr="00AB227B" w14:paraId="4960217B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7CDAEB1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757ACFF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038815B7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16B5B3C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Materii prime și materiale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53BE5F70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</w:t>
            </w:r>
          </w:p>
        </w:tc>
      </w:tr>
      <w:tr w:rsidR="00C652C7" w:rsidRPr="00AB227B" w14:paraId="1179BA0A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07F144B4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4DE558C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728B8449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6D5ED4FC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Măsurări tehnice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6A1DBA1C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</w:t>
            </w:r>
          </w:p>
        </w:tc>
      </w:tr>
      <w:tr w:rsidR="00C652C7" w:rsidRPr="00AB227B" w14:paraId="7CF5A04D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05E2BA6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6615875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62F5D57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0C0C282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Mecanisme hidraulice, pneumatice și mașini electrice navale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496D30CA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</w:t>
            </w:r>
          </w:p>
        </w:tc>
      </w:tr>
      <w:tr w:rsidR="00C652C7" w:rsidRPr="00AB227B" w14:paraId="5618E0DC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7613B1E4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6C9C64D9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46D5BDC3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10DDAF1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Mentenanța automobilului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2392E99D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36</w:t>
            </w:r>
          </w:p>
        </w:tc>
      </w:tr>
      <w:tr w:rsidR="00C652C7" w:rsidRPr="00AB227B" w14:paraId="745FCED1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137733F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5F1033C2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0B9E94D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5DBFA24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Montarea spațială a structurilor metalice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1BC1C99A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37</w:t>
            </w:r>
          </w:p>
        </w:tc>
      </w:tr>
      <w:tr w:rsidR="00C652C7" w:rsidRPr="00AB227B" w14:paraId="133B727A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1A8E18C5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58590652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6A545FF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41F1667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Organe de mașini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64F48266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</w:t>
            </w:r>
          </w:p>
        </w:tc>
      </w:tr>
      <w:tr w:rsidR="00C652C7" w:rsidRPr="00AB227B" w14:paraId="7E6A5717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6AA3699D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1A17AE3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19822E79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323D92ED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Pregătirea automobilului pentru exploatare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7F3A660F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</w:t>
            </w:r>
          </w:p>
        </w:tc>
      </w:tr>
      <w:tr w:rsidR="00C652C7" w:rsidRPr="00AB227B" w14:paraId="324CFB71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509C011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0BE3CE2B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3D68FB2C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7F789F9F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Prelucrarea materialului lemnos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51909265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</w:t>
            </w:r>
          </w:p>
        </w:tc>
      </w:tr>
      <w:tr w:rsidR="00C652C7" w:rsidRPr="00AB227B" w14:paraId="475014AB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4E56F43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78E3DDD5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58C23E3F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2EDAD91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Prelucrarea pieselor cu dantură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1CC832C3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41</w:t>
            </w:r>
          </w:p>
        </w:tc>
      </w:tr>
      <w:tr w:rsidR="00C652C7" w:rsidRPr="00AB227B" w14:paraId="451382C2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6635B5F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3591C5E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34610EB9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0A7E9BB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Prelucrarea pieselor prismatice, a canalelor și canelurilor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36285A0D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</w:t>
            </w:r>
          </w:p>
        </w:tc>
      </w:tr>
      <w:tr w:rsidR="00C652C7" w:rsidRPr="00AB227B" w14:paraId="2EE96CF6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188C24BF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536A65D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33D0BFC5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6A59AEEC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Prelucrarea prin frezare, rabotare, mortezare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0D988315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</w:t>
            </w:r>
          </w:p>
        </w:tc>
      </w:tr>
      <w:tr w:rsidR="00C652C7" w:rsidRPr="00AB227B" w14:paraId="7C546464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4C05D2E9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167921AB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400D5B9D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5B805C3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Prelucrarea semifabricatelor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665F97EE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44</w:t>
            </w:r>
          </w:p>
        </w:tc>
      </w:tr>
      <w:tr w:rsidR="00C652C7" w:rsidRPr="00AB227B" w14:paraId="7B44A001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4C9C55D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24965A0C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37094DA2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7AF4206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Prelucrări mecanice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028D2156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</w:t>
            </w:r>
          </w:p>
        </w:tc>
      </w:tr>
      <w:tr w:rsidR="00C652C7" w:rsidRPr="00AB227B" w14:paraId="1EF12C33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12BB365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331F4D7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52EC979D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59814EC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Prelucrări pe strunguri semiautomate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50B73175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</w:t>
            </w:r>
          </w:p>
        </w:tc>
      </w:tr>
      <w:tr w:rsidR="00C652C7" w:rsidRPr="00AB227B" w14:paraId="2F2B8139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25395A13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2441519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78E2BFCD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2DE5080C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Prelucrări prin netezire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46726F7A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</w:t>
            </w:r>
          </w:p>
        </w:tc>
      </w:tr>
      <w:tr w:rsidR="00C652C7" w:rsidRPr="00AB227B" w14:paraId="089CA21F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330942BF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05526777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4557FE0C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5BB9E694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Prelucrări prin rectificare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05CF9BE7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</w:t>
            </w:r>
          </w:p>
        </w:tc>
      </w:tr>
      <w:tr w:rsidR="00C652C7" w:rsidRPr="00AB227B" w14:paraId="24C705BD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7C043163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47E790A9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19A57A3D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7C4F3DA3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Prelucrări prin strunjire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06FCA15C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</w:t>
            </w:r>
          </w:p>
        </w:tc>
      </w:tr>
      <w:tr w:rsidR="00C652C7" w:rsidRPr="00AB227B" w14:paraId="4009E48B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0233E9CC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1C9CEB3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4AF74D22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0C56E0C7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Repararea mașinilor și utilajelor agricole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7BF9FA72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</w:t>
            </w:r>
          </w:p>
        </w:tc>
      </w:tr>
      <w:tr w:rsidR="00C652C7" w:rsidRPr="00AB227B" w14:paraId="108AC63C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56918F85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293BD82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77E02D27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6E311AF7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Reprezentarea organelor de mașini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6CE461D9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</w:t>
            </w:r>
          </w:p>
        </w:tc>
      </w:tr>
      <w:tr w:rsidR="00C652C7" w:rsidRPr="00AB227B" w14:paraId="36A496AE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36E39DC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552894B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10DD030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09C9C3E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Reprezentarea pieselor mecanice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1C6DAD78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</w:t>
            </w:r>
          </w:p>
        </w:tc>
      </w:tr>
      <w:tr w:rsidR="00C652C7" w:rsidRPr="00AB227B" w14:paraId="7AA10FDC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633572F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148955B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73A90B7D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372AB059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Revizia și întreținerea construcțiilor metalice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7BBC1C92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</w:t>
            </w:r>
          </w:p>
        </w:tc>
      </w:tr>
      <w:tr w:rsidR="00C652C7" w:rsidRPr="00AB227B" w14:paraId="34C955E4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0FEA70D2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2FF6F28B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2FC3989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7DC08C8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Sisteme de propulsie pentru aeronave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5EDBE411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</w:t>
            </w:r>
          </w:p>
        </w:tc>
      </w:tr>
      <w:tr w:rsidR="00C652C7" w:rsidRPr="00AB227B" w14:paraId="00D82C40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2AF0CD04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72F5ED57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5F9F091B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732D3D3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Subansamblurile construcțiilor metalice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2992D3E8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</w:t>
            </w:r>
          </w:p>
        </w:tc>
      </w:tr>
      <w:tr w:rsidR="00C652C7" w:rsidRPr="00AB227B" w14:paraId="08BA8C38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002632E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547A6184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75FBD562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59360F87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Sudarea prin topire și presiune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09FEA2DC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</w:t>
            </w:r>
          </w:p>
        </w:tc>
      </w:tr>
      <w:tr w:rsidR="00C652C7" w:rsidRPr="00AB227B" w14:paraId="68CB3D43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77A1FFF4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1CE53C03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213C090C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1733CF8D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Tăierea termică a metalelor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39AE24EC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</w:t>
            </w:r>
          </w:p>
        </w:tc>
      </w:tr>
      <w:tr w:rsidR="00C652C7" w:rsidRPr="00AB227B" w14:paraId="27F87C1A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57FA10C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2F62692D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6D69B6B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0B94773C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Tehnologia așchierii pe mașini unelte convenționale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59AEF4F7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58</w:t>
            </w:r>
          </w:p>
        </w:tc>
      </w:tr>
      <w:tr w:rsidR="00C652C7" w:rsidRPr="00AB227B" w14:paraId="4AC16088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02BDB92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4374E07D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75D4F4A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05BA81F7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Tehnologia lucrărilor mecanice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5F18855E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59</w:t>
            </w:r>
          </w:p>
        </w:tc>
      </w:tr>
      <w:tr w:rsidR="00C652C7" w:rsidRPr="00AB227B" w14:paraId="3AEFFC47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77A12522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7C1A807C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1FC00E0F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25E8166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Tehnologii de asamblare mecanică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53B0A67D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</w:t>
            </w:r>
          </w:p>
        </w:tc>
      </w:tr>
      <w:tr w:rsidR="00C652C7" w:rsidRPr="00AB227B" w14:paraId="7B370429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23ADF4BB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6392619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01B74F94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7074933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Tratamente termice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433FA202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61</w:t>
            </w:r>
          </w:p>
        </w:tc>
      </w:tr>
      <w:tr w:rsidR="00C652C7" w:rsidRPr="00AB227B" w14:paraId="5D229C8E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08A78625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1DD1E6A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18894FE9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66CB519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Tratarea oțelului lichid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21052329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62</w:t>
            </w:r>
          </w:p>
        </w:tc>
      </w:tr>
      <w:tr w:rsidR="00C652C7" w:rsidRPr="00AB227B" w14:paraId="274F53B6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13DCEA6D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1D1A0E39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0BA06425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232EA534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Turnarea oțelului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4F84737D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</w:t>
            </w:r>
          </w:p>
        </w:tc>
      </w:tr>
      <w:tr w:rsidR="00C652C7" w:rsidRPr="00AB227B" w14:paraId="1B8978E4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294B23AB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42A41397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2B9051BD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5A9C76E2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Utilaje și instalații auxiliare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3F8990EC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64</w:t>
            </w:r>
          </w:p>
        </w:tc>
      </w:tr>
      <w:tr w:rsidR="00C652C7" w:rsidRPr="00AB227B" w14:paraId="71E77732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03EF7D6D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15AB73B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6D8351B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61E33E62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Utilaje și instalații conexe furnalului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65DD3281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65</w:t>
            </w:r>
          </w:p>
        </w:tc>
      </w:tr>
      <w:tr w:rsidR="00C652C7" w:rsidRPr="00AB227B" w14:paraId="7D9F4834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57D4AE6D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15346FC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17B0F984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7B60F6B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Vopsirea elementelor de caroserie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51E5F2C5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66</w:t>
            </w:r>
          </w:p>
        </w:tc>
      </w:tr>
    </w:tbl>
    <w:p w14:paraId="0D5C4EF5" w14:textId="77777777" w:rsidR="0044095D" w:rsidRPr="00AB227B" w:rsidRDefault="0044095D" w:rsidP="00833FB7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28620EE6" w14:textId="77777777" w:rsidR="0044095D" w:rsidRPr="00AB227B" w:rsidRDefault="0044095D" w:rsidP="00833FB7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B227B">
        <w:rPr>
          <w:rFonts w:ascii="Times New Roman" w:hAnsi="Times New Roman" w:cs="Times New Roman"/>
          <w:color w:val="000000" w:themeColor="text1"/>
          <w:sz w:val="20"/>
          <w:szCs w:val="20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467"/>
        <w:gridCol w:w="1245"/>
        <w:gridCol w:w="1793"/>
        <w:gridCol w:w="4137"/>
        <w:gridCol w:w="420"/>
      </w:tblGrid>
      <w:tr w:rsidR="00BA3CDF" w:rsidRPr="00AB227B" w14:paraId="17903374" w14:textId="77777777" w:rsidTr="00BA3CDF">
        <w:trPr>
          <w:cantSplit/>
          <w:trHeight w:val="20"/>
          <w:tblHeader/>
        </w:trPr>
        <w:tc>
          <w:tcPr>
            <w:tcW w:w="1467" w:type="dxa"/>
            <w:shd w:val="clear" w:color="auto" w:fill="EDEDED" w:themeFill="accent3" w:themeFillTint="33"/>
            <w:tcMar>
              <w:left w:w="28" w:type="dxa"/>
              <w:right w:w="28" w:type="dxa"/>
            </w:tcMar>
            <w:vAlign w:val="center"/>
            <w:hideMark/>
          </w:tcPr>
          <w:p w14:paraId="62A1EE85" w14:textId="294DCA99" w:rsidR="00BA3CDF" w:rsidRPr="00AB227B" w:rsidRDefault="00BA3CDF" w:rsidP="00833F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Nivel</w:t>
            </w:r>
          </w:p>
        </w:tc>
        <w:tc>
          <w:tcPr>
            <w:tcW w:w="1245" w:type="dxa"/>
            <w:shd w:val="clear" w:color="auto" w:fill="EDEDED" w:themeFill="accent3" w:themeFillTint="33"/>
            <w:tcMar>
              <w:left w:w="28" w:type="dxa"/>
              <w:right w:w="28" w:type="dxa"/>
            </w:tcMar>
            <w:vAlign w:val="center"/>
            <w:hideMark/>
          </w:tcPr>
          <w:p w14:paraId="7948596D" w14:textId="77777777" w:rsidR="00BA3CDF" w:rsidRPr="00AB227B" w:rsidRDefault="00BA3CDF" w:rsidP="00833F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Domeniul</w:t>
            </w:r>
          </w:p>
        </w:tc>
        <w:tc>
          <w:tcPr>
            <w:tcW w:w="1793" w:type="dxa"/>
            <w:shd w:val="clear" w:color="auto" w:fill="EDEDED" w:themeFill="accent3" w:themeFillTint="33"/>
            <w:tcMar>
              <w:left w:w="28" w:type="dxa"/>
              <w:right w:w="28" w:type="dxa"/>
            </w:tcMar>
            <w:vAlign w:val="center"/>
            <w:hideMark/>
          </w:tcPr>
          <w:p w14:paraId="679BA720" w14:textId="77777777" w:rsidR="00BA3CDF" w:rsidRPr="00AB227B" w:rsidRDefault="00BA3CDF" w:rsidP="00833F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Profilul postului/catedrei</w:t>
            </w:r>
          </w:p>
        </w:tc>
        <w:tc>
          <w:tcPr>
            <w:tcW w:w="4137" w:type="dxa"/>
            <w:shd w:val="clear" w:color="auto" w:fill="EDEDED" w:themeFill="accent3" w:themeFillTint="33"/>
            <w:tcMar>
              <w:left w:w="28" w:type="dxa"/>
              <w:right w:w="28" w:type="dxa"/>
            </w:tcMar>
            <w:vAlign w:val="center"/>
            <w:hideMark/>
          </w:tcPr>
          <w:p w14:paraId="596772A1" w14:textId="77777777" w:rsidR="00BA3CDF" w:rsidRPr="00AB227B" w:rsidRDefault="00BA3CDF" w:rsidP="00833F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Discipline/module din profilul postului / catedrei</w:t>
            </w:r>
          </w:p>
        </w:tc>
        <w:tc>
          <w:tcPr>
            <w:tcW w:w="420" w:type="dxa"/>
            <w:vMerge w:val="restart"/>
            <w:shd w:val="clear" w:color="auto" w:fill="EDEDED" w:themeFill="accent3" w:themeFillTint="33"/>
            <w:tcMar>
              <w:left w:w="28" w:type="dxa"/>
              <w:right w:w="28" w:type="dxa"/>
            </w:tcMar>
            <w:vAlign w:val="center"/>
            <w:hideMark/>
          </w:tcPr>
          <w:p w14:paraId="70A57BED" w14:textId="77777777" w:rsidR="00BA3CDF" w:rsidRPr="00AB227B" w:rsidRDefault="00BA3CDF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Nr. crt.</w:t>
            </w:r>
          </w:p>
        </w:tc>
      </w:tr>
      <w:tr w:rsidR="00BA3CDF" w:rsidRPr="00AB227B" w14:paraId="526DC7DF" w14:textId="77777777" w:rsidTr="00BA3CDF">
        <w:trPr>
          <w:cantSplit/>
          <w:trHeight w:val="20"/>
          <w:tblHeader/>
        </w:trPr>
        <w:tc>
          <w:tcPr>
            <w:tcW w:w="1467" w:type="dxa"/>
            <w:shd w:val="clear" w:color="auto" w:fill="EDEDED" w:themeFill="accent3" w:themeFillTint="33"/>
            <w:tcMar>
              <w:left w:w="28" w:type="dxa"/>
              <w:right w:w="28" w:type="dxa"/>
            </w:tcMar>
            <w:vAlign w:val="center"/>
            <w:hideMark/>
          </w:tcPr>
          <w:p w14:paraId="1212A277" w14:textId="77777777" w:rsidR="00BA3CDF" w:rsidRPr="00AB227B" w:rsidRDefault="00BA3CDF" w:rsidP="00833F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Stagii de pregătire practică</w:t>
            </w:r>
          </w:p>
        </w:tc>
        <w:tc>
          <w:tcPr>
            <w:tcW w:w="1245" w:type="dxa"/>
            <w:shd w:val="clear" w:color="auto" w:fill="EDEDED" w:themeFill="accent3" w:themeFillTint="33"/>
            <w:tcMar>
              <w:left w:w="28" w:type="dxa"/>
              <w:right w:w="28" w:type="dxa"/>
            </w:tcMar>
            <w:vAlign w:val="center"/>
            <w:hideMark/>
          </w:tcPr>
          <w:p w14:paraId="6FEF60FB" w14:textId="77777777" w:rsidR="00BA3CDF" w:rsidRPr="00AB227B" w:rsidRDefault="00BA3CDF" w:rsidP="00833F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17. Transporturi</w:t>
            </w:r>
          </w:p>
        </w:tc>
        <w:tc>
          <w:tcPr>
            <w:tcW w:w="1793" w:type="dxa"/>
            <w:shd w:val="clear" w:color="auto" w:fill="EDEDED" w:themeFill="accent3" w:themeFillTint="33"/>
            <w:tcMar>
              <w:left w:w="28" w:type="dxa"/>
              <w:right w:w="28" w:type="dxa"/>
            </w:tcMar>
            <w:vAlign w:val="center"/>
            <w:hideMark/>
          </w:tcPr>
          <w:p w14:paraId="4D686E66" w14:textId="77777777" w:rsidR="00BA3CDF" w:rsidRPr="00AB227B" w:rsidRDefault="00BA3CDF" w:rsidP="00833F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17.1. Transporturi / Transporturi auto</w:t>
            </w:r>
          </w:p>
        </w:tc>
        <w:tc>
          <w:tcPr>
            <w:tcW w:w="4137" w:type="dxa"/>
            <w:shd w:val="clear" w:color="auto" w:fill="EDEDED" w:themeFill="accent3" w:themeFillTint="33"/>
            <w:tcMar>
              <w:left w:w="28" w:type="dxa"/>
              <w:right w:w="28" w:type="dxa"/>
            </w:tcMar>
            <w:vAlign w:val="center"/>
            <w:hideMark/>
          </w:tcPr>
          <w:p w14:paraId="3A602A94" w14:textId="77777777" w:rsidR="00BA3CDF" w:rsidRPr="00AB227B" w:rsidRDefault="00BA3CDF" w:rsidP="00833F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ANEXA 17.1</w:t>
            </w:r>
          </w:p>
        </w:tc>
        <w:tc>
          <w:tcPr>
            <w:tcW w:w="420" w:type="dxa"/>
            <w:vMerge/>
            <w:shd w:val="clear" w:color="auto" w:fill="EDEDED" w:themeFill="accent3" w:themeFillTint="33"/>
            <w:tcMar>
              <w:left w:w="28" w:type="dxa"/>
              <w:right w:w="28" w:type="dxa"/>
            </w:tcMar>
            <w:vAlign w:val="center"/>
            <w:hideMark/>
          </w:tcPr>
          <w:p w14:paraId="164E3C58" w14:textId="54E253B0" w:rsidR="00BA3CDF" w:rsidRPr="00AB227B" w:rsidRDefault="00BA3CDF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C652C7" w:rsidRPr="00AB227B" w14:paraId="11BC7CBC" w14:textId="77777777" w:rsidTr="00BA3CDF">
        <w:trPr>
          <w:cantSplit/>
          <w:trHeight w:val="20"/>
        </w:trPr>
        <w:tc>
          <w:tcPr>
            <w:tcW w:w="1467" w:type="dxa"/>
            <w:vMerge w:val="restart"/>
            <w:tcMar>
              <w:left w:w="28" w:type="dxa"/>
              <w:right w:w="28" w:type="dxa"/>
            </w:tcMar>
            <w:hideMark/>
          </w:tcPr>
          <w:p w14:paraId="58998FED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5" w:type="dxa"/>
            <w:vMerge w:val="restart"/>
            <w:tcMar>
              <w:left w:w="28" w:type="dxa"/>
              <w:right w:w="28" w:type="dxa"/>
            </w:tcMar>
            <w:hideMark/>
          </w:tcPr>
          <w:p w14:paraId="16334FB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793" w:type="dxa"/>
            <w:vMerge w:val="restart"/>
            <w:tcMar>
              <w:left w:w="28" w:type="dxa"/>
              <w:right w:w="28" w:type="dxa"/>
            </w:tcMar>
            <w:hideMark/>
          </w:tcPr>
          <w:p w14:paraId="4986DAE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5589AB0F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Acționarea mașinilor de construcții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1D744D0C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</w:tr>
      <w:tr w:rsidR="00C652C7" w:rsidRPr="00AB227B" w14:paraId="58CDBD2D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0709F4B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23FCED37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39251253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5E3CCE9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Aliaje pentru turnare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5DCE9241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</w:tr>
      <w:tr w:rsidR="00C652C7" w:rsidRPr="00AB227B" w14:paraId="7CE7795F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67DF40F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7ACC007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7F3BEDE3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39221114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Asamblarea ștanțelor și matrițelor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6AF61098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</w:tr>
      <w:tr w:rsidR="00C652C7" w:rsidRPr="00AB227B" w14:paraId="1080F10A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57282FE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3BC30E55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4509A30D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1DC11133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Asigurarea calității pieselor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12BDA573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</w:tr>
      <w:tr w:rsidR="00C652C7" w:rsidRPr="00AB227B" w14:paraId="7E8AE130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3DABD25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03B0446C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1C3D924B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0121FD6C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Automobile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1003D83A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</w:tr>
      <w:tr w:rsidR="00C652C7" w:rsidRPr="00AB227B" w14:paraId="3AF86551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30EDFC04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34E9F434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0E4A451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524825F1" w14:textId="3141A469" w:rsidR="00C652C7" w:rsidRPr="00AB227B" w:rsidRDefault="006A2A6C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Circulația</w:t>
            </w:r>
            <w:r w:rsidR="00C652C7"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manevra și prelucrarea trenurilor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34E4720E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</w:tr>
      <w:tr w:rsidR="00C652C7" w:rsidRPr="00AB227B" w14:paraId="35C9BCB1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6653B34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3411CFB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2A5A4AF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64F9C083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Componentele structurilor metalice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5C5B4DEF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</w:tr>
      <w:tr w:rsidR="00C652C7" w:rsidRPr="00AB227B" w14:paraId="55E2D76F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1758973D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3CAEB6D5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15A8E1A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0AE54FBC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Conducerea automobilului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1A309C24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</w:tr>
      <w:tr w:rsidR="00C652C7" w:rsidRPr="00AB227B" w14:paraId="402B113D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7A6FACA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293FF2D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1552F58C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2AA2C97D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Conducerea și elemente de legislație rutieră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42187AC8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</w:tr>
      <w:tr w:rsidR="00C652C7" w:rsidRPr="00AB227B" w14:paraId="17D6E108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4F412F0B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12B6A9B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0498A5F9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6F23FD8C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Construcția și funcționarea automobilului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52C2D79F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</w:tr>
      <w:tr w:rsidR="00C652C7" w:rsidRPr="00AB227B" w14:paraId="2F3871A4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2983A375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3A229825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5C3398B5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42764CB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Documente de transport pe calea ferată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4F69F713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</w:t>
            </w:r>
          </w:p>
        </w:tc>
      </w:tr>
      <w:tr w:rsidR="00C652C7" w:rsidRPr="00AB227B" w14:paraId="0D6D27D6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236C5CF9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0F377F5F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5F1E1AD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20F9180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Elaborarea fontei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0F1AAD0B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</w:p>
        </w:tc>
      </w:tr>
      <w:tr w:rsidR="00C652C7" w:rsidRPr="00AB227B" w14:paraId="13D9B022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2F9DEFFF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590CC667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5A24432B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3C31BC1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Elaborarea metalelor și aliajelor neferoase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5B096E4F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</w:t>
            </w:r>
          </w:p>
        </w:tc>
      </w:tr>
      <w:tr w:rsidR="00C652C7" w:rsidRPr="00AB227B" w14:paraId="7B767F7D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2146BD4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31D7233B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256F664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3DB27A9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Elaborarea oțelului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0315EECA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</w:t>
            </w:r>
          </w:p>
        </w:tc>
      </w:tr>
      <w:tr w:rsidR="00C652C7" w:rsidRPr="00AB227B" w14:paraId="12445BAC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0C05E2E4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58DDEE6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55102B14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68517E8C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Elemente de construcție ale cuptoarelor metalurgice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1970AA5C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</w:t>
            </w:r>
          </w:p>
        </w:tc>
      </w:tr>
      <w:tr w:rsidR="00C652C7" w:rsidRPr="00AB227B" w14:paraId="7C364804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637D9D9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65129379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14B073F5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505D402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Elemente de programare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24737402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</w:t>
            </w:r>
          </w:p>
        </w:tc>
      </w:tr>
      <w:tr w:rsidR="00C652C7" w:rsidRPr="00AB227B" w14:paraId="5A4C7B06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4975B2BF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4357157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7EDE5189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31EAEB8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Executarea construcțiilor metalice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1C5A9680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</w:t>
            </w:r>
          </w:p>
        </w:tc>
      </w:tr>
      <w:tr w:rsidR="00C652C7" w:rsidRPr="00AB227B" w14:paraId="30687F6B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43187CC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1D78CCB2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3E5184AF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585BF40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Executarea lucrărilor agricole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5AACC0AC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</w:t>
            </w:r>
          </w:p>
        </w:tc>
      </w:tr>
      <w:tr w:rsidR="00C652C7" w:rsidRPr="00AB227B" w14:paraId="6A102031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33ED0C2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27F81DAB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7496F95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5EE97997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Executarea pieselor de mecanică fină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3DEA8C2B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</w:t>
            </w:r>
          </w:p>
        </w:tc>
      </w:tr>
      <w:tr w:rsidR="00C652C7" w:rsidRPr="00AB227B" w14:paraId="0EFBBC04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07AFD81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00018722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55A9CD3C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6E33653D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Executarea ștanțelor și matrițelor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44BFD92F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</w:t>
            </w:r>
          </w:p>
        </w:tc>
      </w:tr>
      <w:tr w:rsidR="00C652C7" w:rsidRPr="00AB227B" w14:paraId="2E4D5493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6A68940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4904DC8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5A8D72D9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7F7BCB1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Executarea utilajelor tehnologice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4B2A3C04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</w:t>
            </w:r>
          </w:p>
        </w:tc>
      </w:tr>
      <w:tr w:rsidR="00C652C7" w:rsidRPr="00AB227B" w14:paraId="25CA3262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67B24D3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3E4816B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6E9C09A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732B14B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Exploatarea și întreținerea instalațiilor hidropneumatice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56C6DAF1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</w:t>
            </w:r>
          </w:p>
        </w:tc>
      </w:tr>
      <w:tr w:rsidR="00C652C7" w:rsidRPr="00AB227B" w14:paraId="00E0658D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58FBA37B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48BB8345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5CA7C2E2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2AEC499F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Finisarea produselor trefilate și trase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45D1135B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</w:t>
            </w:r>
          </w:p>
        </w:tc>
      </w:tr>
      <w:tr w:rsidR="00C652C7" w:rsidRPr="00AB227B" w14:paraId="4DCA1C21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3BA47D62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306AE40F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0FBBCF05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3301B5C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Forjarea în matriță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63A86225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</w:t>
            </w:r>
          </w:p>
        </w:tc>
      </w:tr>
      <w:tr w:rsidR="00C652C7" w:rsidRPr="00AB227B" w14:paraId="7E9471BD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5DA5ED09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4183645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68AC1612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2CD7958B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Forjarea liberă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6590C9A3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</w:t>
            </w:r>
          </w:p>
        </w:tc>
      </w:tr>
      <w:tr w:rsidR="00C652C7" w:rsidRPr="00AB227B" w14:paraId="0DC91A9F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1FDC65B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6536A8F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7CFC1DBB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6F0D9C9F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Forme de turnare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783E6C2E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</w:t>
            </w:r>
          </w:p>
        </w:tc>
      </w:tr>
      <w:tr w:rsidR="00C652C7" w:rsidRPr="00AB227B" w14:paraId="6CF7356F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770F0D9D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178A47A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2EEBC92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2691B8B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Funcționarea infrastructurii feroviare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3F66FCA6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</w:t>
            </w:r>
          </w:p>
        </w:tc>
      </w:tr>
      <w:tr w:rsidR="00C652C7" w:rsidRPr="00AB227B" w14:paraId="524A3A90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62C9C7F3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7208B36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52D684F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0AB844A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Informarea și deservirea călătorilor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5A2ED911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</w:t>
            </w:r>
          </w:p>
        </w:tc>
      </w:tr>
      <w:tr w:rsidR="00C652C7" w:rsidRPr="00AB227B" w14:paraId="7B9D8AB5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04B59AE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46045BAC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303DA177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47680CC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Infrastructura feroviară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7DBDF644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</w:t>
            </w:r>
          </w:p>
        </w:tc>
      </w:tr>
      <w:tr w:rsidR="00C652C7" w:rsidRPr="00AB227B" w14:paraId="43578E87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65DF3345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3EBEBF19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36B6048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7FD8EF8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Instalația de frână la materialul rulant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406A2699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</w:p>
        </w:tc>
      </w:tr>
      <w:tr w:rsidR="00C652C7" w:rsidRPr="00AB227B" w14:paraId="5E6F51BB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1103ADCF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552F8CBB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1C36B40F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79A659EB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Instalații de confort la vagoanele de călători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7DD48E98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</w:t>
            </w:r>
          </w:p>
        </w:tc>
      </w:tr>
      <w:tr w:rsidR="00C652C7" w:rsidRPr="00AB227B" w14:paraId="4810B302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6F9F5E27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4FEBFB99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2B1FF91F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04A4DA4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Instalații de ridicat și transportat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4355A7BC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</w:t>
            </w:r>
          </w:p>
        </w:tc>
      </w:tr>
      <w:tr w:rsidR="00C652C7" w:rsidRPr="00AB227B" w14:paraId="35968887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43B03A27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5AB3CF9F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3F30DE5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50CF097F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Instalații electrice și electronice la vehicule feroviare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31AC2F12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</w:t>
            </w:r>
          </w:p>
        </w:tc>
      </w:tr>
      <w:tr w:rsidR="00C652C7" w:rsidRPr="00AB227B" w14:paraId="3EB3799C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6B00655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093D2463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09A992A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496BDC5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Întreținerea aparatelor de mecanică fină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49F10757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</w:t>
            </w:r>
          </w:p>
        </w:tc>
      </w:tr>
      <w:tr w:rsidR="00C652C7" w:rsidRPr="00AB227B" w14:paraId="71634864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064D29D2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594A1017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0958220B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151EB1C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Întreținerea mașinilor, utilajelor și instalațiilor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5595DD9A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</w:t>
            </w:r>
          </w:p>
        </w:tc>
      </w:tr>
      <w:tr w:rsidR="00C652C7" w:rsidRPr="00AB227B" w14:paraId="0020ED8C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08DD104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23C72A13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2AA5D50C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36EB0567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Întreținerea și repararea elementelor de caroserie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713B044D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36</w:t>
            </w:r>
          </w:p>
        </w:tc>
      </w:tr>
      <w:tr w:rsidR="00C652C7" w:rsidRPr="00AB227B" w14:paraId="29F5E556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0A45B2CF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2EE9635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4A9545BB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5BA103E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Laminarea produselor plate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4B201C99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37</w:t>
            </w:r>
          </w:p>
        </w:tc>
      </w:tr>
      <w:tr w:rsidR="00C652C7" w:rsidRPr="00AB227B" w14:paraId="3E7E70C1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596BE03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1A85A53B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1420769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3C72548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Laminarea semifabricatelor și profilelor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09207D95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</w:t>
            </w:r>
          </w:p>
        </w:tc>
      </w:tr>
      <w:tr w:rsidR="00C652C7" w:rsidRPr="00AB227B" w14:paraId="7C5D57A2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13B87BB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276F395B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70F8270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7AFE48F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Laminarea țevilor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08428E64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</w:t>
            </w:r>
          </w:p>
        </w:tc>
      </w:tr>
      <w:tr w:rsidR="00C652C7" w:rsidRPr="00AB227B" w14:paraId="4F83B1E7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23F7E2BB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77C1E397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644518E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49D867D9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Mașini de construcții pentru căi de comunicații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0E14D031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</w:t>
            </w:r>
          </w:p>
        </w:tc>
      </w:tr>
      <w:tr w:rsidR="00C652C7" w:rsidRPr="00AB227B" w14:paraId="503490D3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0A4CDD69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41D6CD9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689A593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045DB61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Mașini de construcții pentru terasamente, fundații și betoane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1A1FC77C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41</w:t>
            </w:r>
          </w:p>
        </w:tc>
      </w:tr>
      <w:tr w:rsidR="00C652C7" w:rsidRPr="00AB227B" w14:paraId="56854AC5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0BA4D203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4D196B05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632B85E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17BD5FD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Mașini de ridicat și transportat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5711876D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</w:t>
            </w:r>
          </w:p>
        </w:tc>
      </w:tr>
      <w:tr w:rsidR="00C652C7" w:rsidRPr="00AB227B" w14:paraId="4A2C5EDB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5292502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521A4AF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55BB2BFD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08937A95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Material rulant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1CD2484C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</w:t>
            </w:r>
          </w:p>
        </w:tc>
      </w:tr>
      <w:tr w:rsidR="00C652C7" w:rsidRPr="00AB227B" w14:paraId="0633530A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233FC9D5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612EB4C9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57DA7D0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73FA5E1C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Materii prime pentru laminare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66F954B3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44</w:t>
            </w:r>
          </w:p>
        </w:tc>
      </w:tr>
      <w:tr w:rsidR="00C652C7" w:rsidRPr="00AB227B" w14:paraId="6A1FDB90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7A054B5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38286F52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02437C7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720B0612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Materii prime și materiale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2BF4D1C2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</w:t>
            </w:r>
          </w:p>
        </w:tc>
      </w:tr>
      <w:tr w:rsidR="00C652C7" w:rsidRPr="00AB227B" w14:paraId="490495CA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63370637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50F6633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17482845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463D8DE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Mecanica materialului rulant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42797830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</w:t>
            </w:r>
          </w:p>
        </w:tc>
      </w:tr>
      <w:tr w:rsidR="00C652C7" w:rsidRPr="00AB227B" w14:paraId="6F3F6E3F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4FF343B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427AB64D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78B07F7C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2617BE3F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Mentenanța automobilului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77EA36A6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</w:t>
            </w:r>
          </w:p>
        </w:tc>
      </w:tr>
      <w:tr w:rsidR="00C652C7" w:rsidRPr="00AB227B" w14:paraId="3AEEEB22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6F754F1C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0268D87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0B45FBDF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16DC3FE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Mentenanța mașinilor de construcții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1A8D547C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</w:t>
            </w:r>
          </w:p>
        </w:tc>
      </w:tr>
      <w:tr w:rsidR="00C652C7" w:rsidRPr="00AB227B" w14:paraId="6D758C84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7ABF3D85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15A8087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6A59552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0023D10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Mentenanța sistemelor tehnice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79167438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</w:t>
            </w:r>
          </w:p>
        </w:tc>
      </w:tr>
      <w:tr w:rsidR="00C652C7" w:rsidRPr="00AB227B" w14:paraId="2CC1D2AE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519C9C1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001BF24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4B292BF5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0588446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Montarea ansamblurilor de mecanică fină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57B3EE17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</w:t>
            </w:r>
          </w:p>
        </w:tc>
      </w:tr>
      <w:tr w:rsidR="00C652C7" w:rsidRPr="00AB227B" w14:paraId="7A56C11B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22BC2D63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2825F014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5278032F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611F0CB2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Montarea echipamentelor hidropneumatice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7F36F4B5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</w:t>
            </w:r>
          </w:p>
        </w:tc>
      </w:tr>
      <w:tr w:rsidR="00C652C7" w:rsidRPr="00AB227B" w14:paraId="350B1FC8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6D3B24A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10FA7157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72DAD983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50D77EA9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Montarea spațială a structurilor metalice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7622EDD6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</w:t>
            </w:r>
          </w:p>
        </w:tc>
      </w:tr>
      <w:tr w:rsidR="00C652C7" w:rsidRPr="00AB227B" w14:paraId="024188AE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06CF0B02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4FE60CE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478A47E5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1EF502B2" w14:textId="31EBB33C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Motorul </w:t>
            </w:r>
            <w:r w:rsidR="006A2A6C"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</w:t>
            </w: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iesel și transmisiile la vehiculele feroviare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38752CB9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</w:t>
            </w:r>
          </w:p>
        </w:tc>
      </w:tr>
      <w:tr w:rsidR="00C652C7" w:rsidRPr="00AB227B" w14:paraId="20530169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27253C07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5A7C9097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77C3DC99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2FF2E16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Precizia de prelucrare MCN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13BEF894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</w:t>
            </w:r>
          </w:p>
        </w:tc>
      </w:tr>
      <w:tr w:rsidR="00C652C7" w:rsidRPr="00AB227B" w14:paraId="0B7B9024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2B69E31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183A1AA3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081CAFEB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4F956F89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Pregătirea automobilului pentru exploatare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32E4B835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</w:t>
            </w:r>
          </w:p>
        </w:tc>
      </w:tr>
      <w:tr w:rsidR="00C652C7" w:rsidRPr="00AB227B" w14:paraId="77654E40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1E55621D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4CA1AC6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715EE7C4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60EE44EF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Prelucrarea pieselor cu dantură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2FD7730C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</w:t>
            </w:r>
          </w:p>
        </w:tc>
      </w:tr>
      <w:tr w:rsidR="00C652C7" w:rsidRPr="00AB227B" w14:paraId="131CD9AE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0477E49D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068A1C27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7B66B1B9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2DBCF0D5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Prelucrarea pieselor prismatice, a canalelor și canelurilor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446FE123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</w:t>
            </w:r>
          </w:p>
        </w:tc>
      </w:tr>
      <w:tr w:rsidR="00C652C7" w:rsidRPr="00AB227B" w14:paraId="71A8F57F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54D79325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6D34CF5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1E039287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0A190F0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Prelucrarea prin frezare, rabotare, mortezare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7E613130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58</w:t>
            </w:r>
          </w:p>
        </w:tc>
      </w:tr>
      <w:tr w:rsidR="00C652C7" w:rsidRPr="00AB227B" w14:paraId="28237ECB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79DEFB19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7A53F8EC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028165E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392F259C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Prelucrarea prin netezire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60C2B195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59</w:t>
            </w:r>
          </w:p>
        </w:tc>
      </w:tr>
      <w:tr w:rsidR="00C652C7" w:rsidRPr="00AB227B" w14:paraId="73339215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74C3E72B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1A884A05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798C5CC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18D062FD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Prelucrarea prin rectificare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0D7240FB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</w:t>
            </w:r>
          </w:p>
        </w:tc>
      </w:tr>
      <w:tr w:rsidR="00C652C7" w:rsidRPr="00AB227B" w14:paraId="4E5D930D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1C78129D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456EC29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452AEAA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1A77CD93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Prelucrări mecanice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011644E4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61</w:t>
            </w:r>
          </w:p>
        </w:tc>
      </w:tr>
      <w:tr w:rsidR="00C652C7" w:rsidRPr="00AB227B" w14:paraId="379254C1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76DF4AB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6F42307C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594AF55D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2BB3D56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Prelucrări pe strunguri semiautomate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2D0F1B2D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62</w:t>
            </w:r>
          </w:p>
        </w:tc>
      </w:tr>
      <w:tr w:rsidR="00C652C7" w:rsidRPr="00AB227B" w14:paraId="2667EE3C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03CA4DED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031C407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6DE1ADA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05CFE81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Prelucrări prin strunjire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14088877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</w:t>
            </w:r>
          </w:p>
        </w:tc>
      </w:tr>
      <w:tr w:rsidR="00C652C7" w:rsidRPr="00AB227B" w14:paraId="4BE8D4D3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7C2B45B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231D8599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3E9B0072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5B6CE24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Procese de fabricație pe MCN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7B3218A8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64</w:t>
            </w:r>
          </w:p>
        </w:tc>
      </w:tr>
      <w:tr w:rsidR="00C652C7" w:rsidRPr="00AB227B" w14:paraId="6D3DC947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3E397CCB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3E753EE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32FBF95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079A5AE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Procese de realizare a pieselor turnate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479D010A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65</w:t>
            </w:r>
          </w:p>
        </w:tc>
      </w:tr>
      <w:tr w:rsidR="00C652C7" w:rsidRPr="00AB227B" w14:paraId="6B3EB87A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765F912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4B50F982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7C80D6CD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75BD69DC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Produse refractare și termoizolante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7E9312A1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66</w:t>
            </w:r>
          </w:p>
        </w:tc>
      </w:tr>
      <w:tr w:rsidR="00C652C7" w:rsidRPr="00AB227B" w14:paraId="0F87BA3B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6038024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5FBB3AAC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2CC6C82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60F8663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Repararea aparatelor de mecanică fină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3475353A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67</w:t>
            </w:r>
          </w:p>
        </w:tc>
      </w:tr>
      <w:tr w:rsidR="00C652C7" w:rsidRPr="00AB227B" w14:paraId="2AAF1D8D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650019D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4FEC0D9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2DD34F4D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1E95FBD7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Repararea mașinilor și utilajelor agricole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7AEB29CA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68</w:t>
            </w:r>
          </w:p>
        </w:tc>
      </w:tr>
      <w:tr w:rsidR="00C652C7" w:rsidRPr="00AB227B" w14:paraId="600822D0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1B0D64BF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6BDEA18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56E82723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23325B3C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Repararea subansamblurilor mașinilor, utilajelor și instalațiilor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5DE2C764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69</w:t>
            </w:r>
          </w:p>
        </w:tc>
      </w:tr>
      <w:tr w:rsidR="00C652C7" w:rsidRPr="00AB227B" w14:paraId="3AB0B8D8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332C7D73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4CD5703B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333F5DE7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210231EC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Revizia și întreținerea construcțiilor metalice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6C41FDC1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</w:t>
            </w:r>
          </w:p>
        </w:tc>
      </w:tr>
      <w:tr w:rsidR="00C652C7" w:rsidRPr="00AB227B" w14:paraId="0917B55F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28B0075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041587E5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490B0B05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47B2ACD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Subansamblurile construcțiilor metalice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2C9C73EA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71</w:t>
            </w:r>
          </w:p>
        </w:tc>
      </w:tr>
      <w:tr w:rsidR="00C652C7" w:rsidRPr="00AB227B" w14:paraId="3A2FFDB2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6D95BD6C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2490D61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6372F65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4C625A33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Sudarea prin topire și presiune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742B3F80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72</w:t>
            </w:r>
          </w:p>
        </w:tc>
      </w:tr>
      <w:tr w:rsidR="00C652C7" w:rsidRPr="00AB227B" w14:paraId="2CC699A9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5E247A97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387FE665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1DB68DFB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7F718F2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Tăierea termică a metalelor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428CC0A0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73</w:t>
            </w:r>
          </w:p>
        </w:tc>
      </w:tr>
      <w:tr w:rsidR="00C652C7" w:rsidRPr="00AB227B" w14:paraId="20EC371C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5A01B293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0E2C848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5CE3E6D5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2E1B6C65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Tehnologia așchierii pe mașini unelte convenționale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6D1A318F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74</w:t>
            </w:r>
          </w:p>
        </w:tc>
      </w:tr>
      <w:tr w:rsidR="00C652C7" w:rsidRPr="00AB227B" w14:paraId="743D399E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210ADFE7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393C5345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5A535A4D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4ABC2CD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Tratamente termice și termochimice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30101688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75</w:t>
            </w:r>
          </w:p>
        </w:tc>
      </w:tr>
      <w:tr w:rsidR="00C652C7" w:rsidRPr="00AB227B" w14:paraId="2760B7BE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6BD856E9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658B13DD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238602CB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6725E2BC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Tratarea oțelului lichid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337840F5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76</w:t>
            </w:r>
          </w:p>
        </w:tc>
      </w:tr>
      <w:tr w:rsidR="00C652C7" w:rsidRPr="00AB227B" w14:paraId="2C4DE37D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4475CB77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760B6D1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2F651BE5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54EBE28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Turnarea oțelului lichid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785D3F2F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77</w:t>
            </w:r>
          </w:p>
        </w:tc>
      </w:tr>
      <w:tr w:rsidR="00C652C7" w:rsidRPr="00AB227B" w14:paraId="3CA629D8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431CFE2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4A4F5D3C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61B8A7AD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040592BC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Utilaje și instalații auxiliare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64DAE593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78</w:t>
            </w:r>
          </w:p>
        </w:tc>
      </w:tr>
      <w:tr w:rsidR="00C652C7" w:rsidRPr="00AB227B" w14:paraId="5B9BA0F4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4DA01D75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1296F11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43ACB6AF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53E9268C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Utilaje și instalații conexe furnalului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3278B3EF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79</w:t>
            </w:r>
          </w:p>
        </w:tc>
      </w:tr>
      <w:tr w:rsidR="00C652C7" w:rsidRPr="00AB227B" w14:paraId="3338BFCF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7C7A9544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05BD4FBD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4AA8A6D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4315E4F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Utilajul și tehnologia trefilării și tragerii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39FCD308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80</w:t>
            </w:r>
          </w:p>
        </w:tc>
      </w:tr>
      <w:tr w:rsidR="00C652C7" w:rsidRPr="00AB227B" w14:paraId="3CAF9EC4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2323433D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1AD7493D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502166F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2C78590B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Vopsirea elementelor de caroserie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1FFCB4C5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81</w:t>
            </w:r>
          </w:p>
        </w:tc>
      </w:tr>
      <w:tr w:rsidR="00C652C7" w:rsidRPr="00AB227B" w14:paraId="206FDBA3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386A9DB2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6D307CF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7838197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1B364B3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Zidirea cuptoarelor metalurgice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0CF14EFC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82</w:t>
            </w:r>
          </w:p>
        </w:tc>
      </w:tr>
      <w:tr w:rsidR="00C652C7" w:rsidRPr="00AB227B" w14:paraId="2885B5D8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7E49B7A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6D169D43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179C0442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575C27A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Zidirea utilajelor de turnare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05690231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83</w:t>
            </w:r>
          </w:p>
        </w:tc>
      </w:tr>
    </w:tbl>
    <w:p w14:paraId="09B16161" w14:textId="77777777" w:rsidR="0044095D" w:rsidRPr="00AB227B" w:rsidRDefault="0044095D" w:rsidP="00833FB7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7038C33E" w14:textId="77777777" w:rsidR="0044095D" w:rsidRPr="00AB227B" w:rsidRDefault="0044095D" w:rsidP="00833FB7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B227B">
        <w:rPr>
          <w:rFonts w:ascii="Times New Roman" w:hAnsi="Times New Roman" w:cs="Times New Roman"/>
          <w:color w:val="000000" w:themeColor="text1"/>
          <w:sz w:val="20"/>
          <w:szCs w:val="20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467"/>
        <w:gridCol w:w="1245"/>
        <w:gridCol w:w="1793"/>
        <w:gridCol w:w="4137"/>
        <w:gridCol w:w="420"/>
      </w:tblGrid>
      <w:tr w:rsidR="00BA3CDF" w:rsidRPr="00AB227B" w14:paraId="585D5C5C" w14:textId="77777777" w:rsidTr="00BA3CDF">
        <w:trPr>
          <w:cantSplit/>
          <w:trHeight w:val="20"/>
          <w:tblHeader/>
        </w:trPr>
        <w:tc>
          <w:tcPr>
            <w:tcW w:w="1467" w:type="dxa"/>
            <w:shd w:val="clear" w:color="auto" w:fill="EDEDED" w:themeFill="accent3" w:themeFillTint="33"/>
            <w:tcMar>
              <w:left w:w="28" w:type="dxa"/>
              <w:right w:w="28" w:type="dxa"/>
            </w:tcMar>
            <w:vAlign w:val="center"/>
            <w:hideMark/>
          </w:tcPr>
          <w:p w14:paraId="2C9DE11C" w14:textId="74F182ED" w:rsidR="00BA3CDF" w:rsidRPr="00AB227B" w:rsidRDefault="00BA3CDF" w:rsidP="00833F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Nivel</w:t>
            </w:r>
          </w:p>
        </w:tc>
        <w:tc>
          <w:tcPr>
            <w:tcW w:w="1245" w:type="dxa"/>
            <w:shd w:val="clear" w:color="auto" w:fill="EDEDED" w:themeFill="accent3" w:themeFillTint="33"/>
            <w:tcMar>
              <w:left w:w="28" w:type="dxa"/>
              <w:right w:w="28" w:type="dxa"/>
            </w:tcMar>
            <w:vAlign w:val="center"/>
            <w:hideMark/>
          </w:tcPr>
          <w:p w14:paraId="3FD1A725" w14:textId="77777777" w:rsidR="00BA3CDF" w:rsidRPr="00AB227B" w:rsidRDefault="00BA3CDF" w:rsidP="00833F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Domeniul</w:t>
            </w:r>
          </w:p>
        </w:tc>
        <w:tc>
          <w:tcPr>
            <w:tcW w:w="1793" w:type="dxa"/>
            <w:shd w:val="clear" w:color="auto" w:fill="EDEDED" w:themeFill="accent3" w:themeFillTint="33"/>
            <w:tcMar>
              <w:left w:w="28" w:type="dxa"/>
              <w:right w:w="28" w:type="dxa"/>
            </w:tcMar>
            <w:vAlign w:val="center"/>
            <w:hideMark/>
          </w:tcPr>
          <w:p w14:paraId="69060437" w14:textId="77777777" w:rsidR="00BA3CDF" w:rsidRPr="00AB227B" w:rsidRDefault="00BA3CDF" w:rsidP="00833F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Profilul postului/catedrei</w:t>
            </w:r>
          </w:p>
        </w:tc>
        <w:tc>
          <w:tcPr>
            <w:tcW w:w="4137" w:type="dxa"/>
            <w:shd w:val="clear" w:color="auto" w:fill="EDEDED" w:themeFill="accent3" w:themeFillTint="33"/>
            <w:tcMar>
              <w:left w:w="28" w:type="dxa"/>
              <w:right w:w="28" w:type="dxa"/>
            </w:tcMar>
            <w:vAlign w:val="center"/>
            <w:hideMark/>
          </w:tcPr>
          <w:p w14:paraId="26DCA0A7" w14:textId="77777777" w:rsidR="00BA3CDF" w:rsidRPr="00AB227B" w:rsidRDefault="00BA3CDF" w:rsidP="00833F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Discipline/module din profilul postului / catedrei</w:t>
            </w:r>
          </w:p>
        </w:tc>
        <w:tc>
          <w:tcPr>
            <w:tcW w:w="420" w:type="dxa"/>
            <w:vMerge w:val="restart"/>
            <w:shd w:val="clear" w:color="auto" w:fill="EDEDED" w:themeFill="accent3" w:themeFillTint="33"/>
            <w:tcMar>
              <w:left w:w="28" w:type="dxa"/>
              <w:right w:w="28" w:type="dxa"/>
            </w:tcMar>
            <w:vAlign w:val="center"/>
            <w:hideMark/>
          </w:tcPr>
          <w:p w14:paraId="790BE501" w14:textId="77777777" w:rsidR="00BA3CDF" w:rsidRPr="00AB227B" w:rsidRDefault="00BA3CDF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Nr. crt.</w:t>
            </w:r>
          </w:p>
        </w:tc>
      </w:tr>
      <w:tr w:rsidR="00BA3CDF" w:rsidRPr="00AB227B" w14:paraId="3C01B233" w14:textId="77777777" w:rsidTr="00BA3CDF">
        <w:trPr>
          <w:cantSplit/>
          <w:trHeight w:val="20"/>
          <w:tblHeader/>
        </w:trPr>
        <w:tc>
          <w:tcPr>
            <w:tcW w:w="1467" w:type="dxa"/>
            <w:shd w:val="clear" w:color="auto" w:fill="EDEDED" w:themeFill="accent3" w:themeFillTint="33"/>
            <w:tcMar>
              <w:left w:w="28" w:type="dxa"/>
              <w:right w:w="28" w:type="dxa"/>
            </w:tcMar>
            <w:vAlign w:val="center"/>
            <w:hideMark/>
          </w:tcPr>
          <w:p w14:paraId="10AD1F26" w14:textId="77777777" w:rsidR="00BA3CDF" w:rsidRPr="00AB227B" w:rsidRDefault="00BA3CDF" w:rsidP="00833F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Liceu</w:t>
            </w:r>
          </w:p>
        </w:tc>
        <w:tc>
          <w:tcPr>
            <w:tcW w:w="1245" w:type="dxa"/>
            <w:shd w:val="clear" w:color="auto" w:fill="EDEDED" w:themeFill="accent3" w:themeFillTint="33"/>
            <w:tcMar>
              <w:left w:w="28" w:type="dxa"/>
              <w:right w:w="28" w:type="dxa"/>
            </w:tcMar>
            <w:vAlign w:val="center"/>
            <w:hideMark/>
          </w:tcPr>
          <w:p w14:paraId="5C90B398" w14:textId="77777777" w:rsidR="00BA3CDF" w:rsidRPr="00AB227B" w:rsidRDefault="00BA3CDF" w:rsidP="00833F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17. Transporturi</w:t>
            </w:r>
          </w:p>
        </w:tc>
        <w:tc>
          <w:tcPr>
            <w:tcW w:w="1793" w:type="dxa"/>
            <w:shd w:val="clear" w:color="auto" w:fill="EDEDED" w:themeFill="accent3" w:themeFillTint="33"/>
            <w:tcMar>
              <w:left w:w="28" w:type="dxa"/>
              <w:right w:w="28" w:type="dxa"/>
            </w:tcMar>
            <w:vAlign w:val="center"/>
            <w:hideMark/>
          </w:tcPr>
          <w:p w14:paraId="3646B04D" w14:textId="77777777" w:rsidR="00BA3CDF" w:rsidRPr="00AB227B" w:rsidRDefault="00BA3CDF" w:rsidP="00833F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17.2. Transporturi/ Transporturi feroviare</w:t>
            </w:r>
          </w:p>
        </w:tc>
        <w:tc>
          <w:tcPr>
            <w:tcW w:w="4137" w:type="dxa"/>
            <w:shd w:val="clear" w:color="auto" w:fill="EDEDED" w:themeFill="accent3" w:themeFillTint="33"/>
            <w:tcMar>
              <w:left w:w="28" w:type="dxa"/>
              <w:right w:w="28" w:type="dxa"/>
            </w:tcMar>
            <w:vAlign w:val="center"/>
            <w:hideMark/>
          </w:tcPr>
          <w:p w14:paraId="50E64AE5" w14:textId="77777777" w:rsidR="00BA3CDF" w:rsidRPr="00AB227B" w:rsidRDefault="00BA3CDF" w:rsidP="00833F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ANEXA 17.2</w:t>
            </w:r>
          </w:p>
        </w:tc>
        <w:tc>
          <w:tcPr>
            <w:tcW w:w="420" w:type="dxa"/>
            <w:vMerge/>
            <w:shd w:val="clear" w:color="auto" w:fill="EDEDED" w:themeFill="accent3" w:themeFillTint="33"/>
            <w:tcMar>
              <w:left w:w="28" w:type="dxa"/>
              <w:right w:w="28" w:type="dxa"/>
            </w:tcMar>
            <w:vAlign w:val="center"/>
            <w:hideMark/>
          </w:tcPr>
          <w:p w14:paraId="2DD413A0" w14:textId="4CA7192F" w:rsidR="00BA3CDF" w:rsidRPr="00AB227B" w:rsidRDefault="00BA3CDF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C652C7" w:rsidRPr="00AB227B" w14:paraId="25BE284C" w14:textId="77777777" w:rsidTr="00BA3CDF">
        <w:trPr>
          <w:cantSplit/>
          <w:trHeight w:val="20"/>
        </w:trPr>
        <w:tc>
          <w:tcPr>
            <w:tcW w:w="1467" w:type="dxa"/>
            <w:vMerge w:val="restart"/>
            <w:tcMar>
              <w:left w:w="28" w:type="dxa"/>
              <w:right w:w="28" w:type="dxa"/>
            </w:tcMar>
            <w:hideMark/>
          </w:tcPr>
          <w:p w14:paraId="281E1689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5" w:type="dxa"/>
            <w:vMerge w:val="restart"/>
            <w:tcMar>
              <w:left w:w="28" w:type="dxa"/>
              <w:right w:w="28" w:type="dxa"/>
            </w:tcMar>
            <w:hideMark/>
          </w:tcPr>
          <w:p w14:paraId="25534E9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793" w:type="dxa"/>
            <w:vMerge w:val="restart"/>
            <w:tcMar>
              <w:left w:w="28" w:type="dxa"/>
              <w:right w:w="28" w:type="dxa"/>
            </w:tcMar>
            <w:hideMark/>
          </w:tcPr>
          <w:p w14:paraId="07FB32B4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4AD4E52D" w14:textId="204EF9E5" w:rsidR="00C652C7" w:rsidRPr="00AB227B" w:rsidRDefault="001D181F" w:rsidP="007B4A3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Ac</w:t>
            </w:r>
            <w:r w:rsidR="007B4A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ionarea sistemelor mecatronice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6468DB9E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</w:tr>
      <w:tr w:rsidR="00C652C7" w:rsidRPr="00AB227B" w14:paraId="55AEA96D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0B1CB4AB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674BBB6B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5F61D3A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4701C16D" w14:textId="5483D01E" w:rsidR="00C652C7" w:rsidRPr="00AB227B" w:rsidRDefault="001D181F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Administrarea firmei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296653EE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</w:tr>
      <w:tr w:rsidR="00C652C7" w:rsidRPr="00AB227B" w14:paraId="4B104EB8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28A69DE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1B038E1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726DE70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7D451B55" w14:textId="7271935C" w:rsidR="00C652C7" w:rsidRPr="00AB227B" w:rsidRDefault="001D181F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Aerodinamica și construcția aeronavelor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5F368EC7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</w:tr>
      <w:tr w:rsidR="00C652C7" w:rsidRPr="00AB227B" w14:paraId="6F6D3783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4BA8CE4C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25FF1134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4543B854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52035072" w14:textId="49EC631D" w:rsidR="00C652C7" w:rsidRPr="00AB227B" w:rsidRDefault="001D181F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Aplicații CAD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64320EC3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</w:tr>
      <w:tr w:rsidR="00C652C7" w:rsidRPr="00AB227B" w14:paraId="1788D39B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4BF79347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73D9D9D7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0786FF2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60F719F6" w14:textId="5E8AF0CC" w:rsidR="00C652C7" w:rsidRPr="00AB227B" w:rsidRDefault="001D181F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Asamblarea calculatoarelor personale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02ABE550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</w:tr>
      <w:tr w:rsidR="00C652C7" w:rsidRPr="00AB227B" w14:paraId="608A78AE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772A94DC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379DAB9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36CBA607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3DAD37E7" w14:textId="7EB1027E" w:rsidR="00C652C7" w:rsidRPr="00AB227B" w:rsidRDefault="001D181F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Asamblarea subansamblurilor și ansamblurilor mecatronice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39467F32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</w:tr>
      <w:tr w:rsidR="00C652C7" w:rsidRPr="00AB227B" w14:paraId="694B968E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3B448B0B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4F970B0C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708FB455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54060D13" w14:textId="2573FD61" w:rsidR="00C652C7" w:rsidRPr="00AB227B" w:rsidRDefault="001D181F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Asamblarea, întreținerea și repararea mașinilor și instalațiilor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073076D6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</w:tr>
      <w:tr w:rsidR="00C652C7" w:rsidRPr="00AB227B" w14:paraId="0281E860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13DBA2E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6C04245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75F2396C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6891EA21" w14:textId="24FA7E0A" w:rsidR="00C652C7" w:rsidRPr="00AB227B" w:rsidRDefault="001D181F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Asamblări mecanice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40CFE49B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</w:tr>
      <w:tr w:rsidR="00C652C7" w:rsidRPr="00AB227B" w14:paraId="1D2ED674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4CBC6B17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73651E62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094B7BF5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2FDF1E47" w14:textId="6BFF2061" w:rsidR="00C652C7" w:rsidRPr="00AB227B" w:rsidRDefault="001D181F" w:rsidP="007B4A3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Asigurarea calit</w:t>
            </w:r>
            <w:r w:rsidR="007B4A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ăț</w:t>
            </w: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ii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1D994D15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</w:tr>
      <w:tr w:rsidR="00084477" w:rsidRPr="00AB227B" w14:paraId="7EFA1C1B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</w:tcPr>
          <w:p w14:paraId="622F493A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</w:tcPr>
          <w:p w14:paraId="4B1921D1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</w:tcPr>
          <w:p w14:paraId="1E333069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2CD4EBAF" w14:textId="5C154280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Asigurarea serice-ului la beneficiar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7F62739C" w14:textId="2517A8EE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</w:tr>
      <w:tr w:rsidR="00084477" w:rsidRPr="00AB227B" w14:paraId="1ED605D8" w14:textId="77777777" w:rsidTr="00084477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28E5DFFB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15CE70BC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2BC799E4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23677F25" w14:textId="4AE2340E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CDL - clasa a XI-a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54857493" w14:textId="17B87C1E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</w:t>
            </w:r>
          </w:p>
        </w:tc>
      </w:tr>
      <w:tr w:rsidR="00084477" w:rsidRPr="00AB227B" w14:paraId="0CDACC69" w14:textId="77777777" w:rsidTr="00084477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13AAEC2A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1F32BFAE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78F0476E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34F14345" w14:textId="76147DA5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CDL - clasa a XII-a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26AE6EBB" w14:textId="1B7E5395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</w:p>
        </w:tc>
      </w:tr>
      <w:tr w:rsidR="00084477" w:rsidRPr="00AB227B" w14:paraId="7D144D70" w14:textId="77777777" w:rsidTr="00084477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40E08EC4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01D1DF02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6B64EF1F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1A36563A" w14:textId="2C4CF08D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Circulația și manevra la calea ferată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3196B115" w14:textId="585935F2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</w:t>
            </w:r>
          </w:p>
        </w:tc>
      </w:tr>
      <w:tr w:rsidR="00084477" w:rsidRPr="00AB227B" w14:paraId="01F97937" w14:textId="77777777" w:rsidTr="00084477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0EEBC796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06548FC0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751B6C73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381C5E5B" w14:textId="1AAF4CAB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Construcția aeronavelor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335C9629" w14:textId="7177754E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</w:t>
            </w:r>
          </w:p>
        </w:tc>
      </w:tr>
      <w:tr w:rsidR="00084477" w:rsidRPr="00AB227B" w14:paraId="0BE9DDC0" w14:textId="77777777" w:rsidTr="00084477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5AABF00C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1124D7A1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4D70E8BF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7F9DB622" w14:textId="64140729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Construcția structurilor pentru aeronave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606132E1" w14:textId="0EDC1CDD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</w:t>
            </w:r>
          </w:p>
        </w:tc>
      </w:tr>
      <w:tr w:rsidR="00084477" w:rsidRPr="00AB227B" w14:paraId="5EE8E021" w14:textId="77777777" w:rsidTr="00084477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25ECB377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04ADB639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173461F4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4F9E9ECA" w14:textId="30C19F4F" w:rsidR="00084477" w:rsidRPr="00AB227B" w:rsidRDefault="00084477" w:rsidP="007B4A3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Coordonarea transportului </w:t>
            </w:r>
            <w:r w:rsidR="007B4A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</w:t>
            </w: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 activit</w:t>
            </w:r>
            <w:r w:rsidR="007B4A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ăț</w:t>
            </w: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ilor logistice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133E7A5C" w14:textId="2D4BF093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</w:t>
            </w:r>
          </w:p>
        </w:tc>
      </w:tr>
      <w:tr w:rsidR="00084477" w:rsidRPr="00AB227B" w14:paraId="72CCC03B" w14:textId="77777777" w:rsidTr="00084477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26EB417C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2A3BF050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587F04BA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1BE54158" w14:textId="21FFE17B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Desen de ansamblu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4508846A" w14:textId="55590A46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</w:t>
            </w:r>
          </w:p>
        </w:tc>
      </w:tr>
      <w:tr w:rsidR="00084477" w:rsidRPr="00AB227B" w14:paraId="35C6606C" w14:textId="77777777" w:rsidTr="00084477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33F77C96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387368B9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3E856011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1DC3445E" w14:textId="1493A458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Desen tehnic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67229BF8" w14:textId="53EBF539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</w:t>
            </w:r>
          </w:p>
        </w:tc>
      </w:tr>
      <w:tr w:rsidR="00084477" w:rsidRPr="00AB227B" w14:paraId="24556D64" w14:textId="77777777" w:rsidTr="00084477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166DD538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0E9991D9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347CF6C4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39139B3D" w14:textId="445AFED4" w:rsidR="00084477" w:rsidRPr="00AB227B" w:rsidRDefault="00084477" w:rsidP="007B4A3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Diagnosticarea </w:t>
            </w:r>
            <w:r w:rsidR="007B4A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</w:t>
            </w: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 realizarea interven</w:t>
            </w:r>
            <w:r w:rsidR="007B4A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iilor asupra automobilului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40374B6D" w14:textId="53871048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</w:t>
            </w:r>
          </w:p>
        </w:tc>
      </w:tr>
      <w:tr w:rsidR="00084477" w:rsidRPr="00AB227B" w14:paraId="6A216945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</w:tcPr>
          <w:p w14:paraId="501A3138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</w:tcPr>
          <w:p w14:paraId="17DF0A36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</w:tcPr>
          <w:p w14:paraId="62977D6D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68B3A732" w14:textId="73FF808A" w:rsidR="00084477" w:rsidRPr="00AB227B" w:rsidRDefault="00084477" w:rsidP="007B4A3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Documenta</w:t>
            </w:r>
            <w:r w:rsidR="007B4A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ia tehnică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4F2218E2" w14:textId="7F8888F9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</w:t>
            </w:r>
          </w:p>
        </w:tc>
      </w:tr>
      <w:tr w:rsidR="00084477" w:rsidRPr="00AB227B" w14:paraId="639BC271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</w:tcPr>
          <w:p w14:paraId="56476352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</w:tcPr>
          <w:p w14:paraId="0BBA122A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</w:tcPr>
          <w:p w14:paraId="7C5792C5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46A694A4" w14:textId="128D8B16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Documentație tehnico-economică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7FA121D4" w14:textId="33FBAB19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</w:t>
            </w:r>
          </w:p>
        </w:tc>
      </w:tr>
      <w:tr w:rsidR="00084477" w:rsidRPr="00AB227B" w14:paraId="7886091C" w14:textId="77777777" w:rsidTr="00084477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7C52522B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7D272857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62438106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52B9A0EA" w14:textId="04D38769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Echipamente electrice și electromecanice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365F13C4" w14:textId="58DFB49F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</w:t>
            </w:r>
          </w:p>
        </w:tc>
      </w:tr>
      <w:tr w:rsidR="00084477" w:rsidRPr="00AB227B" w14:paraId="35E149ED" w14:textId="77777777" w:rsidTr="00084477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49187F3E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4BD641F8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75AD95C4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1F5775C5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Etică și comunicare profesională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794DB9E4" w14:textId="19213019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</w:t>
            </w:r>
          </w:p>
        </w:tc>
      </w:tr>
      <w:tr w:rsidR="00084477" w:rsidRPr="00AB227B" w14:paraId="7C1A7B89" w14:textId="77777777" w:rsidTr="00084477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1EDDEABB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4282D569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3041EFF1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6C9EBF5F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Exploatarea echipamentelor și utilajelor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2120A303" w14:textId="293EFDFC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</w:t>
            </w:r>
          </w:p>
        </w:tc>
      </w:tr>
      <w:tr w:rsidR="00084477" w:rsidRPr="00AB227B" w14:paraId="3C71C7CC" w14:textId="77777777" w:rsidTr="00084477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1F02219F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2FD08523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6D906847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57FD6075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Exploatarea tehnică a mijloacelor de transport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2E6A3B4D" w14:textId="70A26A49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</w:t>
            </w:r>
          </w:p>
        </w:tc>
      </w:tr>
      <w:tr w:rsidR="00084477" w:rsidRPr="00AB227B" w14:paraId="2DF7E843" w14:textId="77777777" w:rsidTr="00084477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740ABA3E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5A97D442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0DB6CC02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38BD2F03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Exploatarea tehnică a vagoanelor de cale ferată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4CC1481A" w14:textId="21D46623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</w:t>
            </w:r>
          </w:p>
        </w:tc>
      </w:tr>
      <w:tr w:rsidR="00084477" w:rsidRPr="00AB227B" w14:paraId="29EEB062" w14:textId="77777777" w:rsidTr="00084477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1A960B83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09446AC6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20C0DAAA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21917018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Fabricarea pieselor de precizie pe mașini unelte convenționale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6386155E" w14:textId="6C5F0AAE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</w:t>
            </w:r>
          </w:p>
        </w:tc>
      </w:tr>
      <w:tr w:rsidR="00084477" w:rsidRPr="00AB227B" w14:paraId="6A9AAB8F" w14:textId="77777777" w:rsidTr="00084477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44F17565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7E317CB4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4B89FD80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07CEF7F0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Factorul uman în aviație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2A0A5CE6" w14:textId="1529975F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</w:t>
            </w:r>
          </w:p>
        </w:tc>
      </w:tr>
      <w:tr w:rsidR="00084477" w:rsidRPr="00AB227B" w14:paraId="42FFF259" w14:textId="77777777" w:rsidTr="00084477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4AB47C24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090B6033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14764651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18745756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Instalații ale vehiculelor de material rulant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424743C7" w14:textId="77A0C930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</w:t>
            </w:r>
          </w:p>
        </w:tc>
      </w:tr>
      <w:tr w:rsidR="00084477" w:rsidRPr="00AB227B" w14:paraId="31766DEF" w14:textId="77777777" w:rsidTr="00084477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70011DFD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75E8750F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71DFADEB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2D1FF8BF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Instalații specifice și semnalizarea la calea ferată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3E969246" w14:textId="0DDDF49F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</w:p>
        </w:tc>
      </w:tr>
      <w:tr w:rsidR="00084477" w:rsidRPr="00AB227B" w14:paraId="74F67216" w14:textId="77777777" w:rsidTr="00084477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27642FE2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498DC492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5EBAFC37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466AA864" w14:textId="6D8BBE71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Întreținerea și revizuirea construcțiilor și instalațiilor feroviare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04CAD913" w14:textId="16FE397A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</w:t>
            </w:r>
          </w:p>
        </w:tc>
      </w:tr>
      <w:tr w:rsidR="00084477" w:rsidRPr="00AB227B" w14:paraId="681A9487" w14:textId="77777777" w:rsidTr="00084477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2D839B12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2CE0DCBA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4980A795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67A9DB10" w14:textId="2515E54C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Lăcătușerie generală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7A45F024" w14:textId="31EFBC43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</w:t>
            </w:r>
          </w:p>
        </w:tc>
      </w:tr>
      <w:tr w:rsidR="00084477" w:rsidRPr="00AB227B" w14:paraId="57B4DDA3" w14:textId="77777777" w:rsidTr="00084477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5EC0FE32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2CE4A75F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5AF5ADDE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1E1C0CFF" w14:textId="7CB8F40C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Legislație rutieră și conducerea autovehiculelor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352B42F7" w14:textId="3D50C499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</w:t>
            </w:r>
          </w:p>
        </w:tc>
      </w:tr>
      <w:tr w:rsidR="00084477" w:rsidRPr="00AB227B" w14:paraId="740D8204" w14:textId="77777777" w:rsidTr="00084477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50A7A33C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4A2E19A6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659AE1E0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01D82FC9" w14:textId="5DE9A35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Legislație și norme metrologice în vigoare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5DADEA97" w14:textId="5E92E6AA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</w:t>
            </w:r>
          </w:p>
        </w:tc>
      </w:tr>
      <w:tr w:rsidR="00084477" w:rsidRPr="00AB227B" w14:paraId="0C553CBF" w14:textId="77777777" w:rsidTr="00084477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4541B828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0542B52B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6B2CF5E8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36E2A378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Managementul producției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2FA5F282" w14:textId="44A7F3BB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</w:t>
            </w:r>
          </w:p>
        </w:tc>
      </w:tr>
      <w:tr w:rsidR="00084477" w:rsidRPr="00AB227B" w14:paraId="1A63C12D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</w:tcPr>
          <w:p w14:paraId="6FE96963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</w:tcPr>
          <w:p w14:paraId="687CFC37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</w:tcPr>
          <w:p w14:paraId="1DE4B08F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69562AF9" w14:textId="0C234204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Manevrarea vehiculelor rutiere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29BB882C" w14:textId="7A3E1CF4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36</w:t>
            </w:r>
          </w:p>
        </w:tc>
      </w:tr>
      <w:tr w:rsidR="00084477" w:rsidRPr="00AB227B" w14:paraId="79FC2601" w14:textId="77777777" w:rsidTr="00084477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3D0824DB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7C7ACB9C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0DE208A6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33728E37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Manipularea mărfurilor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4CC69983" w14:textId="0756771B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37</w:t>
            </w:r>
          </w:p>
        </w:tc>
      </w:tr>
      <w:tr w:rsidR="00084477" w:rsidRPr="00AB227B" w14:paraId="1889DE36" w14:textId="77777777" w:rsidTr="00084477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594AF863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2C27C9E7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0D7977E4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07F9188F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Mașini electrice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7A2FD84C" w14:textId="1B23F378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</w:t>
            </w:r>
          </w:p>
        </w:tc>
      </w:tr>
      <w:tr w:rsidR="00084477" w:rsidRPr="00AB227B" w14:paraId="388967D0" w14:textId="77777777" w:rsidTr="00084477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7C1E882B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3A5ACF8F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48D97731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59BE6F43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Mașini unelte convenționale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79BF3CB8" w14:textId="4D3FFFF6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</w:t>
            </w:r>
          </w:p>
        </w:tc>
      </w:tr>
      <w:tr w:rsidR="00084477" w:rsidRPr="00AB227B" w14:paraId="002EE27E" w14:textId="77777777" w:rsidTr="00084477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0A6071E7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30FE6E81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2BE21E8F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1CBB29AB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Mașini, aparate și elemente de automatizare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533A572B" w14:textId="2B4B5124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</w:t>
            </w:r>
          </w:p>
        </w:tc>
      </w:tr>
      <w:tr w:rsidR="00084477" w:rsidRPr="00AB227B" w14:paraId="3DC30295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</w:tcPr>
          <w:p w14:paraId="59875DBE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</w:tcPr>
          <w:p w14:paraId="39243557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</w:tcPr>
          <w:p w14:paraId="3D1F12FD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6C283937" w14:textId="0CFF685F" w:rsidR="00084477" w:rsidRPr="00AB227B" w:rsidRDefault="00084477" w:rsidP="007B4A3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</w:t>
            </w:r>
            <w:r w:rsidR="007B4A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</w:t>
            </w: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ini unelte neconven</w:t>
            </w:r>
            <w:r w:rsidR="007B4A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ionale </w:t>
            </w:r>
            <w:r w:rsidR="007B4A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</w:t>
            </w: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 de înaltă productivitate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5E27F3DB" w14:textId="0374A494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41</w:t>
            </w:r>
          </w:p>
        </w:tc>
      </w:tr>
      <w:tr w:rsidR="00084477" w:rsidRPr="00AB227B" w14:paraId="11A450F0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</w:tcPr>
          <w:p w14:paraId="72A24EEB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</w:tcPr>
          <w:p w14:paraId="57BA906B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</w:tcPr>
          <w:p w14:paraId="2B434D3C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4FF6D402" w14:textId="67BA17E8" w:rsidR="00084477" w:rsidRPr="00AB227B" w:rsidRDefault="00084477" w:rsidP="007B4A3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</w:t>
            </w:r>
            <w:r w:rsidR="007B4A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</w:t>
            </w: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ini, utilaje </w:t>
            </w:r>
            <w:r w:rsidR="007B4A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</w:t>
            </w: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 instala</w:t>
            </w:r>
            <w:r w:rsidR="007B4A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ii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4B302911" w14:textId="2CDA74B8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</w:t>
            </w:r>
          </w:p>
        </w:tc>
      </w:tr>
      <w:tr w:rsidR="00084477" w:rsidRPr="00AB227B" w14:paraId="0CE5C884" w14:textId="77777777" w:rsidTr="00084477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21B3B565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0642B153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47995F8B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61F33FA5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Materii prime și materiale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4BDD8936" w14:textId="438658A1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</w:t>
            </w:r>
          </w:p>
        </w:tc>
      </w:tr>
      <w:tr w:rsidR="00084477" w:rsidRPr="00AB227B" w14:paraId="77D2CEE4" w14:textId="77777777" w:rsidTr="00084477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664A3902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4879DF63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067BB4C1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52D21725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Măsurarea mărimilor tehnice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60CEC7C6" w14:textId="1402DF86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44</w:t>
            </w:r>
          </w:p>
        </w:tc>
      </w:tr>
      <w:tr w:rsidR="00084477" w:rsidRPr="00AB227B" w14:paraId="2048DF33" w14:textId="77777777" w:rsidTr="00084477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6D580A78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6596915B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5C534253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01244412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Măsurări tehnice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675418D0" w14:textId="4D45D2A6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</w:t>
            </w:r>
          </w:p>
        </w:tc>
      </w:tr>
      <w:tr w:rsidR="00084477" w:rsidRPr="00AB227B" w14:paraId="02039999" w14:textId="77777777" w:rsidTr="00084477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26A75B3B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7D63A6A5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72FCFB54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6E42BB3A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Mecanica materialului rulant de cale ferată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111587B3" w14:textId="0AAF0246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</w:t>
            </w:r>
          </w:p>
        </w:tc>
      </w:tr>
      <w:tr w:rsidR="00084477" w:rsidRPr="00AB227B" w14:paraId="09AF4CC7" w14:textId="77777777" w:rsidTr="00084477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5F284591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2701B45B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0770C806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0CB6542B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Mentenanța instalațiilor de la bordul aeronavelor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49C79BC2" w14:textId="76F6F458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</w:t>
            </w:r>
          </w:p>
        </w:tc>
      </w:tr>
      <w:tr w:rsidR="00084477" w:rsidRPr="00AB227B" w14:paraId="61198724" w14:textId="77777777" w:rsidTr="00084477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252125F7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03BA4D00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1D28AB6E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3C4557CE" w14:textId="285B76B8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Mentenanța instalațiilor electromecanice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4B464031" w14:textId="4A43DCA2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</w:t>
            </w:r>
          </w:p>
        </w:tc>
      </w:tr>
      <w:tr w:rsidR="00084477" w:rsidRPr="00AB227B" w14:paraId="4A7A287B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</w:tcPr>
          <w:p w14:paraId="48032F5C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</w:tcPr>
          <w:p w14:paraId="3D3CADB8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</w:tcPr>
          <w:p w14:paraId="5BE148C1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6CB0F6F1" w14:textId="601B078C" w:rsidR="00084477" w:rsidRPr="00AB227B" w:rsidRDefault="00084477" w:rsidP="007B4A3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Mentenan</w:t>
            </w:r>
            <w:r w:rsidR="007B4A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 ma</w:t>
            </w:r>
            <w:r w:rsidR="007B4A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</w:t>
            </w: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inilor, utilajelor </w:t>
            </w:r>
            <w:r w:rsidR="007B4A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</w:t>
            </w: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 instala</w:t>
            </w:r>
            <w:r w:rsidR="007B4A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iilor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5BFE6BCB" w14:textId="57844D7A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</w:t>
            </w:r>
          </w:p>
        </w:tc>
      </w:tr>
      <w:tr w:rsidR="00084477" w:rsidRPr="00AB227B" w14:paraId="37B25B1A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</w:tcPr>
          <w:p w14:paraId="0DB6AD54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</w:tcPr>
          <w:p w14:paraId="342420F8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</w:tcPr>
          <w:p w14:paraId="69119F6F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641E6141" w14:textId="7C6BC07E" w:rsidR="00084477" w:rsidRPr="00AB227B" w:rsidRDefault="007B4A35" w:rsidP="007B4A3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Mente</w:t>
            </w:r>
            <w:r w:rsidR="00084477"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nan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ța</w:t>
            </w:r>
            <w:r w:rsidR="00084477"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MUNCN și a sistemelor de protecție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7C85E515" w14:textId="4AD2AD9E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</w:t>
            </w:r>
          </w:p>
        </w:tc>
      </w:tr>
      <w:tr w:rsidR="00084477" w:rsidRPr="00AB227B" w14:paraId="786237A1" w14:textId="77777777" w:rsidTr="00084477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2B626D23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7A019142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292E7E00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77A48490" w14:textId="217FFED9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Nereguli comerciale în traficul feroviar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7D7E7BD9" w14:textId="0F5B69D5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</w:t>
            </w:r>
          </w:p>
        </w:tc>
      </w:tr>
      <w:tr w:rsidR="00084477" w:rsidRPr="00AB227B" w14:paraId="5295DF17" w14:textId="77777777" w:rsidTr="00084477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6AFD08CE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0847C7A4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44C29B58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78CE64B8" w14:textId="511A6B84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Operarea pe MUCN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20FADA4F" w14:textId="7DE5E04D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</w:t>
            </w:r>
          </w:p>
        </w:tc>
      </w:tr>
      <w:tr w:rsidR="00084477" w:rsidRPr="00AB227B" w14:paraId="107DC09F" w14:textId="77777777" w:rsidTr="00084477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5A9C5FC1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3C124641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241E0EF8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30311464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Organe de mașini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65E80110" w14:textId="76DAE899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</w:t>
            </w:r>
          </w:p>
        </w:tc>
      </w:tr>
      <w:tr w:rsidR="00084477" w:rsidRPr="00AB227B" w14:paraId="150D2E91" w14:textId="77777777" w:rsidTr="00084477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43534643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6CBB6283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6BBF2430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1EDC3528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Organe de mașini și mecanisme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00F012C8" w14:textId="2650A8AC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</w:t>
            </w:r>
          </w:p>
        </w:tc>
      </w:tr>
      <w:tr w:rsidR="00084477" w:rsidRPr="00AB227B" w14:paraId="5660FCE0" w14:textId="77777777" w:rsidTr="00084477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35C03516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29C16C1E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7C5D71E4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27E74478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Organizarea activității unităților de exploatare, întreținere și reparare a utilajelor pentru terasamente și cale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6E3A872F" w14:textId="7F6392D1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</w:t>
            </w:r>
          </w:p>
        </w:tc>
      </w:tr>
      <w:tr w:rsidR="00084477" w:rsidRPr="00AB227B" w14:paraId="71350988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</w:tcPr>
          <w:p w14:paraId="3EE96398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</w:tcPr>
          <w:p w14:paraId="1A9E8BFF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</w:tcPr>
          <w:p w14:paraId="4F6D7DF1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36856B41" w14:textId="416C014E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Planificarea producției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37707B40" w14:textId="2A044EF1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</w:t>
            </w:r>
          </w:p>
        </w:tc>
      </w:tr>
      <w:tr w:rsidR="00084477" w:rsidRPr="00AB227B" w14:paraId="68DEABA6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</w:tcPr>
          <w:p w14:paraId="3343C35F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</w:tcPr>
          <w:p w14:paraId="49AAD958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</w:tcPr>
          <w:p w14:paraId="3A60E9E6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32F9E9BB" w14:textId="2D0B56A4" w:rsidR="00084477" w:rsidRPr="00AB227B" w:rsidRDefault="00084477" w:rsidP="007B4A3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Planificarea </w:t>
            </w:r>
            <w:r w:rsidR="007B4A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</w:t>
            </w: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 organizarea producției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38888838" w14:textId="02554680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</w:t>
            </w:r>
          </w:p>
        </w:tc>
      </w:tr>
      <w:tr w:rsidR="00084477" w:rsidRPr="00AB227B" w14:paraId="27D070D3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61D1FF4E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503C3CAF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31F0EE40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02F0DD94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Prelucrarea trenurilor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6D711F73" w14:textId="1C7E52E7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58</w:t>
            </w:r>
          </w:p>
        </w:tc>
      </w:tr>
      <w:tr w:rsidR="00084477" w:rsidRPr="00AB227B" w14:paraId="4996D354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</w:tcPr>
          <w:p w14:paraId="1D5F1154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</w:tcPr>
          <w:p w14:paraId="63287EEF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</w:tcPr>
          <w:p w14:paraId="239A723D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771D58B6" w14:textId="3A3619FA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Prezentări multimedia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3BE1340E" w14:textId="353F1674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59</w:t>
            </w:r>
          </w:p>
        </w:tc>
      </w:tr>
      <w:tr w:rsidR="00084477" w:rsidRPr="00AB227B" w14:paraId="0A4481C7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</w:tcPr>
          <w:p w14:paraId="4D6EEC39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</w:tcPr>
          <w:p w14:paraId="33691861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</w:tcPr>
          <w:p w14:paraId="61D91AA0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60DF60B6" w14:textId="1B7B400F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Proiectarea asistată de calculator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748E183B" w14:textId="504D22E7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</w:t>
            </w:r>
          </w:p>
        </w:tc>
      </w:tr>
      <w:tr w:rsidR="00084477" w:rsidRPr="00AB227B" w14:paraId="6DE9FD2E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02850461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4405B9C8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2AB4FE82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7C948B54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Realizarea desenelor în 2 D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69B20801" w14:textId="3A40CBB0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61</w:t>
            </w:r>
          </w:p>
        </w:tc>
      </w:tr>
      <w:tr w:rsidR="00084477" w:rsidRPr="00AB227B" w14:paraId="2C6EC6D5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</w:tcPr>
          <w:p w14:paraId="6AE808F3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</w:tcPr>
          <w:p w14:paraId="62AC42BE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</w:tcPr>
          <w:p w14:paraId="05896598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030B2149" w14:textId="30CEB0E5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Realizarea desenelor în 3D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5D088F50" w14:textId="62D2FB9F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62</w:t>
            </w:r>
          </w:p>
        </w:tc>
      </w:tr>
      <w:tr w:rsidR="00084477" w:rsidRPr="00AB227B" w14:paraId="334CCF50" w14:textId="77777777" w:rsidTr="00084477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44A2C05A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32BA133D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2780DD22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15B03041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Reprezentarea organelor de mașini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2337EB5B" w14:textId="530BF70D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</w:t>
            </w:r>
          </w:p>
        </w:tc>
      </w:tr>
      <w:tr w:rsidR="00084477" w:rsidRPr="00AB227B" w14:paraId="61DF47C2" w14:textId="77777777" w:rsidTr="00084477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24B9EDF5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0BEA84D5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3EF69507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14C0097C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Reprezentarea pieselor mecanice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263888A7" w14:textId="0D1183F8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64</w:t>
            </w:r>
          </w:p>
        </w:tc>
      </w:tr>
      <w:tr w:rsidR="00084477" w:rsidRPr="00AB227B" w14:paraId="540547F6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</w:tcPr>
          <w:p w14:paraId="7B3F5447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</w:tcPr>
          <w:p w14:paraId="47912D9D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</w:tcPr>
          <w:p w14:paraId="278FC9C3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523BFCA1" w14:textId="688AC49B" w:rsidR="00084477" w:rsidRPr="00AB227B" w:rsidRDefault="00084477" w:rsidP="007B4A3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Senzori, traductoare </w:t>
            </w:r>
            <w:r w:rsidR="007B4A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</w:t>
            </w: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 automate programabile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62578E91" w14:textId="28847953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65</w:t>
            </w:r>
          </w:p>
        </w:tc>
      </w:tr>
      <w:tr w:rsidR="00084477" w:rsidRPr="00AB227B" w14:paraId="1A453B66" w14:textId="77777777" w:rsidTr="00084477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4DD0B631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5AEA5209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6A5A141C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1CC26525" w14:textId="007B0054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Sisteme, echipamente și aparate de bord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68AEF04A" w14:textId="7D2F29DC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66</w:t>
            </w:r>
          </w:p>
        </w:tc>
      </w:tr>
      <w:tr w:rsidR="00084477" w:rsidRPr="00AB227B" w14:paraId="7F6E117F" w14:textId="77777777" w:rsidTr="00084477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6D047CD6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60361434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15B1EF7A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663CD3F7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Sisteme de acționare a mașinilor și utilajelor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469C90DC" w14:textId="1565CC6B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67</w:t>
            </w:r>
          </w:p>
        </w:tc>
      </w:tr>
      <w:tr w:rsidR="00084477" w:rsidRPr="00AB227B" w14:paraId="4914D8B4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</w:tcPr>
          <w:p w14:paraId="7FD62542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</w:tcPr>
          <w:p w14:paraId="55604FC8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</w:tcPr>
          <w:p w14:paraId="6AE1A0C4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6CE17BBB" w14:textId="6CF8A993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Sisteme de acționare electrică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2154B0F1" w14:textId="7D5FE322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68</w:t>
            </w:r>
          </w:p>
        </w:tc>
      </w:tr>
      <w:tr w:rsidR="00084477" w:rsidRPr="00AB227B" w14:paraId="395BBA24" w14:textId="77777777" w:rsidTr="00084477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3CA24393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380743C8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09C02048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2AA32EB8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Sisteme de transport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51440409" w14:textId="62998D61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69</w:t>
            </w:r>
          </w:p>
        </w:tc>
      </w:tr>
      <w:tr w:rsidR="00084477" w:rsidRPr="00AB227B" w14:paraId="7DAFC135" w14:textId="77777777" w:rsidTr="00084477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0F00CE00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2CEB7E17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6150F2A6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7979B047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Sisteme electro-hidropneumatice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4C6C9C29" w14:textId="37D1B029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</w:t>
            </w:r>
          </w:p>
        </w:tc>
      </w:tr>
      <w:tr w:rsidR="00084477" w:rsidRPr="00AB227B" w14:paraId="56820555" w14:textId="77777777" w:rsidTr="00084477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5A94192B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7E967DD4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6E662DD7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60F98CCF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Sisteme electromecanice pentru aeronave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609BDD34" w14:textId="40DA043F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71</w:t>
            </w:r>
          </w:p>
        </w:tc>
      </w:tr>
      <w:tr w:rsidR="00084477" w:rsidRPr="00AB227B" w14:paraId="285AA02A" w14:textId="77777777" w:rsidTr="00084477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551367DE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64848F41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4C78A820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4BD6A299" w14:textId="457525E3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Sisteme tehnice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0428B2A9" w14:textId="06E1B07E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72</w:t>
            </w:r>
          </w:p>
        </w:tc>
      </w:tr>
      <w:tr w:rsidR="00084477" w:rsidRPr="00AB227B" w14:paraId="2D2B1B95" w14:textId="77777777" w:rsidTr="00084477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37BF2986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3BA8D159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56740ABD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3CCCD279" w14:textId="3A3B5201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Sisteme, echipamente și aparate de bord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18B32F52" w14:textId="1B3C8FD1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73</w:t>
            </w:r>
          </w:p>
        </w:tc>
      </w:tr>
      <w:tr w:rsidR="00084477" w:rsidRPr="00AB227B" w14:paraId="4ED03635" w14:textId="77777777" w:rsidTr="00084477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69CDDED8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19EAFBC2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66C8FB8B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4766FAEF" w14:textId="10C5B05B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Sistemele electrice și electronice ale autovehiculelor rutiere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54B56AD4" w14:textId="7D6607AF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74</w:t>
            </w:r>
          </w:p>
        </w:tc>
      </w:tr>
      <w:tr w:rsidR="00084477" w:rsidRPr="00AB227B" w14:paraId="0302636B" w14:textId="77777777" w:rsidTr="00084477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24BC7E60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6E48EAA9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7E5F41AA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276702BB" w14:textId="0B0B4B2F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Solicitări și măsurări tehnice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35E09008" w14:textId="6B263EEE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75</w:t>
            </w:r>
          </w:p>
        </w:tc>
      </w:tr>
      <w:tr w:rsidR="00084477" w:rsidRPr="00AB227B" w14:paraId="045F42E6" w14:textId="77777777" w:rsidTr="00084477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0DACB18D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3524321C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48A33C61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395037C5" w14:textId="4B4FFF6C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Stagii de pregătire practică – CDL clasa a IX-a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557854EF" w14:textId="35492B6B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76</w:t>
            </w:r>
          </w:p>
        </w:tc>
      </w:tr>
      <w:tr w:rsidR="00084477" w:rsidRPr="00AB227B" w14:paraId="51CA3455" w14:textId="77777777" w:rsidTr="00084477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55961E83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7B1D60D3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31188BAB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15B2F345" w14:textId="5706B8A9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Stagii de pregătire practică – CDL clasa a X-a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0D2B50DF" w14:textId="5313848E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77</w:t>
            </w:r>
          </w:p>
        </w:tc>
      </w:tr>
      <w:tr w:rsidR="00084477" w:rsidRPr="00AB227B" w14:paraId="319AAE80" w14:textId="77777777" w:rsidTr="00084477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554678FE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0B9C997E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11B93BDC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0A3A2C89" w14:textId="37E710D9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Stagiu de pregătire practică - Transmisii mecanice și mecanisme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74CB2D6D" w14:textId="1842941A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78</w:t>
            </w:r>
          </w:p>
        </w:tc>
      </w:tr>
      <w:tr w:rsidR="00084477" w:rsidRPr="00AB227B" w14:paraId="3A88EC8E" w14:textId="77777777" w:rsidTr="00084477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162540BD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2E315D24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36CEF6AF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3CDA71CA" w14:textId="096FC534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Surse regenerabile de energie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234C2089" w14:textId="4D387712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79</w:t>
            </w:r>
          </w:p>
        </w:tc>
      </w:tr>
      <w:tr w:rsidR="00084477" w:rsidRPr="00AB227B" w14:paraId="0D541BB9" w14:textId="77777777" w:rsidTr="00322389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</w:tcPr>
          <w:p w14:paraId="7FD0AFC6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</w:tcPr>
          <w:p w14:paraId="03F42BA8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</w:tcPr>
          <w:p w14:paraId="493B6EB9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08138CDF" w14:textId="776494A2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Tehnici de măsurare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710FFC6F" w14:textId="77777777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084477" w:rsidRPr="00AB227B" w14:paraId="40C80514" w14:textId="77777777" w:rsidTr="00084477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31E7D3AF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25B0C115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08EC1AAC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64C7FC5E" w14:textId="07E0D96E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Tehnologia așchierii pe mașini unelte convenționale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672991B7" w14:textId="0A3CCE46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80</w:t>
            </w:r>
          </w:p>
        </w:tc>
      </w:tr>
      <w:tr w:rsidR="00084477" w:rsidRPr="00AB227B" w14:paraId="28DC4FDD" w14:textId="77777777" w:rsidTr="00084477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5477A3CF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0CD42A59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42694C42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5C9F5518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Tehnologia elaborării și prelucrării semifabricatelor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679060BE" w14:textId="59C21A03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81</w:t>
            </w:r>
          </w:p>
        </w:tc>
      </w:tr>
      <w:tr w:rsidR="00084477" w:rsidRPr="00AB227B" w14:paraId="1A20555E" w14:textId="77777777" w:rsidTr="00084477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26F087E9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749AB914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6EBB2062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1BD65401" w14:textId="24497ABA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Tehnologii de asamblare mecanică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08615C58" w14:textId="066CC2FB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82</w:t>
            </w:r>
          </w:p>
        </w:tc>
      </w:tr>
      <w:tr w:rsidR="00084477" w:rsidRPr="00AB227B" w14:paraId="132E7653" w14:textId="77777777" w:rsidTr="00084477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6577AFDE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3BA2C4BF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6E6298D8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578E7EEB" w14:textId="0FBBA1FD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Tehnologie generală electrotehnică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10A7DF4E" w14:textId="1580BB27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83</w:t>
            </w:r>
          </w:p>
        </w:tc>
      </w:tr>
      <w:tr w:rsidR="00084477" w:rsidRPr="00AB227B" w14:paraId="6EBB7287" w14:textId="77777777" w:rsidTr="00084477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787E1076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174A758E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1E8C97A3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12A213E5" w14:textId="2C4230CB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Tehnologie generală în domeniul electromecanic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6EE1FD33" w14:textId="069881D7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84</w:t>
            </w:r>
          </w:p>
        </w:tc>
      </w:tr>
      <w:tr w:rsidR="00084477" w:rsidRPr="00AB227B" w14:paraId="05AA0EAF" w14:textId="77777777" w:rsidTr="00084477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28259F8D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4666BD76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6E7F3E84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228E4850" w14:textId="1F200CD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Tehnologia prelucrărilor la cald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4778F05E" w14:textId="23B9D133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85</w:t>
            </w:r>
          </w:p>
        </w:tc>
      </w:tr>
      <w:tr w:rsidR="00084477" w:rsidRPr="00AB227B" w14:paraId="352F424A" w14:textId="77777777" w:rsidTr="00322389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</w:tcPr>
          <w:p w14:paraId="7933D76A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</w:tcPr>
          <w:p w14:paraId="54DBE415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</w:tcPr>
          <w:p w14:paraId="12C9ED19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67998809" w14:textId="2B9966C1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Tehnologia lucrărilor mecanice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0804A4B4" w14:textId="2A9B5EEE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86</w:t>
            </w:r>
          </w:p>
        </w:tc>
      </w:tr>
      <w:tr w:rsidR="00084477" w:rsidRPr="00AB227B" w14:paraId="60C7DBFA" w14:textId="77777777" w:rsidTr="00322389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</w:tcPr>
          <w:p w14:paraId="000500DD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</w:tcPr>
          <w:p w14:paraId="5AFED728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</w:tcPr>
          <w:p w14:paraId="7D90EE33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3C0F0BF8" w14:textId="598F98C1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Tratamente termice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284B033C" w14:textId="25959C4A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87</w:t>
            </w:r>
          </w:p>
        </w:tc>
      </w:tr>
      <w:tr w:rsidR="00084477" w:rsidRPr="00AB227B" w14:paraId="6002C1C7" w14:textId="77777777" w:rsidTr="00322389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</w:tcPr>
          <w:p w14:paraId="38BDDFB4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</w:tcPr>
          <w:p w14:paraId="673BDBEC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</w:tcPr>
          <w:p w14:paraId="7E70DD46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4AE5BFE3" w14:textId="74E406B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Tratarea oțelului lichid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6AFF523C" w14:textId="779995D3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88</w:t>
            </w:r>
          </w:p>
        </w:tc>
      </w:tr>
      <w:tr w:rsidR="00084477" w:rsidRPr="00AB227B" w14:paraId="24C9E0ED" w14:textId="77777777" w:rsidTr="00322389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</w:tcPr>
          <w:p w14:paraId="4EDE4380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</w:tcPr>
          <w:p w14:paraId="3FD064A9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</w:tcPr>
          <w:p w14:paraId="38B27519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3143016C" w14:textId="7296F5FB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Tracțiune Diesel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729A4EB1" w14:textId="5A15C2C7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89</w:t>
            </w:r>
          </w:p>
        </w:tc>
      </w:tr>
      <w:tr w:rsidR="00084477" w:rsidRPr="00AB227B" w14:paraId="4C231044" w14:textId="77777777" w:rsidTr="00322389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</w:tcPr>
          <w:p w14:paraId="16E4D02D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</w:tcPr>
          <w:p w14:paraId="63131C7F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</w:tcPr>
          <w:p w14:paraId="6F391F48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7D72039D" w14:textId="03A09CE3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Tracțiune electrică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1A01A4FC" w14:textId="0FDE2157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90</w:t>
            </w:r>
          </w:p>
        </w:tc>
      </w:tr>
      <w:tr w:rsidR="00084477" w:rsidRPr="00AB227B" w14:paraId="3AF26C2C" w14:textId="77777777" w:rsidTr="00322389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</w:tcPr>
          <w:p w14:paraId="2F94209C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</w:tcPr>
          <w:p w14:paraId="60B3C8FA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</w:tcPr>
          <w:p w14:paraId="6C320386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55BE0A50" w14:textId="0C77CE8B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Traductoare utilizate în automatizări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769E88C9" w14:textId="57B1C04D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91</w:t>
            </w:r>
          </w:p>
        </w:tc>
      </w:tr>
      <w:tr w:rsidR="00084477" w:rsidRPr="00AB227B" w14:paraId="76165F6D" w14:textId="77777777" w:rsidTr="00322389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</w:tcPr>
          <w:p w14:paraId="47BE2926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</w:tcPr>
          <w:p w14:paraId="653D6554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</w:tcPr>
          <w:p w14:paraId="7F652F23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67CE59EF" w14:textId="5F24DA39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Transporturi de călători pe calea ferată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725D085A" w14:textId="592B1E91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92</w:t>
            </w:r>
          </w:p>
        </w:tc>
      </w:tr>
      <w:tr w:rsidR="00084477" w:rsidRPr="00AB227B" w14:paraId="5C04259B" w14:textId="77777777" w:rsidTr="00322389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</w:tcPr>
          <w:p w14:paraId="17FE6014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</w:tcPr>
          <w:p w14:paraId="14B8AE51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</w:tcPr>
          <w:p w14:paraId="0C04251B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161041D2" w14:textId="106176DA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Transporturi de marfă pe calea ferată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08B9D3EF" w14:textId="66407D49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93</w:t>
            </w:r>
          </w:p>
        </w:tc>
      </w:tr>
      <w:tr w:rsidR="00084477" w:rsidRPr="00AB227B" w14:paraId="1E25545A" w14:textId="77777777" w:rsidTr="00084477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6801FC74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2F3EE6C7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1B2824B4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6E14E102" w14:textId="41C24A3F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Tratamente termice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3208FED7" w14:textId="531346D7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94</w:t>
            </w:r>
          </w:p>
        </w:tc>
      </w:tr>
      <w:tr w:rsidR="00084477" w:rsidRPr="00AB227B" w14:paraId="69C33776" w14:textId="77777777" w:rsidTr="00084477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1921B6CC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3D6E6921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4FC3F998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2C4B178F" w14:textId="2F16C146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Tratamente termice aplicate pieselor la cald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57D38C89" w14:textId="25918079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95</w:t>
            </w:r>
          </w:p>
        </w:tc>
      </w:tr>
      <w:tr w:rsidR="00084477" w:rsidRPr="00AB227B" w14:paraId="6F7448D3" w14:textId="77777777" w:rsidTr="00084477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0133A5F4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35722D53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78419F05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087E6E44" w14:textId="3C02CEF4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Turnarea oțelului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7558EC75" w14:textId="59FA57AE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96</w:t>
            </w:r>
          </w:p>
        </w:tc>
      </w:tr>
      <w:tr w:rsidR="00084477" w:rsidRPr="00AB227B" w14:paraId="7CEC7398" w14:textId="77777777" w:rsidTr="00084477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5B1ABE76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2C099FCB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0843E9F1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3072890F" w14:textId="3308EC24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Utilaje și instalații auxiliare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3500DB5E" w14:textId="7402911D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97</w:t>
            </w:r>
          </w:p>
        </w:tc>
      </w:tr>
      <w:tr w:rsidR="00084477" w:rsidRPr="00AB227B" w14:paraId="14799637" w14:textId="77777777" w:rsidTr="00084477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161B953E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3B392B4A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1B3E7F77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47ACB9F1" w14:textId="7857F2D2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Utilaje și instalații conexe furnalului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486637DB" w14:textId="2185FCC0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98</w:t>
            </w:r>
          </w:p>
        </w:tc>
      </w:tr>
      <w:tr w:rsidR="00084477" w:rsidRPr="00AB227B" w14:paraId="6465E6B6" w14:textId="77777777" w:rsidTr="00084477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178484AA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51E22893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6C3B7FCB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41A27A45" w14:textId="610B6902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Utilaje de ridicat și transportat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113975B9" w14:textId="2C3E04ED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99</w:t>
            </w:r>
          </w:p>
        </w:tc>
      </w:tr>
      <w:tr w:rsidR="00084477" w:rsidRPr="00AB227B" w14:paraId="04469FFA" w14:textId="77777777" w:rsidTr="00084477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3450D046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1B52E672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565F7529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271E8641" w14:textId="0DC86259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Utilaje, instalații și agregate pentru lucrări de terasamente și cale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591135B7" w14:textId="624FD442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</w:tr>
      <w:tr w:rsidR="00084477" w:rsidRPr="00AB227B" w14:paraId="48D5AD13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</w:tcPr>
          <w:p w14:paraId="73E48EB0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</w:tcPr>
          <w:p w14:paraId="2242FBFD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</w:tcPr>
          <w:p w14:paraId="7EC9CABC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1E73867C" w14:textId="5D4FD7AB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Verificarea încărcăturii și asigurării mărfurilor pe vagoane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50FB0402" w14:textId="2B8ED1DA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101</w:t>
            </w:r>
          </w:p>
        </w:tc>
      </w:tr>
      <w:tr w:rsidR="00084477" w:rsidRPr="00AB227B" w14:paraId="37EDD212" w14:textId="77777777" w:rsidTr="00322389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2473DBEA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0BC86C4A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22EF02EA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464F8F0B" w14:textId="5B11AEE2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Verificarea metrologică și etalonarea mijloacelor de măsurare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752F7023" w14:textId="211564ED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102</w:t>
            </w:r>
          </w:p>
        </w:tc>
      </w:tr>
    </w:tbl>
    <w:p w14:paraId="506F064B" w14:textId="77777777" w:rsidR="00084477" w:rsidRPr="00AB227B" w:rsidRDefault="00084477">
      <w:pPr>
        <w:rPr>
          <w:color w:val="000000" w:themeColor="text1"/>
        </w:rPr>
      </w:pPr>
    </w:p>
    <w:p w14:paraId="622E7D5F" w14:textId="77777777" w:rsidR="00084477" w:rsidRPr="00AB227B" w:rsidRDefault="00084477">
      <w:pPr>
        <w:rPr>
          <w:color w:val="000000" w:themeColor="text1"/>
        </w:rPr>
      </w:pPr>
    </w:p>
    <w:p w14:paraId="2C8C8233" w14:textId="77777777" w:rsidR="00084477" w:rsidRPr="00AB227B" w:rsidRDefault="00084477">
      <w:pPr>
        <w:rPr>
          <w:color w:val="000000" w:themeColor="text1"/>
        </w:rPr>
      </w:pPr>
    </w:p>
    <w:p w14:paraId="256BAC74" w14:textId="77777777" w:rsidR="00084477" w:rsidRPr="00AB227B" w:rsidRDefault="00084477">
      <w:pPr>
        <w:rPr>
          <w:color w:val="000000" w:themeColor="text1"/>
        </w:rPr>
      </w:pPr>
    </w:p>
    <w:p w14:paraId="2EC3B462" w14:textId="77777777" w:rsidR="00084477" w:rsidRPr="00AB227B" w:rsidRDefault="00084477">
      <w:pPr>
        <w:rPr>
          <w:color w:val="000000" w:themeColor="text1"/>
        </w:rPr>
      </w:pPr>
    </w:p>
    <w:p w14:paraId="24EBF011" w14:textId="77777777" w:rsidR="00084477" w:rsidRPr="00AB227B" w:rsidRDefault="00084477">
      <w:pPr>
        <w:rPr>
          <w:color w:val="000000" w:themeColor="text1"/>
        </w:rPr>
      </w:pPr>
    </w:p>
    <w:p w14:paraId="0A657533" w14:textId="77777777" w:rsidR="00084477" w:rsidRPr="00AB227B" w:rsidRDefault="00084477">
      <w:pPr>
        <w:rPr>
          <w:color w:val="000000" w:themeColor="text1"/>
        </w:rPr>
      </w:pPr>
    </w:p>
    <w:p w14:paraId="714DE1C4" w14:textId="77777777" w:rsidR="00084477" w:rsidRPr="00AB227B" w:rsidRDefault="00084477">
      <w:pPr>
        <w:rPr>
          <w:color w:val="000000" w:themeColor="text1"/>
        </w:rPr>
      </w:pPr>
    </w:p>
    <w:p w14:paraId="53DB1DE7" w14:textId="77777777" w:rsidR="00084477" w:rsidRPr="00AB227B" w:rsidRDefault="00084477">
      <w:pPr>
        <w:rPr>
          <w:color w:val="000000" w:themeColor="text1"/>
        </w:rPr>
      </w:pPr>
    </w:p>
    <w:p w14:paraId="181710F2" w14:textId="77777777" w:rsidR="00084477" w:rsidRPr="00AB227B" w:rsidRDefault="00084477">
      <w:pPr>
        <w:rPr>
          <w:color w:val="000000" w:themeColor="text1"/>
        </w:rPr>
      </w:pPr>
    </w:p>
    <w:p w14:paraId="47F1C837" w14:textId="77777777" w:rsidR="00084477" w:rsidRPr="00AB227B" w:rsidRDefault="00084477">
      <w:pPr>
        <w:rPr>
          <w:color w:val="000000" w:themeColor="text1"/>
        </w:rPr>
      </w:pPr>
    </w:p>
    <w:p w14:paraId="219AB794" w14:textId="77777777" w:rsidR="00084477" w:rsidRPr="00AB227B" w:rsidRDefault="00084477">
      <w:pPr>
        <w:rPr>
          <w:color w:val="000000" w:themeColor="text1"/>
        </w:rPr>
      </w:pPr>
    </w:p>
    <w:p w14:paraId="47817B30" w14:textId="77777777" w:rsidR="00084477" w:rsidRPr="00AB227B" w:rsidRDefault="00084477">
      <w:pPr>
        <w:rPr>
          <w:color w:val="000000" w:themeColor="text1"/>
        </w:rPr>
      </w:pPr>
    </w:p>
    <w:p w14:paraId="4D5FB2C9" w14:textId="77777777" w:rsidR="00084477" w:rsidRPr="00AB227B" w:rsidRDefault="00084477">
      <w:pPr>
        <w:rPr>
          <w:color w:val="000000" w:themeColor="text1"/>
        </w:rPr>
      </w:pPr>
    </w:p>
    <w:p w14:paraId="6B5A9465" w14:textId="77777777" w:rsidR="00084477" w:rsidRPr="00AB227B" w:rsidRDefault="00084477">
      <w:pPr>
        <w:rPr>
          <w:color w:val="000000" w:themeColor="text1"/>
        </w:rPr>
      </w:pPr>
    </w:p>
    <w:p w14:paraId="0CFBDC8F" w14:textId="77777777" w:rsidR="00084477" w:rsidRPr="00AB227B" w:rsidRDefault="00084477">
      <w:pPr>
        <w:rPr>
          <w:color w:val="000000" w:themeColor="text1"/>
        </w:rPr>
      </w:pPr>
    </w:p>
    <w:p w14:paraId="354902C9" w14:textId="77777777" w:rsidR="00084477" w:rsidRPr="00AB227B" w:rsidRDefault="00084477">
      <w:pPr>
        <w:rPr>
          <w:color w:val="000000" w:themeColor="text1"/>
        </w:rPr>
      </w:pPr>
    </w:p>
    <w:p w14:paraId="4CFCB2A2" w14:textId="77777777" w:rsidR="00084477" w:rsidRPr="00AB227B" w:rsidRDefault="00084477">
      <w:pPr>
        <w:rPr>
          <w:color w:val="000000" w:themeColor="text1"/>
        </w:rPr>
      </w:pPr>
    </w:p>
    <w:p w14:paraId="155DD3FC" w14:textId="77777777" w:rsidR="00084477" w:rsidRPr="00AB227B" w:rsidRDefault="00084477">
      <w:pPr>
        <w:rPr>
          <w:color w:val="000000" w:themeColor="text1"/>
        </w:rPr>
      </w:pPr>
    </w:p>
    <w:p w14:paraId="4B9A29F0" w14:textId="77777777" w:rsidR="00084477" w:rsidRPr="00AB227B" w:rsidRDefault="00084477">
      <w:pPr>
        <w:rPr>
          <w:color w:val="000000" w:themeColor="text1"/>
        </w:rPr>
      </w:pPr>
    </w:p>
    <w:p w14:paraId="7447A949" w14:textId="77777777" w:rsidR="00084477" w:rsidRPr="00AB227B" w:rsidRDefault="00084477">
      <w:pPr>
        <w:rPr>
          <w:color w:val="000000" w:themeColor="text1"/>
        </w:rPr>
      </w:pPr>
    </w:p>
    <w:p w14:paraId="7C365232" w14:textId="77777777" w:rsidR="00084477" w:rsidRPr="00AB227B" w:rsidRDefault="00084477">
      <w:pPr>
        <w:rPr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467"/>
        <w:gridCol w:w="1245"/>
        <w:gridCol w:w="1793"/>
        <w:gridCol w:w="4137"/>
        <w:gridCol w:w="420"/>
      </w:tblGrid>
      <w:tr w:rsidR="00084477" w:rsidRPr="00AB227B" w14:paraId="67CD5A8D" w14:textId="77777777" w:rsidTr="00BA3CDF">
        <w:trPr>
          <w:cantSplit/>
          <w:trHeight w:val="20"/>
          <w:tblHeader/>
        </w:trPr>
        <w:tc>
          <w:tcPr>
            <w:tcW w:w="1467" w:type="dxa"/>
            <w:shd w:val="clear" w:color="auto" w:fill="EDEDED" w:themeFill="accent3" w:themeFillTint="33"/>
            <w:tcMar>
              <w:left w:w="28" w:type="dxa"/>
              <w:right w:w="28" w:type="dxa"/>
            </w:tcMar>
            <w:vAlign w:val="center"/>
            <w:hideMark/>
          </w:tcPr>
          <w:p w14:paraId="32BBC667" w14:textId="19621240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Nivel</w:t>
            </w:r>
          </w:p>
        </w:tc>
        <w:tc>
          <w:tcPr>
            <w:tcW w:w="1245" w:type="dxa"/>
            <w:shd w:val="clear" w:color="auto" w:fill="EDEDED" w:themeFill="accent3" w:themeFillTint="33"/>
            <w:tcMar>
              <w:left w:w="28" w:type="dxa"/>
              <w:right w:w="28" w:type="dxa"/>
            </w:tcMar>
            <w:vAlign w:val="center"/>
            <w:hideMark/>
          </w:tcPr>
          <w:p w14:paraId="68B72CB1" w14:textId="77777777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Domeniul</w:t>
            </w:r>
          </w:p>
        </w:tc>
        <w:tc>
          <w:tcPr>
            <w:tcW w:w="1793" w:type="dxa"/>
            <w:shd w:val="clear" w:color="auto" w:fill="EDEDED" w:themeFill="accent3" w:themeFillTint="33"/>
            <w:tcMar>
              <w:left w:w="28" w:type="dxa"/>
              <w:right w:w="28" w:type="dxa"/>
            </w:tcMar>
            <w:vAlign w:val="center"/>
            <w:hideMark/>
          </w:tcPr>
          <w:p w14:paraId="563A62E2" w14:textId="77777777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Profilul postului/catedrei</w:t>
            </w:r>
          </w:p>
        </w:tc>
        <w:tc>
          <w:tcPr>
            <w:tcW w:w="4137" w:type="dxa"/>
            <w:shd w:val="clear" w:color="auto" w:fill="EDEDED" w:themeFill="accent3" w:themeFillTint="33"/>
            <w:tcMar>
              <w:left w:w="28" w:type="dxa"/>
              <w:right w:w="28" w:type="dxa"/>
            </w:tcMar>
            <w:vAlign w:val="center"/>
            <w:hideMark/>
          </w:tcPr>
          <w:p w14:paraId="18F0571D" w14:textId="77777777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Discipline/module din profilul postului / catedrei</w:t>
            </w:r>
          </w:p>
        </w:tc>
        <w:tc>
          <w:tcPr>
            <w:tcW w:w="420" w:type="dxa"/>
            <w:vMerge w:val="restart"/>
            <w:shd w:val="clear" w:color="auto" w:fill="EDEDED" w:themeFill="accent3" w:themeFillTint="33"/>
            <w:tcMar>
              <w:left w:w="28" w:type="dxa"/>
              <w:right w:w="28" w:type="dxa"/>
            </w:tcMar>
            <w:vAlign w:val="center"/>
            <w:hideMark/>
          </w:tcPr>
          <w:p w14:paraId="574AB34C" w14:textId="77777777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Nr. crt.</w:t>
            </w:r>
          </w:p>
        </w:tc>
      </w:tr>
      <w:tr w:rsidR="00084477" w:rsidRPr="00AB227B" w14:paraId="1F24950B" w14:textId="77777777" w:rsidTr="00BA3CDF">
        <w:trPr>
          <w:cantSplit/>
          <w:trHeight w:val="20"/>
          <w:tblHeader/>
        </w:trPr>
        <w:tc>
          <w:tcPr>
            <w:tcW w:w="1467" w:type="dxa"/>
            <w:shd w:val="clear" w:color="auto" w:fill="EDEDED" w:themeFill="accent3" w:themeFillTint="33"/>
            <w:tcMar>
              <w:left w:w="28" w:type="dxa"/>
              <w:right w:w="28" w:type="dxa"/>
            </w:tcMar>
            <w:vAlign w:val="center"/>
            <w:hideMark/>
          </w:tcPr>
          <w:p w14:paraId="4C17BB4C" w14:textId="074515B1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Învățământ profesional</w:t>
            </w:r>
          </w:p>
        </w:tc>
        <w:tc>
          <w:tcPr>
            <w:tcW w:w="1245" w:type="dxa"/>
            <w:shd w:val="clear" w:color="auto" w:fill="EDEDED" w:themeFill="accent3" w:themeFillTint="33"/>
            <w:tcMar>
              <w:left w:w="28" w:type="dxa"/>
              <w:right w:w="28" w:type="dxa"/>
            </w:tcMar>
            <w:vAlign w:val="center"/>
            <w:hideMark/>
          </w:tcPr>
          <w:p w14:paraId="457937EA" w14:textId="77777777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17. Transporturi</w:t>
            </w:r>
          </w:p>
        </w:tc>
        <w:tc>
          <w:tcPr>
            <w:tcW w:w="1793" w:type="dxa"/>
            <w:shd w:val="clear" w:color="auto" w:fill="EDEDED" w:themeFill="accent3" w:themeFillTint="33"/>
            <w:tcMar>
              <w:left w:w="28" w:type="dxa"/>
              <w:right w:w="28" w:type="dxa"/>
            </w:tcMar>
            <w:vAlign w:val="center"/>
            <w:hideMark/>
          </w:tcPr>
          <w:p w14:paraId="5662D5A9" w14:textId="77777777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17.2. Transporturi/ Transporturi feroviare</w:t>
            </w:r>
          </w:p>
        </w:tc>
        <w:tc>
          <w:tcPr>
            <w:tcW w:w="4137" w:type="dxa"/>
            <w:shd w:val="clear" w:color="auto" w:fill="EDEDED" w:themeFill="accent3" w:themeFillTint="33"/>
            <w:tcMar>
              <w:left w:w="28" w:type="dxa"/>
              <w:right w:w="28" w:type="dxa"/>
            </w:tcMar>
            <w:vAlign w:val="center"/>
            <w:hideMark/>
          </w:tcPr>
          <w:p w14:paraId="28ABA371" w14:textId="77777777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ANEXA 17.2</w:t>
            </w:r>
          </w:p>
        </w:tc>
        <w:tc>
          <w:tcPr>
            <w:tcW w:w="420" w:type="dxa"/>
            <w:vMerge/>
            <w:shd w:val="clear" w:color="auto" w:fill="EDEDED" w:themeFill="accent3" w:themeFillTint="33"/>
            <w:tcMar>
              <w:left w:w="28" w:type="dxa"/>
              <w:right w:w="28" w:type="dxa"/>
            </w:tcMar>
            <w:vAlign w:val="center"/>
            <w:hideMark/>
          </w:tcPr>
          <w:p w14:paraId="5BA9E0DE" w14:textId="005DD23D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084477" w:rsidRPr="00AB227B" w14:paraId="677FE0F1" w14:textId="77777777" w:rsidTr="00BA3CDF">
        <w:trPr>
          <w:cantSplit/>
          <w:trHeight w:val="20"/>
        </w:trPr>
        <w:tc>
          <w:tcPr>
            <w:tcW w:w="1467" w:type="dxa"/>
            <w:vMerge w:val="restart"/>
            <w:tcMar>
              <w:left w:w="28" w:type="dxa"/>
              <w:right w:w="28" w:type="dxa"/>
            </w:tcMar>
            <w:hideMark/>
          </w:tcPr>
          <w:p w14:paraId="59768C27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5" w:type="dxa"/>
            <w:vMerge w:val="restart"/>
            <w:tcMar>
              <w:left w:w="28" w:type="dxa"/>
              <w:right w:w="28" w:type="dxa"/>
            </w:tcMar>
          </w:tcPr>
          <w:p w14:paraId="33EBA71C" w14:textId="0F778B86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 w:val="restart"/>
            <w:tcMar>
              <w:left w:w="28" w:type="dxa"/>
              <w:right w:w="28" w:type="dxa"/>
            </w:tcMar>
          </w:tcPr>
          <w:p w14:paraId="7276A912" w14:textId="5F926D4A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4D4117D1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Acționarea mașinilor de construcții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553B8591" w14:textId="77777777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</w:tr>
      <w:tr w:rsidR="00084477" w:rsidRPr="00AB227B" w14:paraId="4B6DE8B7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2FE57284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</w:tcPr>
          <w:p w14:paraId="1066FA30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</w:tcPr>
          <w:p w14:paraId="5998BACF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534379F4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Aliaje pentru turnare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5EAA6EEA" w14:textId="77777777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</w:tr>
      <w:tr w:rsidR="00084477" w:rsidRPr="00AB227B" w14:paraId="087E2C08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528588ED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</w:tcPr>
          <w:p w14:paraId="67E2BAC5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</w:tcPr>
          <w:p w14:paraId="00240D22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0218849B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Asamblarea ștanțelor și matrițelor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01A3EB15" w14:textId="77777777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</w:tr>
      <w:tr w:rsidR="00084477" w:rsidRPr="00AB227B" w14:paraId="63E60B58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6B6BF752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</w:tcPr>
          <w:p w14:paraId="27FBFBA1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</w:tcPr>
          <w:p w14:paraId="08F10644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218A09B7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Asamblări mecanice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47A36EFF" w14:textId="77777777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</w:tr>
      <w:tr w:rsidR="00084477" w:rsidRPr="00AB227B" w14:paraId="28339433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0B4E1F97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</w:tcPr>
          <w:p w14:paraId="4F1E978E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</w:tcPr>
          <w:p w14:paraId="63A90929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66D15D48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Calitatea produselor și serviciilor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08F488DF" w14:textId="77777777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</w:tr>
      <w:tr w:rsidR="00084477" w:rsidRPr="00AB227B" w14:paraId="6CECD675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5DC9436A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</w:tcPr>
          <w:p w14:paraId="0D2C2003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</w:tcPr>
          <w:p w14:paraId="70D4D925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309B5A47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CDL- clasa a IX-a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52E316C1" w14:textId="77777777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</w:tr>
      <w:tr w:rsidR="00084477" w:rsidRPr="00AB227B" w14:paraId="3392A8BF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54EC395E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</w:tcPr>
          <w:p w14:paraId="0561B686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</w:tcPr>
          <w:p w14:paraId="10A3F153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7C6DAAEE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CDL- clasa a X-a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16436BFE" w14:textId="77777777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</w:tr>
      <w:tr w:rsidR="00084477" w:rsidRPr="00AB227B" w14:paraId="5D9CF95A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1C606714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</w:tcPr>
          <w:p w14:paraId="395F2CE1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</w:tcPr>
          <w:p w14:paraId="13497993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04C9BAF9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CDL- clasa a XI-a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4A168945" w14:textId="77777777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</w:tr>
      <w:tr w:rsidR="00084477" w:rsidRPr="00AB227B" w14:paraId="1738F2E1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6A16D100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</w:tcPr>
          <w:p w14:paraId="085CEF01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</w:tcPr>
          <w:p w14:paraId="7049B275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56501C14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Componentele structurilor metalice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5A52028E" w14:textId="77777777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</w:tr>
      <w:tr w:rsidR="00084477" w:rsidRPr="00AB227B" w14:paraId="014196B8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7ECA6DC9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</w:tcPr>
          <w:p w14:paraId="36E2C63C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</w:tcPr>
          <w:p w14:paraId="34DBBC59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6CD55FEC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Conducere și elemente de legislație rutieră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50CDC669" w14:textId="77777777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</w:tr>
      <w:tr w:rsidR="00084477" w:rsidRPr="00AB227B" w14:paraId="1341417F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4C3FCBE3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</w:tcPr>
          <w:p w14:paraId="467DA266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</w:tcPr>
          <w:p w14:paraId="5CCC0DAD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1B3591E6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Conducerea automobilului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712AD52E" w14:textId="77777777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</w:t>
            </w:r>
          </w:p>
        </w:tc>
      </w:tr>
      <w:tr w:rsidR="00084477" w:rsidRPr="00AB227B" w14:paraId="71111CDF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497A5B4F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</w:tcPr>
          <w:p w14:paraId="760DCC0C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</w:tcPr>
          <w:p w14:paraId="0A59ED36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36EDE60B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Consiliere și orientare clasa a IX-a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5F9EFB07" w14:textId="77777777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</w:p>
        </w:tc>
      </w:tr>
      <w:tr w:rsidR="00084477" w:rsidRPr="00AB227B" w14:paraId="6D247CFF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388D9557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</w:tcPr>
          <w:p w14:paraId="2AA70E09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</w:tcPr>
          <w:p w14:paraId="65D24A88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4F822663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Consiliere și orientare clasa a X-a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4F077BC8" w14:textId="77777777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</w:t>
            </w:r>
          </w:p>
        </w:tc>
      </w:tr>
      <w:tr w:rsidR="00084477" w:rsidRPr="00AB227B" w14:paraId="2CFA831F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2BDC3E92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</w:tcPr>
          <w:p w14:paraId="3B592B4D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</w:tcPr>
          <w:p w14:paraId="66DEEEA7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11767A07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Consiliere și orientare clasa a XI-a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09340D9A" w14:textId="77777777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</w:t>
            </w:r>
          </w:p>
        </w:tc>
      </w:tr>
      <w:tr w:rsidR="00084477" w:rsidRPr="00AB227B" w14:paraId="2FA85881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2184FC41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</w:tcPr>
          <w:p w14:paraId="05CE01BD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</w:tcPr>
          <w:p w14:paraId="4B256502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74A0E427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Economia întreprinderii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5B5D919F" w14:textId="77777777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</w:t>
            </w:r>
          </w:p>
        </w:tc>
      </w:tr>
      <w:tr w:rsidR="00084477" w:rsidRPr="00AB227B" w14:paraId="709DFCF5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68581B3C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</w:tcPr>
          <w:p w14:paraId="1719CCDA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</w:tcPr>
          <w:p w14:paraId="53D48AEE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1BE2AE18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Elaborarea fontei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623D9C31" w14:textId="77777777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</w:t>
            </w:r>
          </w:p>
        </w:tc>
      </w:tr>
      <w:tr w:rsidR="00084477" w:rsidRPr="00AB227B" w14:paraId="2EFB67EB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77FE3830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</w:tcPr>
          <w:p w14:paraId="6EBE8CEF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</w:tcPr>
          <w:p w14:paraId="1F31A4A3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4E85C5C6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Elaborarea oțelului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7D011E7C" w14:textId="77777777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</w:t>
            </w:r>
          </w:p>
        </w:tc>
      </w:tr>
      <w:tr w:rsidR="00084477" w:rsidRPr="00AB227B" w14:paraId="4A891671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7DCE795C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</w:tcPr>
          <w:p w14:paraId="7512BA33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</w:tcPr>
          <w:p w14:paraId="6A7E396D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076DF107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Executarea ștanțelor și matrițelor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1FC458A3" w14:textId="77777777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</w:t>
            </w:r>
          </w:p>
        </w:tc>
      </w:tr>
      <w:tr w:rsidR="00084477" w:rsidRPr="00AB227B" w14:paraId="4ACCBCE6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082ED3DB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</w:tcPr>
          <w:p w14:paraId="07823421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</w:tcPr>
          <w:p w14:paraId="291698FA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62F77121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Executarea utilajelor tehnologice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49BBF5AD" w14:textId="77777777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</w:t>
            </w:r>
          </w:p>
        </w:tc>
      </w:tr>
      <w:tr w:rsidR="00084477" w:rsidRPr="00AB227B" w14:paraId="1ED57232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2B778F3C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</w:tcPr>
          <w:p w14:paraId="24BEB5CF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</w:tcPr>
          <w:p w14:paraId="435184D7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29620040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Forme de turnare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2FB0706A" w14:textId="77777777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</w:t>
            </w:r>
          </w:p>
        </w:tc>
      </w:tr>
      <w:tr w:rsidR="00084477" w:rsidRPr="00AB227B" w14:paraId="508EC930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7D8A99EA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</w:tcPr>
          <w:p w14:paraId="493F9739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</w:tcPr>
          <w:p w14:paraId="2799513B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3FCE1103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Garnituri de model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5F6F6BFE" w14:textId="77777777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</w:t>
            </w:r>
          </w:p>
        </w:tc>
      </w:tr>
      <w:tr w:rsidR="00084477" w:rsidRPr="00AB227B" w14:paraId="2051FC3C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10C90F15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</w:tcPr>
          <w:p w14:paraId="0C54478A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</w:tcPr>
          <w:p w14:paraId="1849215F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489201BE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Infrastructura feroviară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2459B3C3" w14:textId="77777777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</w:t>
            </w:r>
          </w:p>
        </w:tc>
      </w:tr>
      <w:tr w:rsidR="00084477" w:rsidRPr="00AB227B" w14:paraId="153FED8A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04464CB6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</w:tcPr>
          <w:p w14:paraId="17F99D77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</w:tcPr>
          <w:p w14:paraId="5E1A8C4F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3B85A7BD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Întreținerea mașinilor și utilajelor agricole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1180CCDD" w14:textId="77777777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</w:t>
            </w:r>
          </w:p>
        </w:tc>
      </w:tr>
      <w:tr w:rsidR="00084477" w:rsidRPr="00AB227B" w14:paraId="29506FD4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508883E6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</w:tcPr>
          <w:p w14:paraId="2038F44F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</w:tcPr>
          <w:p w14:paraId="440147CD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002C59CB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Lăcătușărie generală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407D7DD0" w14:textId="77777777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</w:t>
            </w:r>
          </w:p>
        </w:tc>
      </w:tr>
      <w:tr w:rsidR="00084477" w:rsidRPr="00AB227B" w14:paraId="6D20F146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0DDEE306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</w:tcPr>
          <w:p w14:paraId="3AB809D6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</w:tcPr>
          <w:p w14:paraId="415E3A79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56F604BB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Mașini de construcții pentru căi de comunicații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37204C6E" w14:textId="77777777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</w:t>
            </w:r>
          </w:p>
        </w:tc>
      </w:tr>
      <w:tr w:rsidR="00084477" w:rsidRPr="00AB227B" w14:paraId="3D11CB8E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23D4F80D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</w:tcPr>
          <w:p w14:paraId="3C3CDAAC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</w:tcPr>
          <w:p w14:paraId="059DCB0F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1183B85F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Mașini de construcții pentru terasamente, fundații și betoane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0544D7A7" w14:textId="77777777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</w:t>
            </w:r>
          </w:p>
        </w:tc>
      </w:tr>
      <w:tr w:rsidR="00084477" w:rsidRPr="00AB227B" w14:paraId="50E4254A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6EBACEAA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</w:tcPr>
          <w:p w14:paraId="0F9745EC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</w:tcPr>
          <w:p w14:paraId="39623372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075C658C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Mașini de ridicat și transportat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7EB06A1F" w14:textId="77777777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</w:t>
            </w:r>
          </w:p>
        </w:tc>
      </w:tr>
      <w:tr w:rsidR="00084477" w:rsidRPr="00AB227B" w14:paraId="66715433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5B7775CD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</w:tcPr>
          <w:p w14:paraId="10EF2539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</w:tcPr>
          <w:p w14:paraId="4173B6D3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0F39A28F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Mașini, aparate și elemente de automatizare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311DFCA0" w14:textId="77777777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</w:t>
            </w:r>
          </w:p>
        </w:tc>
      </w:tr>
      <w:tr w:rsidR="00084477" w:rsidRPr="00AB227B" w14:paraId="7E773F30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24B80CB5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</w:tcPr>
          <w:p w14:paraId="43CC4FF9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</w:tcPr>
          <w:p w14:paraId="1024E398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723BF36A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Material rulant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00F6285E" w14:textId="77777777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</w:t>
            </w:r>
          </w:p>
        </w:tc>
      </w:tr>
      <w:tr w:rsidR="00084477" w:rsidRPr="00AB227B" w14:paraId="16BCE9B4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3FC0189D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</w:tcPr>
          <w:p w14:paraId="477D0DEF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</w:tcPr>
          <w:p w14:paraId="238C6DEE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5D6210B6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Materii prime și materiale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1627FA60" w14:textId="77777777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</w:p>
        </w:tc>
      </w:tr>
      <w:tr w:rsidR="00084477" w:rsidRPr="00AB227B" w14:paraId="77465BD0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685E540A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</w:tcPr>
          <w:p w14:paraId="05CADF93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</w:tcPr>
          <w:p w14:paraId="52EFB902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51995AD1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Măsurări tehnice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033DDCA5" w14:textId="77777777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</w:t>
            </w:r>
          </w:p>
        </w:tc>
      </w:tr>
      <w:tr w:rsidR="00084477" w:rsidRPr="00AB227B" w14:paraId="127D4E97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613D2B68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</w:tcPr>
          <w:p w14:paraId="02B71478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</w:tcPr>
          <w:p w14:paraId="4498F159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3A6FAE30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Mentenanța mașinilor de construcții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697A4386" w14:textId="77777777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</w:t>
            </w:r>
          </w:p>
        </w:tc>
      </w:tr>
      <w:tr w:rsidR="00084477" w:rsidRPr="00AB227B" w14:paraId="7E51BF37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6C3CA156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</w:tcPr>
          <w:p w14:paraId="6D066011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</w:tcPr>
          <w:p w14:paraId="28A067E2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2CBE1EBF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Montarea spațială a structurilor metalice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14AE5078" w14:textId="77777777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</w:t>
            </w:r>
          </w:p>
        </w:tc>
      </w:tr>
      <w:tr w:rsidR="00084477" w:rsidRPr="00AB227B" w14:paraId="7F90D14F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2121A6F4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</w:tcPr>
          <w:p w14:paraId="230EAFCA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</w:tcPr>
          <w:p w14:paraId="057AA75C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4D733921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Organe de mașini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5863967B" w14:textId="77777777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</w:t>
            </w:r>
          </w:p>
        </w:tc>
      </w:tr>
      <w:tr w:rsidR="00084477" w:rsidRPr="00AB227B" w14:paraId="7A1B6083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71BAC1BA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</w:tcPr>
          <w:p w14:paraId="24A6EA7E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</w:tcPr>
          <w:p w14:paraId="327EA93C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402F24E2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Prelucrarea materialului lemnos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6BA6D3E1" w14:textId="77777777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</w:t>
            </w:r>
          </w:p>
        </w:tc>
      </w:tr>
      <w:tr w:rsidR="00084477" w:rsidRPr="00AB227B" w14:paraId="55EA4459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07527283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</w:tcPr>
          <w:p w14:paraId="00FFB4E1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</w:tcPr>
          <w:p w14:paraId="6CCAD26F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3BF7DD18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Prelucrarea pieselor cu dantură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2EE9AEF9" w14:textId="77777777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36</w:t>
            </w:r>
          </w:p>
        </w:tc>
      </w:tr>
      <w:tr w:rsidR="00084477" w:rsidRPr="00AB227B" w14:paraId="2E7A9FF2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174CE586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</w:tcPr>
          <w:p w14:paraId="7C0DFB53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</w:tcPr>
          <w:p w14:paraId="3F6FA174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3891B42F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Prelucrarea pieselor prismatice, a canalelor și canelurilor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48BA4F22" w14:textId="77777777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37</w:t>
            </w:r>
          </w:p>
        </w:tc>
      </w:tr>
      <w:tr w:rsidR="00084477" w:rsidRPr="00AB227B" w14:paraId="6F5A4326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3156E387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</w:tcPr>
          <w:p w14:paraId="6D6378FF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</w:tcPr>
          <w:p w14:paraId="1C25CF5E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7190FF05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Prelucrarea prin frezare, rabotare, mortezare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629453A8" w14:textId="77777777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</w:t>
            </w:r>
          </w:p>
        </w:tc>
      </w:tr>
      <w:tr w:rsidR="00084477" w:rsidRPr="00AB227B" w14:paraId="7554DDD4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74CEF0F4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</w:tcPr>
          <w:p w14:paraId="41FEAD10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</w:tcPr>
          <w:p w14:paraId="6242125B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1BC71B35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Prelucrarea semifabricatelor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406B742E" w14:textId="77777777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</w:t>
            </w:r>
          </w:p>
        </w:tc>
      </w:tr>
      <w:tr w:rsidR="00084477" w:rsidRPr="00AB227B" w14:paraId="64F92586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53CEF50B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</w:tcPr>
          <w:p w14:paraId="459B778B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</w:tcPr>
          <w:p w14:paraId="7845F373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2E996875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Prelucrări mecanice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4E4916B6" w14:textId="77777777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</w:t>
            </w:r>
          </w:p>
        </w:tc>
      </w:tr>
      <w:tr w:rsidR="00084477" w:rsidRPr="00AB227B" w14:paraId="4BF6D4C5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4521649D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</w:tcPr>
          <w:p w14:paraId="2D1DBA32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</w:tcPr>
          <w:p w14:paraId="687CDDDD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19584EFD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Prelucrări pe strunguri semiautomate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6BDB025F" w14:textId="77777777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41</w:t>
            </w:r>
          </w:p>
        </w:tc>
      </w:tr>
      <w:tr w:rsidR="00084477" w:rsidRPr="00AB227B" w14:paraId="058D4FF7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574D76E3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</w:tcPr>
          <w:p w14:paraId="51D6BCD4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</w:tcPr>
          <w:p w14:paraId="3616ED1A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2892E15A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Prelucrări prin netezire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25DC0A8B" w14:textId="77777777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</w:t>
            </w:r>
          </w:p>
        </w:tc>
      </w:tr>
      <w:tr w:rsidR="00084477" w:rsidRPr="00AB227B" w14:paraId="537269C3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19416590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</w:tcPr>
          <w:p w14:paraId="7CE20CF1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</w:tcPr>
          <w:p w14:paraId="07176C45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28A14A24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Prelucrări prin rectificare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4EA60DF6" w14:textId="77777777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</w:t>
            </w:r>
          </w:p>
        </w:tc>
      </w:tr>
      <w:tr w:rsidR="00084477" w:rsidRPr="00AB227B" w14:paraId="7BBB8022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67503E0C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</w:tcPr>
          <w:p w14:paraId="0C6934E5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</w:tcPr>
          <w:p w14:paraId="3B1EE333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2AFEE33C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Prelucrări prin strunjire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0F60481F" w14:textId="77777777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44</w:t>
            </w:r>
          </w:p>
        </w:tc>
      </w:tr>
      <w:tr w:rsidR="00084477" w:rsidRPr="00AB227B" w14:paraId="4C88D834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632FA55D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</w:tcPr>
          <w:p w14:paraId="35E7DB4B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</w:tcPr>
          <w:p w14:paraId="1AD4A56A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6ADA8CD3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Repararea mașinilor și utilajelor agricole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5D597921" w14:textId="77777777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</w:t>
            </w:r>
          </w:p>
        </w:tc>
      </w:tr>
      <w:tr w:rsidR="00084477" w:rsidRPr="00AB227B" w14:paraId="61484D23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38DB2E57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</w:tcPr>
          <w:p w14:paraId="4B8D8537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</w:tcPr>
          <w:p w14:paraId="0F3C5F02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1A1582E8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Reprezentarea organelor de mașini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464BB414" w14:textId="77777777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</w:t>
            </w:r>
          </w:p>
        </w:tc>
      </w:tr>
      <w:tr w:rsidR="00084477" w:rsidRPr="00AB227B" w14:paraId="03E690F1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2DC42ACE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</w:tcPr>
          <w:p w14:paraId="59AAFAAC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</w:tcPr>
          <w:p w14:paraId="0F5F9086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603817B4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Reprezentarea pieselor mecanice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62F248FA" w14:textId="77777777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</w:t>
            </w:r>
          </w:p>
        </w:tc>
      </w:tr>
      <w:tr w:rsidR="00084477" w:rsidRPr="00AB227B" w14:paraId="716E52CA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3F53132A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</w:tcPr>
          <w:p w14:paraId="71131323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</w:tcPr>
          <w:p w14:paraId="03D2209A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2F39633A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Revizia și întreținerea construcțiilor metalice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47A07326" w14:textId="77777777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</w:t>
            </w:r>
          </w:p>
        </w:tc>
      </w:tr>
      <w:tr w:rsidR="00084477" w:rsidRPr="00AB227B" w14:paraId="44A1AAAB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306B155B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</w:tcPr>
          <w:p w14:paraId="171F1535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</w:tcPr>
          <w:p w14:paraId="1E7D613B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4B07D924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Sisteme electro-hidropneumatice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07222993" w14:textId="77777777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</w:t>
            </w:r>
          </w:p>
        </w:tc>
      </w:tr>
      <w:tr w:rsidR="00084477" w:rsidRPr="00AB227B" w14:paraId="49138B9C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091D39CA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</w:tcPr>
          <w:p w14:paraId="413EC1CA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</w:tcPr>
          <w:p w14:paraId="1F9D4032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6EB48186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Subansamblurile construcțiilor metalice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1DD9D6D6" w14:textId="77777777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</w:t>
            </w:r>
          </w:p>
        </w:tc>
      </w:tr>
      <w:tr w:rsidR="00084477" w:rsidRPr="00AB227B" w14:paraId="4E846A03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0DDFBE89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</w:tcPr>
          <w:p w14:paraId="5B9D3F98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</w:tcPr>
          <w:p w14:paraId="3A9DA268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4C6C30BE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Sudarea prin topire și presiune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6D96D55E" w14:textId="77777777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</w:t>
            </w:r>
          </w:p>
        </w:tc>
      </w:tr>
      <w:tr w:rsidR="00084477" w:rsidRPr="00AB227B" w14:paraId="65767785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48E3E076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</w:tcPr>
          <w:p w14:paraId="6926F3DE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</w:tcPr>
          <w:p w14:paraId="16668629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763585B1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Tăierea termică a metalelor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7E56DD58" w14:textId="77777777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</w:t>
            </w:r>
          </w:p>
        </w:tc>
      </w:tr>
      <w:tr w:rsidR="00084477" w:rsidRPr="00AB227B" w14:paraId="0F581CDF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0CD42194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</w:tcPr>
          <w:p w14:paraId="4118F2B2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</w:tcPr>
          <w:p w14:paraId="75237EE3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6DC7BDB4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Tehnologia așchierii pe mașini unelte convenționale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22C58A51" w14:textId="77777777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</w:t>
            </w:r>
          </w:p>
        </w:tc>
      </w:tr>
      <w:tr w:rsidR="00084477" w:rsidRPr="00AB227B" w14:paraId="509150F1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42584983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</w:tcPr>
          <w:p w14:paraId="500910C3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</w:tcPr>
          <w:p w14:paraId="06D4F172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323F4568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Tehnologia lucrărilor mecanice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405679F4" w14:textId="77777777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</w:t>
            </w:r>
          </w:p>
        </w:tc>
      </w:tr>
      <w:tr w:rsidR="00084477" w:rsidRPr="00AB227B" w14:paraId="725C4741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71DB1C71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</w:tcPr>
          <w:p w14:paraId="7DDF14A8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</w:tcPr>
          <w:p w14:paraId="722869BD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136D697B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Tehnologii de asamblare mecanică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677443DC" w14:textId="77777777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</w:t>
            </w:r>
          </w:p>
        </w:tc>
      </w:tr>
      <w:tr w:rsidR="00084477" w:rsidRPr="00AB227B" w14:paraId="7DDEC985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59267DE0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</w:tcPr>
          <w:p w14:paraId="34B7DE8E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</w:tcPr>
          <w:p w14:paraId="0CE1C1CF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4BD4DBF8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Tratamente termice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400794A8" w14:textId="77777777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</w:t>
            </w:r>
          </w:p>
        </w:tc>
      </w:tr>
      <w:tr w:rsidR="00084477" w:rsidRPr="00AB227B" w14:paraId="6DCF853D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66E5E102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</w:tcPr>
          <w:p w14:paraId="1BF606EF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</w:tcPr>
          <w:p w14:paraId="4874C64E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42E8831D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Tratarea oțelului lichid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6CFAD523" w14:textId="77777777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</w:t>
            </w:r>
          </w:p>
        </w:tc>
      </w:tr>
      <w:tr w:rsidR="00084477" w:rsidRPr="00AB227B" w14:paraId="164B797D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4D377A28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</w:tcPr>
          <w:p w14:paraId="64563A41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</w:tcPr>
          <w:p w14:paraId="5B05B4C4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04F4A54A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Turnarea oțelului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3875B271" w14:textId="77777777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58</w:t>
            </w:r>
          </w:p>
        </w:tc>
      </w:tr>
      <w:tr w:rsidR="00084477" w:rsidRPr="00AB227B" w14:paraId="56208E1A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68805B1E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</w:tcPr>
          <w:p w14:paraId="1F347C45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</w:tcPr>
          <w:p w14:paraId="3B902BE6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24F0DF50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Utilaje și instalații auxiliare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47B3C1D9" w14:textId="77777777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59</w:t>
            </w:r>
          </w:p>
        </w:tc>
      </w:tr>
      <w:tr w:rsidR="00084477" w:rsidRPr="00AB227B" w14:paraId="0FC7820B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39F86758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</w:tcPr>
          <w:p w14:paraId="09A16407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</w:tcPr>
          <w:p w14:paraId="0F8717D8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4CAA6EE4" w14:textId="77777777" w:rsidR="00084477" w:rsidRPr="00AB227B" w:rsidRDefault="00084477" w:rsidP="000844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Utilaje și instalații conexe furnalului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416D0E39" w14:textId="77777777" w:rsidR="00084477" w:rsidRPr="00AB227B" w:rsidRDefault="00084477" w:rsidP="000844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</w:t>
            </w:r>
          </w:p>
        </w:tc>
      </w:tr>
    </w:tbl>
    <w:p w14:paraId="2A5724B6" w14:textId="77777777" w:rsidR="0044095D" w:rsidRPr="00AB227B" w:rsidRDefault="0044095D" w:rsidP="00833FB7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58F750C2" w14:textId="77777777" w:rsidR="0044095D" w:rsidRPr="00AB227B" w:rsidRDefault="0044095D" w:rsidP="00833FB7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B227B">
        <w:rPr>
          <w:rFonts w:ascii="Times New Roman" w:hAnsi="Times New Roman" w:cs="Times New Roman"/>
          <w:color w:val="000000" w:themeColor="text1"/>
          <w:sz w:val="20"/>
          <w:szCs w:val="20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467"/>
        <w:gridCol w:w="1245"/>
        <w:gridCol w:w="1793"/>
        <w:gridCol w:w="4137"/>
        <w:gridCol w:w="420"/>
      </w:tblGrid>
      <w:tr w:rsidR="00BA3CDF" w:rsidRPr="00AB227B" w14:paraId="1C031F92" w14:textId="77777777" w:rsidTr="00BA3CDF">
        <w:trPr>
          <w:cantSplit/>
          <w:trHeight w:val="20"/>
          <w:tblHeader/>
        </w:trPr>
        <w:tc>
          <w:tcPr>
            <w:tcW w:w="1467" w:type="dxa"/>
            <w:shd w:val="clear" w:color="auto" w:fill="EDEDED" w:themeFill="accent3" w:themeFillTint="33"/>
            <w:tcMar>
              <w:left w:w="28" w:type="dxa"/>
              <w:right w:w="28" w:type="dxa"/>
            </w:tcMar>
            <w:vAlign w:val="center"/>
            <w:hideMark/>
          </w:tcPr>
          <w:p w14:paraId="73D49199" w14:textId="6C281695" w:rsidR="00BA3CDF" w:rsidRPr="00AB227B" w:rsidRDefault="00BA3CDF" w:rsidP="00833F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Nivel</w:t>
            </w:r>
          </w:p>
        </w:tc>
        <w:tc>
          <w:tcPr>
            <w:tcW w:w="1245" w:type="dxa"/>
            <w:shd w:val="clear" w:color="auto" w:fill="EDEDED" w:themeFill="accent3" w:themeFillTint="33"/>
            <w:tcMar>
              <w:left w:w="28" w:type="dxa"/>
              <w:right w:w="28" w:type="dxa"/>
            </w:tcMar>
            <w:vAlign w:val="center"/>
            <w:hideMark/>
          </w:tcPr>
          <w:p w14:paraId="3CE27DDD" w14:textId="77777777" w:rsidR="00BA3CDF" w:rsidRPr="00AB227B" w:rsidRDefault="00BA3CDF" w:rsidP="00833F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Domeniul</w:t>
            </w:r>
          </w:p>
        </w:tc>
        <w:tc>
          <w:tcPr>
            <w:tcW w:w="1793" w:type="dxa"/>
            <w:shd w:val="clear" w:color="auto" w:fill="EDEDED" w:themeFill="accent3" w:themeFillTint="33"/>
            <w:tcMar>
              <w:left w:w="28" w:type="dxa"/>
              <w:right w:w="28" w:type="dxa"/>
            </w:tcMar>
            <w:vAlign w:val="center"/>
            <w:hideMark/>
          </w:tcPr>
          <w:p w14:paraId="580354AF" w14:textId="77777777" w:rsidR="00BA3CDF" w:rsidRPr="00AB227B" w:rsidRDefault="00BA3CDF" w:rsidP="00833F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Profilul postului/catedrei</w:t>
            </w:r>
          </w:p>
        </w:tc>
        <w:tc>
          <w:tcPr>
            <w:tcW w:w="4137" w:type="dxa"/>
            <w:shd w:val="clear" w:color="auto" w:fill="EDEDED" w:themeFill="accent3" w:themeFillTint="33"/>
            <w:tcMar>
              <w:left w:w="28" w:type="dxa"/>
              <w:right w:w="28" w:type="dxa"/>
            </w:tcMar>
            <w:vAlign w:val="center"/>
            <w:hideMark/>
          </w:tcPr>
          <w:p w14:paraId="12D4AFC5" w14:textId="77777777" w:rsidR="00BA3CDF" w:rsidRPr="00AB227B" w:rsidRDefault="00BA3CDF" w:rsidP="00833F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Discipline/module din profilul postului / catedrei</w:t>
            </w:r>
          </w:p>
        </w:tc>
        <w:tc>
          <w:tcPr>
            <w:tcW w:w="420" w:type="dxa"/>
            <w:vMerge w:val="restart"/>
            <w:shd w:val="clear" w:color="auto" w:fill="EDEDED" w:themeFill="accent3" w:themeFillTint="33"/>
            <w:tcMar>
              <w:left w:w="28" w:type="dxa"/>
              <w:right w:w="28" w:type="dxa"/>
            </w:tcMar>
            <w:vAlign w:val="center"/>
            <w:hideMark/>
          </w:tcPr>
          <w:p w14:paraId="0467C527" w14:textId="77777777" w:rsidR="00BA3CDF" w:rsidRPr="00AB227B" w:rsidRDefault="00BA3CDF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Nr. crt.</w:t>
            </w:r>
          </w:p>
        </w:tc>
      </w:tr>
      <w:tr w:rsidR="00BA3CDF" w:rsidRPr="00AB227B" w14:paraId="0D492A63" w14:textId="77777777" w:rsidTr="00BA3CDF">
        <w:trPr>
          <w:cantSplit/>
          <w:trHeight w:val="20"/>
          <w:tblHeader/>
        </w:trPr>
        <w:tc>
          <w:tcPr>
            <w:tcW w:w="1467" w:type="dxa"/>
            <w:shd w:val="clear" w:color="auto" w:fill="EDEDED" w:themeFill="accent3" w:themeFillTint="33"/>
            <w:tcMar>
              <w:left w:w="28" w:type="dxa"/>
              <w:right w:w="28" w:type="dxa"/>
            </w:tcMar>
            <w:vAlign w:val="center"/>
            <w:hideMark/>
          </w:tcPr>
          <w:p w14:paraId="3EDED292" w14:textId="77777777" w:rsidR="00BA3CDF" w:rsidRPr="00AB227B" w:rsidRDefault="00BA3CDF" w:rsidP="00833F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Stagii de pregătire practică</w:t>
            </w:r>
          </w:p>
        </w:tc>
        <w:tc>
          <w:tcPr>
            <w:tcW w:w="1245" w:type="dxa"/>
            <w:shd w:val="clear" w:color="auto" w:fill="EDEDED" w:themeFill="accent3" w:themeFillTint="33"/>
            <w:tcMar>
              <w:left w:w="28" w:type="dxa"/>
              <w:right w:w="28" w:type="dxa"/>
            </w:tcMar>
            <w:vAlign w:val="center"/>
            <w:hideMark/>
          </w:tcPr>
          <w:p w14:paraId="0540FD2A" w14:textId="77777777" w:rsidR="00BA3CDF" w:rsidRPr="00AB227B" w:rsidRDefault="00BA3CDF" w:rsidP="00833F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17. Transporturi</w:t>
            </w:r>
          </w:p>
        </w:tc>
        <w:tc>
          <w:tcPr>
            <w:tcW w:w="1793" w:type="dxa"/>
            <w:shd w:val="clear" w:color="auto" w:fill="EDEDED" w:themeFill="accent3" w:themeFillTint="33"/>
            <w:tcMar>
              <w:left w:w="28" w:type="dxa"/>
              <w:right w:w="28" w:type="dxa"/>
            </w:tcMar>
            <w:vAlign w:val="center"/>
            <w:hideMark/>
          </w:tcPr>
          <w:p w14:paraId="293CEABB" w14:textId="77777777" w:rsidR="00BA3CDF" w:rsidRPr="00AB227B" w:rsidRDefault="00BA3CDF" w:rsidP="00833F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17.2. Transporturi/ Transporturi feroviare</w:t>
            </w:r>
          </w:p>
        </w:tc>
        <w:tc>
          <w:tcPr>
            <w:tcW w:w="4137" w:type="dxa"/>
            <w:shd w:val="clear" w:color="auto" w:fill="EDEDED" w:themeFill="accent3" w:themeFillTint="33"/>
            <w:tcMar>
              <w:left w:w="28" w:type="dxa"/>
              <w:right w:w="28" w:type="dxa"/>
            </w:tcMar>
            <w:vAlign w:val="center"/>
            <w:hideMark/>
          </w:tcPr>
          <w:p w14:paraId="2105E3CC" w14:textId="77777777" w:rsidR="00BA3CDF" w:rsidRPr="00AB227B" w:rsidRDefault="00BA3CDF" w:rsidP="00833F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ANEXA 17.2</w:t>
            </w:r>
          </w:p>
        </w:tc>
        <w:tc>
          <w:tcPr>
            <w:tcW w:w="420" w:type="dxa"/>
            <w:vMerge/>
            <w:shd w:val="clear" w:color="auto" w:fill="EDEDED" w:themeFill="accent3" w:themeFillTint="33"/>
            <w:tcMar>
              <w:left w:w="28" w:type="dxa"/>
              <w:right w:w="28" w:type="dxa"/>
            </w:tcMar>
            <w:vAlign w:val="center"/>
            <w:hideMark/>
          </w:tcPr>
          <w:p w14:paraId="7A00D71B" w14:textId="22E1FB6B" w:rsidR="00BA3CDF" w:rsidRPr="00AB227B" w:rsidRDefault="00BA3CDF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C652C7" w:rsidRPr="00AB227B" w14:paraId="32DF0E7D" w14:textId="77777777" w:rsidTr="00BA3CDF">
        <w:trPr>
          <w:cantSplit/>
          <w:trHeight w:val="20"/>
        </w:trPr>
        <w:tc>
          <w:tcPr>
            <w:tcW w:w="1467" w:type="dxa"/>
            <w:vMerge w:val="restart"/>
            <w:tcMar>
              <w:left w:w="28" w:type="dxa"/>
              <w:right w:w="28" w:type="dxa"/>
            </w:tcMar>
            <w:hideMark/>
          </w:tcPr>
          <w:p w14:paraId="4AEBC9F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5" w:type="dxa"/>
            <w:vMerge w:val="restart"/>
            <w:tcMar>
              <w:left w:w="28" w:type="dxa"/>
              <w:right w:w="28" w:type="dxa"/>
            </w:tcMar>
            <w:hideMark/>
          </w:tcPr>
          <w:p w14:paraId="52AF024F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793" w:type="dxa"/>
            <w:vMerge w:val="restart"/>
            <w:tcMar>
              <w:left w:w="28" w:type="dxa"/>
              <w:right w:w="28" w:type="dxa"/>
            </w:tcMar>
            <w:hideMark/>
          </w:tcPr>
          <w:p w14:paraId="1EF86FC9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3BE538C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Acționarea mașinilor de construcții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63BF0992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</w:tr>
      <w:tr w:rsidR="00C652C7" w:rsidRPr="00AB227B" w14:paraId="50344A57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323BB33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37563A37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02041A8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727AC957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Aliaje pentru turnare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6B8B0B10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</w:tr>
      <w:tr w:rsidR="00C652C7" w:rsidRPr="00AB227B" w14:paraId="7CDBAFE2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0114CA3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159F6FD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20913663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7DE03F4D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Asamblarea ștanțelor și matrițelor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1EE97289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</w:tr>
      <w:tr w:rsidR="00C652C7" w:rsidRPr="00AB227B" w14:paraId="26C6F155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12F76133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37588AD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5AD22A9F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4BBA0687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Asigurarea calității pieselor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3A99510B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</w:tr>
      <w:tr w:rsidR="00C652C7" w:rsidRPr="00AB227B" w14:paraId="01B91291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392517A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5F09505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035BD7F3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75783D8C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Automobile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20DE0D83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</w:tr>
      <w:tr w:rsidR="00C652C7" w:rsidRPr="00AB227B" w14:paraId="48CFD976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3409EC17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7BB2F6A9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1BADAD1B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70D6941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Circulația, manevra și prelucrarea trenurilor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72FC016E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</w:tr>
      <w:tr w:rsidR="00C652C7" w:rsidRPr="00AB227B" w14:paraId="281CA0F3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68D6717C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05CC984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14FAF42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7A742DA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Componentele structurilor metalice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5608BBE2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</w:tr>
      <w:tr w:rsidR="00C652C7" w:rsidRPr="00AB227B" w14:paraId="324869A1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6D57479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486175D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5DF2B629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434322C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Conducerea automobilului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019AFF7F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</w:tr>
      <w:tr w:rsidR="00C652C7" w:rsidRPr="00AB227B" w14:paraId="02D3845F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1F090BB3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39129893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197406A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132EE16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Conducerea și elemente de legislație rutieră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0888CAAA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</w:tr>
      <w:tr w:rsidR="00C652C7" w:rsidRPr="00AB227B" w14:paraId="55082B39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0789F53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529154D7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2C70915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7585827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Construcția și funcționarea automobilului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1DEAD55E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</w:tr>
      <w:tr w:rsidR="00C652C7" w:rsidRPr="00AB227B" w14:paraId="1C2F1A47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356F0CC3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004973A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1CE5925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2E2C3647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Documente de transport pe calea ferată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712B10C4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</w:t>
            </w:r>
          </w:p>
        </w:tc>
      </w:tr>
      <w:tr w:rsidR="00C652C7" w:rsidRPr="00AB227B" w14:paraId="778B807D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560FDEFF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39EAC83C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7F107957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360BECC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Elaborarea fontei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02865C31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</w:p>
        </w:tc>
      </w:tr>
      <w:tr w:rsidR="00C652C7" w:rsidRPr="00AB227B" w14:paraId="4B18F775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3DCD408F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0632962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5DB80939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7846B77B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Elaborarea metalelor și aliajelor neferoase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4BF9D97A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</w:t>
            </w:r>
          </w:p>
        </w:tc>
      </w:tr>
      <w:tr w:rsidR="00C652C7" w:rsidRPr="00AB227B" w14:paraId="4AB75BBD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17DA310D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289888A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7EBE5835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674AF3A5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Elaborarea oțelului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4171EDAA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</w:t>
            </w:r>
          </w:p>
        </w:tc>
      </w:tr>
      <w:tr w:rsidR="00C652C7" w:rsidRPr="00AB227B" w14:paraId="2DAB88BC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77473859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0249B49C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60A264F7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51083C9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Elemente de construcție ale cuptoarelor metalurgice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440923B4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</w:t>
            </w:r>
          </w:p>
        </w:tc>
      </w:tr>
      <w:tr w:rsidR="00C652C7" w:rsidRPr="00AB227B" w14:paraId="3C5DED37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28A94DB2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02165E64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2F2FC2B3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564D127D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Elemente de programare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65CB1E7F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</w:t>
            </w:r>
          </w:p>
        </w:tc>
      </w:tr>
      <w:tr w:rsidR="00C652C7" w:rsidRPr="00AB227B" w14:paraId="5A3A5CE7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7A623337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2453B5D3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3A732869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6EE205E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Executarea construcțiilor metalice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700A67BB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</w:t>
            </w:r>
          </w:p>
        </w:tc>
      </w:tr>
      <w:tr w:rsidR="00C652C7" w:rsidRPr="00AB227B" w14:paraId="1B271DDE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0C0B0062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1D1A69C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19579C6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5118EBD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Executarea lucrărilor agricole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441CAD09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</w:t>
            </w:r>
          </w:p>
        </w:tc>
      </w:tr>
      <w:tr w:rsidR="00C652C7" w:rsidRPr="00AB227B" w14:paraId="193BDB97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46B1A132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2781C2F2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38209834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557BD802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Executarea pieselor de mecanică fină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0B1AABC2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</w:t>
            </w:r>
          </w:p>
        </w:tc>
      </w:tr>
      <w:tr w:rsidR="00C652C7" w:rsidRPr="00AB227B" w14:paraId="1654D0C5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2863E67B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1B8DC01F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28102B0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0F4F3CC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Executarea ștanțelor și matrițelor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6DDB6F96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</w:t>
            </w:r>
          </w:p>
        </w:tc>
      </w:tr>
      <w:tr w:rsidR="00C652C7" w:rsidRPr="00AB227B" w14:paraId="2D0884F6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4ED9D20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155B6D27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6F772863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4955592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Executarea utilajelor tehnologice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6A49D1F5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</w:t>
            </w:r>
          </w:p>
        </w:tc>
      </w:tr>
      <w:tr w:rsidR="00C652C7" w:rsidRPr="00AB227B" w14:paraId="141B6AC7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3AE1ACDB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7EB11F14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6C023414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2B94E02C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Exploatarea și întreținerea instalațiilor hidropneumatice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0968CA09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</w:t>
            </w:r>
          </w:p>
        </w:tc>
      </w:tr>
      <w:tr w:rsidR="00C652C7" w:rsidRPr="00AB227B" w14:paraId="2E6B40B7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7ADC0DE9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670E97A2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35DC029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545BFB13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Finisarea produselor trefilate și trase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67BBE5C9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</w:t>
            </w:r>
          </w:p>
        </w:tc>
      </w:tr>
      <w:tr w:rsidR="00C652C7" w:rsidRPr="00AB227B" w14:paraId="7951CDD6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639E672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4EE7FF43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35387AB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52C996D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Forjarea în matriță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1AACFC25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</w:t>
            </w:r>
          </w:p>
        </w:tc>
      </w:tr>
      <w:tr w:rsidR="00C652C7" w:rsidRPr="00AB227B" w14:paraId="708FE696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5252860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42EB8032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5FA1E1F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6066BED5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Forjarea liberă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60B3E61E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</w:t>
            </w:r>
          </w:p>
        </w:tc>
      </w:tr>
      <w:tr w:rsidR="00C652C7" w:rsidRPr="00AB227B" w14:paraId="77F1540B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5B8DF297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6FA06C7C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786EC4E2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4C840B69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Forme de turnare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00B697FC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</w:t>
            </w:r>
          </w:p>
        </w:tc>
      </w:tr>
      <w:tr w:rsidR="00C652C7" w:rsidRPr="00AB227B" w14:paraId="0D8BE027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00321E5D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1DC3984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73B48725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6FB191FF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Funcționarea infrastructurii feroviare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0A3AD1B6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</w:t>
            </w:r>
          </w:p>
        </w:tc>
      </w:tr>
      <w:tr w:rsidR="00C652C7" w:rsidRPr="00AB227B" w14:paraId="3DDA5FAD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4A22F203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39AB3F9F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79B48B2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1E4A5F0F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Informarea și deservirea călătorilor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262D95D9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</w:t>
            </w:r>
          </w:p>
        </w:tc>
      </w:tr>
      <w:tr w:rsidR="00C652C7" w:rsidRPr="00AB227B" w14:paraId="5D3D5E7E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7D95526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6486279B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09AA538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6653434C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Infrastructura feroviară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2349B1F9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</w:t>
            </w:r>
          </w:p>
        </w:tc>
      </w:tr>
      <w:tr w:rsidR="00C652C7" w:rsidRPr="00AB227B" w14:paraId="1E68FB8B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165EFB17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54D369BC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4D8C3CF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180BD09C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Instalația de frână la materialul rulant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184EB456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</w:p>
        </w:tc>
      </w:tr>
      <w:tr w:rsidR="00C652C7" w:rsidRPr="00AB227B" w14:paraId="1B4545FE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3C86D51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1BA9CC24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5C09536C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6CD247F9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Instalații de confort la vagoanele de călători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5A201151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</w:t>
            </w:r>
          </w:p>
        </w:tc>
      </w:tr>
      <w:tr w:rsidR="00C652C7" w:rsidRPr="00AB227B" w14:paraId="113D220A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4B9AD48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0DD7FBD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31E419F4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16C472BF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Instalații de ridicat și transportat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0972B958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</w:t>
            </w:r>
          </w:p>
        </w:tc>
      </w:tr>
      <w:tr w:rsidR="00C652C7" w:rsidRPr="00AB227B" w14:paraId="178D6F5B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714F8E8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141BDA64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0B95DFDC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0FB9B0E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Instalații electrice și electronice la vehicule feroviare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61C32C75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</w:t>
            </w:r>
          </w:p>
        </w:tc>
      </w:tr>
      <w:tr w:rsidR="00C652C7" w:rsidRPr="00AB227B" w14:paraId="1C6721E7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27F5AA49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16927D27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0CD7F15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5352B54D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Întreținerea aparatelor de mecanică fină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2702403D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</w:t>
            </w:r>
          </w:p>
        </w:tc>
      </w:tr>
      <w:tr w:rsidR="00C652C7" w:rsidRPr="00AB227B" w14:paraId="3EE29C53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3B8C682B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14851DE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51D7F59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64F47153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Întreținerea mașinilor, utilajelor și instalațiilor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10AC5918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</w:t>
            </w:r>
          </w:p>
        </w:tc>
      </w:tr>
      <w:tr w:rsidR="00C652C7" w:rsidRPr="00AB227B" w14:paraId="49A85BD4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1693F53F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4534243D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7C5F1465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669E578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Întreținerea și repararea elementelor de caroserie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6390EB86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36</w:t>
            </w:r>
          </w:p>
        </w:tc>
      </w:tr>
      <w:tr w:rsidR="00C652C7" w:rsidRPr="00AB227B" w14:paraId="32D307BC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5AD7C049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21F89C6B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59957DED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570CCAC2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Laminarea produselor plate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20CB5044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37</w:t>
            </w:r>
          </w:p>
        </w:tc>
      </w:tr>
      <w:tr w:rsidR="00C652C7" w:rsidRPr="00AB227B" w14:paraId="772692F0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64DC98A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7DD83073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69C7B56B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2D87BDA3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Laminarea semifabricatelor și profilelor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4B82E20B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</w:t>
            </w:r>
          </w:p>
        </w:tc>
      </w:tr>
      <w:tr w:rsidR="00C652C7" w:rsidRPr="00AB227B" w14:paraId="71936E8A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1DE0045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3612461B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761859DD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1F3C6E3F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Laminarea țevilor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6C5E1D35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</w:t>
            </w:r>
          </w:p>
        </w:tc>
      </w:tr>
      <w:tr w:rsidR="00C652C7" w:rsidRPr="00AB227B" w14:paraId="063F8C7D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4004A0BD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0C974F33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23C61785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0181017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Mașini de construcții pentru căi de comunicații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4D210166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</w:t>
            </w:r>
          </w:p>
        </w:tc>
      </w:tr>
      <w:tr w:rsidR="00C652C7" w:rsidRPr="00AB227B" w14:paraId="58A5AC51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4EFD3B9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63E45284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493E8E69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7FEA20A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Mașini de construcții pentru terasamente, fundații și betoane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53F427BF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41</w:t>
            </w:r>
          </w:p>
        </w:tc>
      </w:tr>
      <w:tr w:rsidR="00C652C7" w:rsidRPr="00AB227B" w14:paraId="60552276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66D088C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691BFC9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71B696A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04BD93E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Mașini de ridicat și transportat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77DFD0AB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</w:t>
            </w:r>
          </w:p>
        </w:tc>
      </w:tr>
      <w:tr w:rsidR="00C652C7" w:rsidRPr="00AB227B" w14:paraId="2954D997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3D17E9E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5974FF02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7867E37D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448F249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Material rulant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427BFAE4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</w:t>
            </w:r>
          </w:p>
        </w:tc>
      </w:tr>
      <w:tr w:rsidR="00C652C7" w:rsidRPr="00AB227B" w14:paraId="2E8734F8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372C4AC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393C79DF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601C3CD9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36572CB2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Materii prime pentru laminare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495A76AA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44</w:t>
            </w:r>
          </w:p>
        </w:tc>
      </w:tr>
      <w:tr w:rsidR="00C652C7" w:rsidRPr="00AB227B" w14:paraId="6275F723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1407E67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0E20101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7F15D4B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038E3737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Materii prime și materiale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01E8FE71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</w:t>
            </w:r>
          </w:p>
        </w:tc>
      </w:tr>
      <w:tr w:rsidR="00C652C7" w:rsidRPr="00AB227B" w14:paraId="2C1811D5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6296DB7F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506F898D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61FCCE12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3A7A7F4D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Mecanica materialului rulant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087282FE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</w:t>
            </w:r>
          </w:p>
        </w:tc>
      </w:tr>
      <w:tr w:rsidR="00C652C7" w:rsidRPr="00AB227B" w14:paraId="26CFF964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3270DDC3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2EF86353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0A0726B2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4F642F57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Mentenanța automobilului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5178EAAE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</w:t>
            </w:r>
          </w:p>
        </w:tc>
      </w:tr>
      <w:tr w:rsidR="00C652C7" w:rsidRPr="00AB227B" w14:paraId="4F4F65B3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139F458D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603BEBF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75D94AD5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2C18CC3C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Mentenanța mașinilor de construcții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4E5FE134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</w:t>
            </w:r>
          </w:p>
        </w:tc>
      </w:tr>
      <w:tr w:rsidR="00C652C7" w:rsidRPr="00AB227B" w14:paraId="2F6E4BB2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33FD6DC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1C6843E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6701D6FF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4CA1EBEC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Mentenanța sistemelor tehnice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7AE49D2A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</w:t>
            </w:r>
          </w:p>
        </w:tc>
      </w:tr>
      <w:tr w:rsidR="00C652C7" w:rsidRPr="00AB227B" w14:paraId="1A212546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355AB3D2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73B1560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753F3DF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1638EF5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Montarea ansamblurilor de mecanică fină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2142C8E1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</w:t>
            </w:r>
          </w:p>
        </w:tc>
      </w:tr>
      <w:tr w:rsidR="00C652C7" w:rsidRPr="00AB227B" w14:paraId="350CE7BC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049FB77D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7E4EEDB4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3502148B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2BDADF9B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Montarea echipamentelor hidropneumatice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06C0FF40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</w:t>
            </w:r>
          </w:p>
        </w:tc>
      </w:tr>
      <w:tr w:rsidR="00C652C7" w:rsidRPr="00AB227B" w14:paraId="1E63530E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4B22D49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12426EA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199C2004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1584EC0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Montarea spațială a structurilor metalice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275FB9B0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</w:t>
            </w:r>
          </w:p>
        </w:tc>
      </w:tr>
      <w:tr w:rsidR="00C652C7" w:rsidRPr="00AB227B" w14:paraId="2AF2B067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637609D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42636693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7A62F27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40FC89A2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Motorul diesel și transmisiile la vehiculele feroviare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3338F3EE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</w:t>
            </w:r>
          </w:p>
        </w:tc>
      </w:tr>
      <w:tr w:rsidR="00C652C7" w:rsidRPr="00AB227B" w14:paraId="039EFB52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3B662913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59428695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6831E34F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5CEA3E17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Precizia de prelucrare MCN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215CE3E1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</w:t>
            </w:r>
          </w:p>
        </w:tc>
      </w:tr>
      <w:tr w:rsidR="00C652C7" w:rsidRPr="00AB227B" w14:paraId="08DE435D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051C1E55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22C4566F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61349299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38E8F337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Pregătirea automobilului pentru exploatare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5BC75394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</w:t>
            </w:r>
          </w:p>
        </w:tc>
      </w:tr>
      <w:tr w:rsidR="00C652C7" w:rsidRPr="00AB227B" w14:paraId="65A4DA0E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51CAFE2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73852749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564104CB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1761C18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Prelucrarea pieselor cu dantură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1C4A3375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</w:t>
            </w:r>
          </w:p>
        </w:tc>
      </w:tr>
      <w:tr w:rsidR="00C652C7" w:rsidRPr="00AB227B" w14:paraId="11867D36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004E4107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55215945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7B6AA0F4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44ADA6A7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Prelucrarea pieselor prismatice, a canalelor și canelurilor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54DF31CE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</w:t>
            </w:r>
          </w:p>
        </w:tc>
      </w:tr>
      <w:tr w:rsidR="00C652C7" w:rsidRPr="00AB227B" w14:paraId="294AD4B0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6F7E3E2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59227D0F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1B249912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6610FB3D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Prelucrarea prin frezare, rabotare, mortezare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348339BD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58</w:t>
            </w:r>
          </w:p>
        </w:tc>
      </w:tr>
      <w:tr w:rsidR="00C652C7" w:rsidRPr="00AB227B" w14:paraId="7BFEB368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36CE334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1F925F13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4D56106D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79C10C19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Prelucrarea prin netezire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7DFA0780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59</w:t>
            </w:r>
          </w:p>
        </w:tc>
      </w:tr>
      <w:tr w:rsidR="00C652C7" w:rsidRPr="00AB227B" w14:paraId="189DC855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75358AFF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2222605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1BD674EC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0D50459F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Prelucrarea prin rectificare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5B8BADF7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</w:t>
            </w:r>
          </w:p>
        </w:tc>
      </w:tr>
      <w:tr w:rsidR="00C652C7" w:rsidRPr="00AB227B" w14:paraId="62390183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781B120F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4190B79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67E01CA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1BB83C17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Prelucrări mecanice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05E5F6C8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61</w:t>
            </w:r>
          </w:p>
        </w:tc>
      </w:tr>
      <w:tr w:rsidR="00C652C7" w:rsidRPr="00AB227B" w14:paraId="2CF853CE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3FFBFAE5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40D50A25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47F2F6F2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4EF88305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Prelucrări pe strunguri semiautomate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2EC7403E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62</w:t>
            </w:r>
          </w:p>
        </w:tc>
      </w:tr>
      <w:tr w:rsidR="00C652C7" w:rsidRPr="00AB227B" w14:paraId="61078EB1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4DB3D20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068D991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01359C9C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00C5BD14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Prelucrări prin strunjire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3CF368C8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</w:t>
            </w:r>
          </w:p>
        </w:tc>
      </w:tr>
      <w:tr w:rsidR="00C652C7" w:rsidRPr="00AB227B" w14:paraId="66AC4BB3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79F9F935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05DA6F74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27F258BC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1742E27D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Procese de fabricație pe MCN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7BF7A61B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64</w:t>
            </w:r>
          </w:p>
        </w:tc>
      </w:tr>
      <w:tr w:rsidR="00C652C7" w:rsidRPr="00AB227B" w14:paraId="15768572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7AE0EF7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224F6F1D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5C667F14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63261069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Procese de realizare a pieselor turnate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4650666F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65</w:t>
            </w:r>
          </w:p>
        </w:tc>
      </w:tr>
      <w:tr w:rsidR="00C652C7" w:rsidRPr="00AB227B" w14:paraId="7F3E66E9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7EEA2713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77E9FABC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664501CB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0062C09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Produse refractare și termoizolante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6781F26E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66</w:t>
            </w:r>
          </w:p>
        </w:tc>
      </w:tr>
      <w:tr w:rsidR="00C652C7" w:rsidRPr="00AB227B" w14:paraId="7340D1ED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17FEF807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2B7DCFE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149E9775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23252D9C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Repararea aparatelor de mecanică fină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645385CC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67</w:t>
            </w:r>
          </w:p>
        </w:tc>
      </w:tr>
      <w:tr w:rsidR="00C652C7" w:rsidRPr="00AB227B" w14:paraId="5D6A99BE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18C263B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74792033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65D53CDC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408CB95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Repararea mașinilor și utilajelor agricole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71AEE3EB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68</w:t>
            </w:r>
          </w:p>
        </w:tc>
      </w:tr>
      <w:tr w:rsidR="00C652C7" w:rsidRPr="00AB227B" w14:paraId="6F521C91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5D98F31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4FB3078F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2235CDFF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052C695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Repararea subansamblurilor mașinilor, utilajelor și instalațiilor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13D1B67A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69</w:t>
            </w:r>
          </w:p>
        </w:tc>
      </w:tr>
      <w:tr w:rsidR="00C652C7" w:rsidRPr="00AB227B" w14:paraId="076CCA20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3C1ED3FF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05B7B814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741D93F4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2DC1FCC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Revizia și întreținerea construcțiilor metalice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060BA2AF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</w:t>
            </w:r>
          </w:p>
        </w:tc>
      </w:tr>
      <w:tr w:rsidR="00C652C7" w:rsidRPr="00AB227B" w14:paraId="49D96F41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7392EA17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662B6499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29BF1F52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2421492F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Subansamblurile construcțiilor metalice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2C0152FD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71</w:t>
            </w:r>
          </w:p>
        </w:tc>
      </w:tr>
      <w:tr w:rsidR="00C652C7" w:rsidRPr="00AB227B" w14:paraId="1C006123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358DE50F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1F993F2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55177DD3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0142E145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Sudarea prin topire și presiune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7DC8D0D4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72</w:t>
            </w:r>
          </w:p>
        </w:tc>
      </w:tr>
      <w:tr w:rsidR="00C652C7" w:rsidRPr="00AB227B" w14:paraId="129872DE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559B2DF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3D403E8B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64AC291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3BB16C5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Tăierea termică a metalelor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209516CD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73</w:t>
            </w:r>
          </w:p>
        </w:tc>
      </w:tr>
      <w:tr w:rsidR="00C652C7" w:rsidRPr="00AB227B" w14:paraId="38AF235B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7D7B718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03C05CA9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05AF6D7B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3607AFFF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Tehnologia așchierii pe mașini unelte convenționale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5FF798D6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74</w:t>
            </w:r>
          </w:p>
        </w:tc>
      </w:tr>
      <w:tr w:rsidR="00C652C7" w:rsidRPr="00AB227B" w14:paraId="49015168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31EC3D3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4EF4403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0B4F64E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7FDEC83B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Tratamente termice și termochimice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20B4893B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75</w:t>
            </w:r>
          </w:p>
        </w:tc>
      </w:tr>
      <w:tr w:rsidR="00C652C7" w:rsidRPr="00AB227B" w14:paraId="2B8D2917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529CECBB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693295A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54A31735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0FBE1E4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Tratarea oțelului lichid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0B9D45D8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76</w:t>
            </w:r>
          </w:p>
        </w:tc>
      </w:tr>
      <w:tr w:rsidR="00C652C7" w:rsidRPr="00AB227B" w14:paraId="055F9E8C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616E24FB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598D91E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2723AAF5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1E623087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Turnarea oțelului lichid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37EC755F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77</w:t>
            </w:r>
          </w:p>
        </w:tc>
      </w:tr>
      <w:tr w:rsidR="00C652C7" w:rsidRPr="00AB227B" w14:paraId="5EABFF03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40521CF4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292D8A0B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531593D3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7DD4D89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Utilaje și instalații auxiliare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69864257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78</w:t>
            </w:r>
          </w:p>
        </w:tc>
      </w:tr>
      <w:tr w:rsidR="00C652C7" w:rsidRPr="00AB227B" w14:paraId="57128D93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0762F627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7A89E465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170BF9AB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4175DC14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Utilaje și instalații conexe furnalului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6188C5A1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79</w:t>
            </w:r>
          </w:p>
        </w:tc>
      </w:tr>
      <w:tr w:rsidR="00C652C7" w:rsidRPr="00AB227B" w14:paraId="0035B84A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7DCE234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682D5E8B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2F90FA6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67E2F737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Utilajul și tehnologia trefilării și tragerii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0932E2DC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80</w:t>
            </w:r>
          </w:p>
        </w:tc>
      </w:tr>
      <w:tr w:rsidR="00C652C7" w:rsidRPr="00AB227B" w14:paraId="0D80FB1C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27EBA25C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15C07519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1359017F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589B2E9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Vopsirea elementelor de caroserie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54564AD0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81</w:t>
            </w:r>
          </w:p>
        </w:tc>
      </w:tr>
      <w:tr w:rsidR="00C652C7" w:rsidRPr="00AB227B" w14:paraId="7841B9EC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282E2A14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0E1110F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3FC59DF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1B48ECD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Zidirea cuptoarelor metalurgice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57B28FC1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82</w:t>
            </w:r>
          </w:p>
        </w:tc>
      </w:tr>
      <w:tr w:rsidR="00C652C7" w:rsidRPr="00AB227B" w14:paraId="1DF6F174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0C8698A2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229A491C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13F36AE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7C57D39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Zidirea utilajelor de turnare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505D14E2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83</w:t>
            </w:r>
          </w:p>
        </w:tc>
      </w:tr>
    </w:tbl>
    <w:p w14:paraId="527702A6" w14:textId="77777777" w:rsidR="0044095D" w:rsidRPr="00AB227B" w:rsidRDefault="0044095D" w:rsidP="00833FB7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2CE5AEC0" w14:textId="77777777" w:rsidR="0044095D" w:rsidRPr="00AB227B" w:rsidRDefault="0044095D" w:rsidP="00833FB7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B227B">
        <w:rPr>
          <w:rFonts w:ascii="Times New Roman" w:hAnsi="Times New Roman" w:cs="Times New Roman"/>
          <w:color w:val="000000" w:themeColor="text1"/>
          <w:sz w:val="20"/>
          <w:szCs w:val="20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467"/>
        <w:gridCol w:w="1245"/>
        <w:gridCol w:w="1793"/>
        <w:gridCol w:w="4137"/>
        <w:gridCol w:w="420"/>
      </w:tblGrid>
      <w:tr w:rsidR="00BA3CDF" w:rsidRPr="00AB227B" w14:paraId="66815D28" w14:textId="77777777" w:rsidTr="00BA3CDF">
        <w:trPr>
          <w:cantSplit/>
          <w:trHeight w:val="20"/>
          <w:tblHeader/>
        </w:trPr>
        <w:tc>
          <w:tcPr>
            <w:tcW w:w="1467" w:type="dxa"/>
            <w:shd w:val="clear" w:color="auto" w:fill="EDEDED" w:themeFill="accent3" w:themeFillTint="33"/>
            <w:tcMar>
              <w:left w:w="28" w:type="dxa"/>
              <w:right w:w="28" w:type="dxa"/>
            </w:tcMar>
            <w:vAlign w:val="center"/>
            <w:hideMark/>
          </w:tcPr>
          <w:p w14:paraId="2599B055" w14:textId="3AAD7EC9" w:rsidR="00BA3CDF" w:rsidRPr="00AB227B" w:rsidRDefault="00BA3CDF" w:rsidP="00833F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Nivel</w:t>
            </w:r>
          </w:p>
        </w:tc>
        <w:tc>
          <w:tcPr>
            <w:tcW w:w="1245" w:type="dxa"/>
            <w:shd w:val="clear" w:color="auto" w:fill="EDEDED" w:themeFill="accent3" w:themeFillTint="33"/>
            <w:tcMar>
              <w:left w:w="28" w:type="dxa"/>
              <w:right w:w="28" w:type="dxa"/>
            </w:tcMar>
            <w:vAlign w:val="center"/>
            <w:hideMark/>
          </w:tcPr>
          <w:p w14:paraId="140E6168" w14:textId="77777777" w:rsidR="00BA3CDF" w:rsidRPr="00AB227B" w:rsidRDefault="00BA3CDF" w:rsidP="00833F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Domeniul</w:t>
            </w:r>
          </w:p>
        </w:tc>
        <w:tc>
          <w:tcPr>
            <w:tcW w:w="1793" w:type="dxa"/>
            <w:shd w:val="clear" w:color="auto" w:fill="EDEDED" w:themeFill="accent3" w:themeFillTint="33"/>
            <w:tcMar>
              <w:left w:w="28" w:type="dxa"/>
              <w:right w:w="28" w:type="dxa"/>
            </w:tcMar>
            <w:vAlign w:val="center"/>
            <w:hideMark/>
          </w:tcPr>
          <w:p w14:paraId="06BB92EC" w14:textId="77777777" w:rsidR="00BA3CDF" w:rsidRPr="00AB227B" w:rsidRDefault="00BA3CDF" w:rsidP="00833F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Profilul postului/catedrei</w:t>
            </w:r>
          </w:p>
        </w:tc>
        <w:tc>
          <w:tcPr>
            <w:tcW w:w="4137" w:type="dxa"/>
            <w:shd w:val="clear" w:color="auto" w:fill="EDEDED" w:themeFill="accent3" w:themeFillTint="33"/>
            <w:tcMar>
              <w:left w:w="28" w:type="dxa"/>
              <w:right w:w="28" w:type="dxa"/>
            </w:tcMar>
            <w:vAlign w:val="center"/>
            <w:hideMark/>
          </w:tcPr>
          <w:p w14:paraId="65002DCA" w14:textId="77777777" w:rsidR="00BA3CDF" w:rsidRPr="00AB227B" w:rsidRDefault="00BA3CDF" w:rsidP="00833F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Discipline/module din profilul postului / catedrei</w:t>
            </w:r>
          </w:p>
        </w:tc>
        <w:tc>
          <w:tcPr>
            <w:tcW w:w="420" w:type="dxa"/>
            <w:vMerge w:val="restart"/>
            <w:shd w:val="clear" w:color="auto" w:fill="EDEDED" w:themeFill="accent3" w:themeFillTint="33"/>
            <w:tcMar>
              <w:left w:w="28" w:type="dxa"/>
              <w:right w:w="28" w:type="dxa"/>
            </w:tcMar>
            <w:vAlign w:val="center"/>
            <w:hideMark/>
          </w:tcPr>
          <w:p w14:paraId="6F9A6F61" w14:textId="77777777" w:rsidR="00BA3CDF" w:rsidRPr="00AB227B" w:rsidRDefault="00BA3CDF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Nr. crt.</w:t>
            </w:r>
          </w:p>
          <w:p w14:paraId="52E99837" w14:textId="30E55690" w:rsidR="00BA3CDF" w:rsidRPr="00AB227B" w:rsidRDefault="00BA3CDF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BA3CDF" w:rsidRPr="00AB227B" w14:paraId="23D60F40" w14:textId="77777777" w:rsidTr="00BA3CDF">
        <w:trPr>
          <w:cantSplit/>
          <w:trHeight w:val="20"/>
          <w:tblHeader/>
        </w:trPr>
        <w:tc>
          <w:tcPr>
            <w:tcW w:w="1467" w:type="dxa"/>
            <w:shd w:val="clear" w:color="auto" w:fill="EDEDED" w:themeFill="accent3" w:themeFillTint="33"/>
            <w:tcMar>
              <w:left w:w="28" w:type="dxa"/>
              <w:right w:w="28" w:type="dxa"/>
            </w:tcMar>
            <w:vAlign w:val="center"/>
            <w:hideMark/>
          </w:tcPr>
          <w:p w14:paraId="0BDFA5F2" w14:textId="77777777" w:rsidR="00BA3CDF" w:rsidRPr="00AB227B" w:rsidRDefault="00BA3CDF" w:rsidP="00833F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Liceu</w:t>
            </w:r>
          </w:p>
        </w:tc>
        <w:tc>
          <w:tcPr>
            <w:tcW w:w="1245" w:type="dxa"/>
            <w:shd w:val="clear" w:color="auto" w:fill="EDEDED" w:themeFill="accent3" w:themeFillTint="33"/>
            <w:tcMar>
              <w:left w:w="28" w:type="dxa"/>
              <w:right w:w="28" w:type="dxa"/>
            </w:tcMar>
            <w:vAlign w:val="center"/>
            <w:hideMark/>
          </w:tcPr>
          <w:p w14:paraId="1DEDE34C" w14:textId="77777777" w:rsidR="00BA3CDF" w:rsidRPr="00AB227B" w:rsidRDefault="00BA3CDF" w:rsidP="00833F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17. Transporturi</w:t>
            </w:r>
          </w:p>
        </w:tc>
        <w:tc>
          <w:tcPr>
            <w:tcW w:w="1793" w:type="dxa"/>
            <w:shd w:val="clear" w:color="auto" w:fill="EDEDED" w:themeFill="accent3" w:themeFillTint="33"/>
            <w:tcMar>
              <w:left w:w="28" w:type="dxa"/>
              <w:right w:w="28" w:type="dxa"/>
            </w:tcMar>
            <w:vAlign w:val="center"/>
            <w:hideMark/>
          </w:tcPr>
          <w:p w14:paraId="4A359ECB" w14:textId="77777777" w:rsidR="00BA3CDF" w:rsidRPr="00AB227B" w:rsidRDefault="00BA3CDF" w:rsidP="00833F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17.3. Transporturi/ Transporturi navale</w:t>
            </w:r>
          </w:p>
        </w:tc>
        <w:tc>
          <w:tcPr>
            <w:tcW w:w="4137" w:type="dxa"/>
            <w:shd w:val="clear" w:color="auto" w:fill="EDEDED" w:themeFill="accent3" w:themeFillTint="33"/>
            <w:tcMar>
              <w:left w:w="28" w:type="dxa"/>
              <w:right w:w="28" w:type="dxa"/>
            </w:tcMar>
            <w:vAlign w:val="center"/>
            <w:hideMark/>
          </w:tcPr>
          <w:p w14:paraId="0619B6D4" w14:textId="77777777" w:rsidR="00BA3CDF" w:rsidRPr="00AB227B" w:rsidRDefault="00BA3CDF" w:rsidP="00833F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ANEXA 17.3</w:t>
            </w:r>
          </w:p>
        </w:tc>
        <w:tc>
          <w:tcPr>
            <w:tcW w:w="420" w:type="dxa"/>
            <w:vMerge/>
            <w:shd w:val="clear" w:color="auto" w:fill="EDEDED" w:themeFill="accent3" w:themeFillTint="33"/>
            <w:tcMar>
              <w:left w:w="28" w:type="dxa"/>
              <w:right w:w="28" w:type="dxa"/>
            </w:tcMar>
            <w:vAlign w:val="center"/>
            <w:hideMark/>
          </w:tcPr>
          <w:p w14:paraId="238797C4" w14:textId="20581E98" w:rsidR="00BA3CDF" w:rsidRPr="00AB227B" w:rsidRDefault="00BA3CDF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C652C7" w:rsidRPr="00AB227B" w14:paraId="048DC362" w14:textId="77777777" w:rsidTr="00BA3CDF">
        <w:trPr>
          <w:cantSplit/>
          <w:trHeight w:val="20"/>
        </w:trPr>
        <w:tc>
          <w:tcPr>
            <w:tcW w:w="1467" w:type="dxa"/>
            <w:vMerge w:val="restart"/>
            <w:tcMar>
              <w:left w:w="28" w:type="dxa"/>
              <w:right w:w="28" w:type="dxa"/>
            </w:tcMar>
            <w:hideMark/>
          </w:tcPr>
          <w:p w14:paraId="6613C3F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5" w:type="dxa"/>
            <w:vMerge w:val="restart"/>
            <w:tcMar>
              <w:left w:w="28" w:type="dxa"/>
              <w:right w:w="28" w:type="dxa"/>
            </w:tcMar>
            <w:hideMark/>
          </w:tcPr>
          <w:p w14:paraId="1F50EF83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793" w:type="dxa"/>
            <w:vMerge w:val="restart"/>
            <w:tcMar>
              <w:left w:w="28" w:type="dxa"/>
              <w:right w:w="28" w:type="dxa"/>
            </w:tcMar>
            <w:hideMark/>
          </w:tcPr>
          <w:p w14:paraId="7F012AD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6AD5410F" w14:textId="1A2BD92C" w:rsidR="00C652C7" w:rsidRPr="00AB227B" w:rsidRDefault="005133D9" w:rsidP="007B4A3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Ac</w:t>
            </w:r>
            <w:r w:rsidR="007B4A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ionarea sistemelor mecatronice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122DDD41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</w:tr>
      <w:tr w:rsidR="00C652C7" w:rsidRPr="00AB227B" w14:paraId="64DCF7A4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4D8D45F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3FC2EE6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343FAF32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0A30CE3C" w14:textId="5DFD34AA" w:rsidR="00C652C7" w:rsidRPr="00AB227B" w:rsidRDefault="005133D9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Administrarea firmei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0D6488B3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</w:tr>
      <w:tr w:rsidR="00C652C7" w:rsidRPr="00AB227B" w14:paraId="6417B5AF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0C154CC3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282E83D2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1B83E4DC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2DEF9008" w14:textId="1914366F" w:rsidR="00C652C7" w:rsidRPr="00AB227B" w:rsidRDefault="005133D9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Aerodinamica și construcția aeronavelor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5A756104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</w:tr>
      <w:tr w:rsidR="00C652C7" w:rsidRPr="00AB227B" w14:paraId="1BBFF4C9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7CA1F59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6C581EE3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0BA5D3B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73B8DB7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Aplicații CAD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15C75977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</w:tr>
      <w:tr w:rsidR="00C652C7" w:rsidRPr="00AB227B" w14:paraId="45B5CE71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2E1E929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65EAA74F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7621769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7CCF401D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Asamblarea calculatoarelor personale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35DBA0D5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</w:tr>
      <w:tr w:rsidR="00C652C7" w:rsidRPr="00AB227B" w14:paraId="524A9BA1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6ABD8E54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050A1F1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7057380D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5D0E393E" w14:textId="4415245E" w:rsidR="00C652C7" w:rsidRPr="00AB227B" w:rsidRDefault="005133D9" w:rsidP="007B4A3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Asamblarea </w:t>
            </w:r>
            <w:r w:rsidR="007B4A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</w:t>
            </w: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 armarea navei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05B6D65F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</w:tr>
      <w:tr w:rsidR="00C652C7" w:rsidRPr="00AB227B" w14:paraId="1810B030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13415445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4C4A9A4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650E87DD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797F07D7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Asamblarea subansamblurilor și ansamblurilor mecatronice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195CCC27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</w:tr>
      <w:tr w:rsidR="00C652C7" w:rsidRPr="00AB227B" w14:paraId="4E2CDCBF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5343E7DF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6F2325F5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327420F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2C20779F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Asamblarea și armarea navei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7499DFD5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</w:tr>
      <w:tr w:rsidR="00C652C7" w:rsidRPr="00AB227B" w14:paraId="5A99C2C2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2A1D7AA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47F74EC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75952624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75E51FB9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Asamblarea, întreținerea și repararea mașinilor și instalațiilor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71FEE4BB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</w:tr>
      <w:tr w:rsidR="00C652C7" w:rsidRPr="00AB227B" w14:paraId="0560D862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57D16ACF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17FB7B57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25B780E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0BD94F5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Asamblări mecanice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2AC5E7F8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</w:tr>
      <w:tr w:rsidR="00C652C7" w:rsidRPr="00AB227B" w14:paraId="53375EE9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6F59DF6C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65DD186F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6DFF513C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76DC4EC0" w14:textId="220D3338" w:rsidR="00C652C7" w:rsidRPr="00AB227B" w:rsidRDefault="005133D9" w:rsidP="007B4A3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Asigurarea calit</w:t>
            </w:r>
            <w:r w:rsidR="007B4A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ăț</w:t>
            </w: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ii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7CC60193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</w:t>
            </w:r>
          </w:p>
        </w:tc>
      </w:tr>
      <w:tr w:rsidR="00C652C7" w:rsidRPr="00AB227B" w14:paraId="43046C71" w14:textId="77777777" w:rsidTr="005133D9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0E40E9E3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6B5969C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603AE51B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4E742E79" w14:textId="40886A03" w:rsidR="00C652C7" w:rsidRPr="00AB227B" w:rsidRDefault="005133D9" w:rsidP="00BA3CD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Asigurarea serice-ului la beneficiar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5A27C6DA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</w:p>
        </w:tc>
      </w:tr>
      <w:tr w:rsidR="005133D9" w:rsidRPr="00AB227B" w14:paraId="75448688" w14:textId="77777777" w:rsidTr="005133D9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1BC0FD53" w14:textId="77777777" w:rsidR="005133D9" w:rsidRPr="00AB227B" w:rsidRDefault="005133D9" w:rsidP="005133D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55C31D90" w14:textId="77777777" w:rsidR="005133D9" w:rsidRPr="00AB227B" w:rsidRDefault="005133D9" w:rsidP="005133D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3951F0EF" w14:textId="77777777" w:rsidR="005133D9" w:rsidRPr="00AB227B" w:rsidRDefault="005133D9" w:rsidP="005133D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1794CF94" w14:textId="26165FCA" w:rsidR="005133D9" w:rsidRPr="00AB227B" w:rsidRDefault="005133D9" w:rsidP="005133D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CDL - clasa a XI-a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42EC1092" w14:textId="77777777" w:rsidR="005133D9" w:rsidRPr="00AB227B" w:rsidRDefault="005133D9" w:rsidP="005133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</w:t>
            </w:r>
          </w:p>
        </w:tc>
      </w:tr>
      <w:tr w:rsidR="00F228BD" w:rsidRPr="00AB227B" w14:paraId="4FA4EC40" w14:textId="77777777" w:rsidTr="005133D9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</w:tcPr>
          <w:p w14:paraId="0B8A4607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</w:tcPr>
          <w:p w14:paraId="52AD349D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</w:tcPr>
          <w:p w14:paraId="59C83C1B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71B6C62D" w14:textId="0674EBC8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CDL - clasa a XII-a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0BDD9B8B" w14:textId="3476BC2B" w:rsidR="00F228BD" w:rsidRPr="00AB227B" w:rsidRDefault="00F228BD" w:rsidP="00F228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</w:t>
            </w:r>
          </w:p>
        </w:tc>
      </w:tr>
      <w:tr w:rsidR="00AB227B" w:rsidRPr="00AB227B" w14:paraId="608FBF21" w14:textId="77777777" w:rsidTr="00F228BD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60E9F2E9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0A18B6E1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712C8E3B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55596BFD" w14:textId="436589B8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Construcția navelor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62909ACE" w14:textId="4A1D83FA" w:rsidR="00F228BD" w:rsidRPr="00AB227B" w:rsidRDefault="00F228BD" w:rsidP="00F228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</w:t>
            </w:r>
          </w:p>
        </w:tc>
      </w:tr>
      <w:tr w:rsidR="00AB227B" w:rsidRPr="00AB227B" w14:paraId="1D892D4F" w14:textId="77777777" w:rsidTr="00F228BD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05A43D38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08CD33DC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434B4056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38EFECAC" w14:textId="209352CB" w:rsidR="00F228BD" w:rsidRPr="00AB227B" w:rsidRDefault="00F228BD" w:rsidP="007B4A3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Coordonarea transportului </w:t>
            </w:r>
            <w:r w:rsidR="007B4A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</w:t>
            </w: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 activităților logistice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67575C9F" w14:textId="695CFD29" w:rsidR="00F228BD" w:rsidRPr="00AB227B" w:rsidRDefault="00F228BD" w:rsidP="00F228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</w:t>
            </w:r>
          </w:p>
        </w:tc>
      </w:tr>
      <w:tr w:rsidR="00AB227B" w:rsidRPr="00AB227B" w14:paraId="6A5710E8" w14:textId="77777777" w:rsidTr="00F228BD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329BF89B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249D2209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3B2F70F0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260C6D79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Desen de ansamblu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45D07CF8" w14:textId="2F690AF4" w:rsidR="00F228BD" w:rsidRPr="00AB227B" w:rsidRDefault="00F228BD" w:rsidP="00F228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</w:t>
            </w:r>
          </w:p>
        </w:tc>
      </w:tr>
      <w:tr w:rsidR="00AB227B" w:rsidRPr="00AB227B" w14:paraId="467E8898" w14:textId="77777777" w:rsidTr="00F228BD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293073D1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42D7E31B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6F3055E7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2C5C699E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Desen tehnic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704C9F0C" w14:textId="6BD5EC2F" w:rsidR="00F228BD" w:rsidRPr="00AB227B" w:rsidRDefault="00F228BD" w:rsidP="00F228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</w:t>
            </w:r>
          </w:p>
        </w:tc>
      </w:tr>
      <w:tr w:rsidR="00AB227B" w:rsidRPr="00AB227B" w14:paraId="07C5CF35" w14:textId="77777777" w:rsidTr="00F228BD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7F4B0528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7C11DCD8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54523A7C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719A962A" w14:textId="6697757B" w:rsidR="00F228BD" w:rsidRPr="00AB227B" w:rsidRDefault="00F228BD" w:rsidP="007B4A3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Diagnosticarea </w:t>
            </w:r>
            <w:r w:rsidR="007B4A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</w:t>
            </w: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 realizarea intervențiilor asupra automobilului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527FB168" w14:textId="08D2B419" w:rsidR="00F228BD" w:rsidRPr="00AB227B" w:rsidRDefault="00F228BD" w:rsidP="00F228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</w:t>
            </w:r>
          </w:p>
        </w:tc>
      </w:tr>
      <w:tr w:rsidR="00F228BD" w:rsidRPr="00AB227B" w14:paraId="2FE10AF2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</w:tcPr>
          <w:p w14:paraId="10995B1C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</w:tcPr>
          <w:p w14:paraId="6648FB3E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</w:tcPr>
          <w:p w14:paraId="18DB619A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333C0FE3" w14:textId="79ABD245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Documentația tehnică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223A411F" w14:textId="1653E1A6" w:rsidR="00F228BD" w:rsidRPr="00AB227B" w:rsidRDefault="00F228BD" w:rsidP="00F228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</w:t>
            </w:r>
          </w:p>
        </w:tc>
      </w:tr>
      <w:tr w:rsidR="00F228BD" w:rsidRPr="00AB227B" w14:paraId="33E9B7E6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</w:tcPr>
          <w:p w14:paraId="65DC6D4D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</w:tcPr>
          <w:p w14:paraId="545A226D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</w:tcPr>
          <w:p w14:paraId="20E78851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6D65414C" w14:textId="05F38693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Documentație tehnico-economică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6086F173" w14:textId="2B046A7C" w:rsidR="00F228BD" w:rsidRPr="00AB227B" w:rsidRDefault="00F228BD" w:rsidP="00F228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</w:t>
            </w:r>
          </w:p>
        </w:tc>
      </w:tr>
      <w:tr w:rsidR="00F228BD" w:rsidRPr="00AB227B" w14:paraId="0618CA15" w14:textId="77777777" w:rsidTr="00196996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4AAAD15C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162E9D9A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1560D4FF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3ED7E905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Documentație tehnică specifică instalațiilor navale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7C1328FF" w14:textId="6375CDF8" w:rsidR="00F228BD" w:rsidRPr="00AB227B" w:rsidRDefault="00F228BD" w:rsidP="00F228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</w:t>
            </w:r>
          </w:p>
        </w:tc>
      </w:tr>
      <w:tr w:rsidR="00F228BD" w:rsidRPr="00AB227B" w14:paraId="412F17DF" w14:textId="77777777" w:rsidTr="00196996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000D3C75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16D50A28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05F3561C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633B2C6E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Echipamente electrice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702471CF" w14:textId="396B8267" w:rsidR="00F228BD" w:rsidRPr="00AB227B" w:rsidRDefault="00F228BD" w:rsidP="00F228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</w:t>
            </w:r>
          </w:p>
        </w:tc>
      </w:tr>
      <w:tr w:rsidR="00F228BD" w:rsidRPr="00AB227B" w14:paraId="7313B978" w14:textId="77777777" w:rsidTr="00196996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46B3A1A6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744D3CC3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5220EE6A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54672FCC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Echipamente electrice si electromecanice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15A19667" w14:textId="6C76850E" w:rsidR="00F228BD" w:rsidRPr="00AB227B" w:rsidRDefault="00F228BD" w:rsidP="00F228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</w:t>
            </w:r>
          </w:p>
        </w:tc>
      </w:tr>
      <w:tr w:rsidR="00F228BD" w:rsidRPr="00AB227B" w14:paraId="0AD863AA" w14:textId="77777777" w:rsidTr="00196996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56BF1871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7C199DF5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7DCDCA51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5AD7919E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Echipamente și instalații electromecanice navale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1AFA2E8C" w14:textId="19DB498C" w:rsidR="00F228BD" w:rsidRPr="00AB227B" w:rsidRDefault="00F228BD" w:rsidP="00F228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</w:t>
            </w:r>
          </w:p>
        </w:tc>
      </w:tr>
      <w:tr w:rsidR="00F228BD" w:rsidRPr="00AB227B" w14:paraId="616DF341" w14:textId="77777777" w:rsidTr="00196996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2A742A14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457F1962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37FD8F75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15754097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Elemente de concepția produselor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4E3BA677" w14:textId="0CA14339" w:rsidR="00F228BD" w:rsidRPr="00AB227B" w:rsidRDefault="00F228BD" w:rsidP="00F228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</w:t>
            </w:r>
          </w:p>
        </w:tc>
      </w:tr>
      <w:tr w:rsidR="00F228BD" w:rsidRPr="00AB227B" w14:paraId="63EB0AC5" w14:textId="77777777" w:rsidTr="00196996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5219DE27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456C5A54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68D23263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62E3F30E" w14:textId="56BEA55B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Etică și comunicare profesională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5DF039EC" w14:textId="219CA080" w:rsidR="00F228BD" w:rsidRPr="00AB227B" w:rsidRDefault="00F228BD" w:rsidP="00F228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</w:t>
            </w:r>
          </w:p>
        </w:tc>
      </w:tr>
      <w:tr w:rsidR="00F228BD" w:rsidRPr="00AB227B" w14:paraId="1C0510DA" w14:textId="77777777" w:rsidTr="00196996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4B0900F5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3376853B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64E1F42F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4B61A16A" w14:textId="6ADA6A4C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Executarea elementelor și asamblarea lor în instalații de tubulatura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7B7A4063" w14:textId="10C60A39" w:rsidR="00F228BD" w:rsidRPr="00AB227B" w:rsidRDefault="00F228BD" w:rsidP="00F228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</w:t>
            </w:r>
          </w:p>
        </w:tc>
      </w:tr>
      <w:tr w:rsidR="00F228BD" w:rsidRPr="00AB227B" w14:paraId="2FEAD77B" w14:textId="77777777" w:rsidTr="00196996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09642A7B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62BE5566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3ADF040B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18AAF99B" w14:textId="582CE86F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Executarea manevrelor cu navele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72368074" w14:textId="0B2D65D0" w:rsidR="00F228BD" w:rsidRPr="00AB227B" w:rsidRDefault="00F228BD" w:rsidP="00F228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</w:t>
            </w:r>
          </w:p>
        </w:tc>
      </w:tr>
      <w:tr w:rsidR="00F228BD" w:rsidRPr="00AB227B" w14:paraId="4596396D" w14:textId="77777777" w:rsidTr="00196996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5F594E8B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00270191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7373CDB2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3CA72472" w14:textId="4DDDC9DB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Exploatarea ambarcațiunilor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732DF829" w14:textId="67A78F36" w:rsidR="00F228BD" w:rsidRPr="00AB227B" w:rsidRDefault="00F228BD" w:rsidP="00F228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</w:p>
        </w:tc>
      </w:tr>
      <w:tr w:rsidR="00F228BD" w:rsidRPr="00AB227B" w14:paraId="34F40DEF" w14:textId="77777777" w:rsidTr="00196996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2F25E03E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5B18759A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54646EEF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2C00A66F" w14:textId="5095C71A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Exploatarea echipamentelor și utilajelor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2FFDC179" w14:textId="222E02BB" w:rsidR="00F228BD" w:rsidRPr="00AB227B" w:rsidRDefault="00F228BD" w:rsidP="00F228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</w:t>
            </w:r>
          </w:p>
        </w:tc>
      </w:tr>
      <w:tr w:rsidR="00F228BD" w:rsidRPr="00AB227B" w14:paraId="670A5DD8" w14:textId="77777777" w:rsidTr="00196996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11C74E89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261CA6E7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343BAA2F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6FFCA4BD" w14:textId="1D04038B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Exploatarea instalațiilor de la bordul navei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4A48D46E" w14:textId="5A2B79ED" w:rsidR="00F228BD" w:rsidRPr="00AB227B" w:rsidRDefault="00F228BD" w:rsidP="00F228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</w:t>
            </w:r>
          </w:p>
        </w:tc>
      </w:tr>
      <w:tr w:rsidR="00F228BD" w:rsidRPr="00AB227B" w14:paraId="1EADE59C" w14:textId="77777777" w:rsidTr="00196996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13BF182A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250EBDEE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41990F8E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27F687FD" w14:textId="3E08AFD5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Exploatarea mașinilor, aparatelor și instalațiilor electrice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37CBC0BD" w14:textId="50F16990" w:rsidR="00F228BD" w:rsidRPr="00AB227B" w:rsidRDefault="00F228BD" w:rsidP="00F228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</w:t>
            </w:r>
          </w:p>
        </w:tc>
      </w:tr>
      <w:tr w:rsidR="00F228BD" w:rsidRPr="00AB227B" w14:paraId="1E02128A" w14:textId="77777777" w:rsidTr="00196996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104E4813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262FAF6F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0E6A0773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14AC7D41" w14:textId="6E4E4B0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Exploatarea tehnică a mijloacelor de transport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384DDC1D" w14:textId="586BABCD" w:rsidR="00F228BD" w:rsidRPr="00AB227B" w:rsidRDefault="00F228BD" w:rsidP="00F228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</w:t>
            </w:r>
          </w:p>
        </w:tc>
      </w:tr>
      <w:tr w:rsidR="00F228BD" w:rsidRPr="00AB227B" w14:paraId="00543B00" w14:textId="77777777" w:rsidTr="00196996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508DEEFB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7015EB85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13F95371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5F02CEEB" w14:textId="4CA144C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Fabricarea pieselor de precizie pe mașini unelte convenționale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09C90868" w14:textId="35AAC64B" w:rsidR="00F228BD" w:rsidRPr="00AB227B" w:rsidRDefault="00F228BD" w:rsidP="00F228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</w:t>
            </w:r>
          </w:p>
        </w:tc>
      </w:tr>
      <w:tr w:rsidR="00F228BD" w:rsidRPr="00AB227B" w14:paraId="45241292" w14:textId="77777777" w:rsidTr="00196996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3A6831D6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4A4CB97B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7C748AA2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1DF758B9" w14:textId="61D85C3C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Factorul uman în aviație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35136C07" w14:textId="7385F785" w:rsidR="00F228BD" w:rsidRPr="00AB227B" w:rsidRDefault="00F228BD" w:rsidP="00F228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36</w:t>
            </w:r>
          </w:p>
        </w:tc>
      </w:tr>
      <w:tr w:rsidR="00F228BD" w:rsidRPr="00AB227B" w14:paraId="39600D1E" w14:textId="77777777" w:rsidTr="00196996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13E95690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79AA9EE3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219E5CBC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53584BEC" w14:textId="445750C0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Instalații electrice de joasă tensiune navale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7D657C57" w14:textId="7575A612" w:rsidR="00F228BD" w:rsidRPr="00AB227B" w:rsidRDefault="00F228BD" w:rsidP="00F228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37</w:t>
            </w:r>
          </w:p>
        </w:tc>
      </w:tr>
      <w:tr w:rsidR="00F228BD" w:rsidRPr="00AB227B" w14:paraId="23778A74" w14:textId="77777777" w:rsidTr="00196996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34E406F3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2AEB63F5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23667304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2C571F18" w14:textId="64C19F41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Instalații electrice navale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2550AFDD" w14:textId="3D70EB03" w:rsidR="00F228BD" w:rsidRPr="00AB227B" w:rsidRDefault="00F228BD" w:rsidP="00F228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</w:t>
            </w:r>
          </w:p>
        </w:tc>
      </w:tr>
      <w:tr w:rsidR="00F228BD" w:rsidRPr="00AB227B" w14:paraId="25B826BE" w14:textId="77777777" w:rsidTr="00196996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3C073D76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7CCDAFFB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79E52166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663F3193" w14:textId="730761B8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Instalații electromecanice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215DC76B" w14:textId="2FF4B047" w:rsidR="00F228BD" w:rsidRPr="00AB227B" w:rsidRDefault="00F228BD" w:rsidP="00F228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</w:t>
            </w:r>
          </w:p>
        </w:tc>
      </w:tr>
      <w:tr w:rsidR="00F228BD" w:rsidRPr="00AB227B" w14:paraId="10FD5066" w14:textId="77777777" w:rsidTr="00196996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24B31CD1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066556F2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78C52D4B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3F679CF8" w14:textId="7D3CB944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Întreținerea echipamentelor electrice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04FDA05A" w14:textId="591B53A1" w:rsidR="00F228BD" w:rsidRPr="00AB227B" w:rsidRDefault="00F228BD" w:rsidP="00F228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</w:t>
            </w:r>
          </w:p>
        </w:tc>
      </w:tr>
      <w:tr w:rsidR="00F228BD" w:rsidRPr="00AB227B" w14:paraId="4DCDDD01" w14:textId="77777777" w:rsidTr="00196996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61021944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28903918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3FEB1D11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39C6FCBA" w14:textId="1D9C556C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Întreținerea și repararea mașinilor și echipamentelor electromecanice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21DA4676" w14:textId="08643E67" w:rsidR="00F228BD" w:rsidRPr="00AB227B" w:rsidRDefault="00F228BD" w:rsidP="00F228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41</w:t>
            </w:r>
          </w:p>
        </w:tc>
      </w:tr>
      <w:tr w:rsidR="00F228BD" w:rsidRPr="00AB227B" w14:paraId="23375B5A" w14:textId="77777777" w:rsidTr="00196996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6DA45BC8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5562017D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2BDFFFBD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4B62BBA5" w14:textId="1185E37C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Lăcătușerie generală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25C57572" w14:textId="08BAB303" w:rsidR="00F228BD" w:rsidRPr="00AB227B" w:rsidRDefault="00F228BD" w:rsidP="00F228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</w:t>
            </w:r>
          </w:p>
        </w:tc>
      </w:tr>
      <w:tr w:rsidR="00F228BD" w:rsidRPr="00AB227B" w14:paraId="21996380" w14:textId="77777777" w:rsidTr="00196996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1DB8435F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40FD456A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4F5CCC4C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361662D1" w14:textId="5874B7F4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Legislație navală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13D9B249" w14:textId="7D723967" w:rsidR="00F228BD" w:rsidRPr="00AB227B" w:rsidRDefault="00F228BD" w:rsidP="00F228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</w:t>
            </w:r>
          </w:p>
        </w:tc>
      </w:tr>
      <w:tr w:rsidR="00F228BD" w:rsidRPr="00AB227B" w14:paraId="38E9427A" w14:textId="77777777" w:rsidTr="00196996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148AFC32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32F9C3B6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32D5E3C7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529007C8" w14:textId="10C1F66B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Legislație rutieră și conducerea autovehiculelor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7A877039" w14:textId="221110EB" w:rsidR="00F228BD" w:rsidRPr="00AB227B" w:rsidRDefault="00F228BD" w:rsidP="00F228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44</w:t>
            </w:r>
          </w:p>
        </w:tc>
      </w:tr>
      <w:tr w:rsidR="00F228BD" w:rsidRPr="00AB227B" w14:paraId="10B3E89A" w14:textId="77777777" w:rsidTr="00196996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67A82141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381099C6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6FE80EA1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34861E31" w14:textId="661ACABF" w:rsidR="00F228BD" w:rsidRPr="00AB227B" w:rsidRDefault="00F228BD" w:rsidP="007B4A3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Legisla</w:t>
            </w:r>
            <w:r w:rsidR="007B4A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ie </w:t>
            </w:r>
            <w:r w:rsidR="007B4A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</w:t>
            </w: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 norme metrologice în vigoare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18410044" w14:textId="03C2BB73" w:rsidR="00F228BD" w:rsidRPr="00AB227B" w:rsidRDefault="00F228BD" w:rsidP="00F228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</w:t>
            </w:r>
          </w:p>
        </w:tc>
      </w:tr>
      <w:tr w:rsidR="00F228BD" w:rsidRPr="00AB227B" w14:paraId="0877F9DB" w14:textId="77777777" w:rsidTr="00196996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60EF22C0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5115128A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30751C77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17D1BD07" w14:textId="1C6C04BE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Managementul producției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644D6712" w14:textId="609DE778" w:rsidR="00F228BD" w:rsidRPr="00AB227B" w:rsidRDefault="00F228BD" w:rsidP="00F228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</w:t>
            </w:r>
          </w:p>
        </w:tc>
      </w:tr>
      <w:tr w:rsidR="00F228BD" w:rsidRPr="00AB227B" w14:paraId="2E336639" w14:textId="77777777" w:rsidTr="00196996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7DB8F1A4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3B1B0B6D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17922F57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5E2ECECE" w14:textId="76FE9CE6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Manevrarea vehiculelor rutiere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44C0A980" w14:textId="24C5C561" w:rsidR="00F228BD" w:rsidRPr="00AB227B" w:rsidRDefault="00F228BD" w:rsidP="00F228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</w:t>
            </w:r>
          </w:p>
        </w:tc>
      </w:tr>
      <w:tr w:rsidR="00F228BD" w:rsidRPr="00AB227B" w14:paraId="341E2997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</w:tcPr>
          <w:p w14:paraId="260E7306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</w:tcPr>
          <w:p w14:paraId="135F671A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</w:tcPr>
          <w:p w14:paraId="4E031395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67130B60" w14:textId="6DBB24B5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Manipularea mărfurilor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60A85051" w14:textId="6A4D76E3" w:rsidR="00F228BD" w:rsidRPr="00AB227B" w:rsidRDefault="00F228BD" w:rsidP="00F228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</w:t>
            </w:r>
          </w:p>
        </w:tc>
      </w:tr>
      <w:tr w:rsidR="00AB227B" w:rsidRPr="00AB227B" w14:paraId="5B7580F5" w14:textId="77777777" w:rsidTr="00F228BD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04E56091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6EB65591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63FD9309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11FEA7C0" w14:textId="650AFA6C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Mașini electrice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71761E4E" w14:textId="38D6CE23" w:rsidR="00F228BD" w:rsidRPr="00AB227B" w:rsidRDefault="00F228BD" w:rsidP="00F228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</w:t>
            </w:r>
          </w:p>
        </w:tc>
      </w:tr>
      <w:tr w:rsidR="00F228BD" w:rsidRPr="00AB227B" w14:paraId="235EF226" w14:textId="77777777" w:rsidTr="00196996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45E12320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690D6095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413F2BCA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2F7FC14C" w14:textId="445F0C08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Mașini și instalații navale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53273D13" w14:textId="23AEEF3B" w:rsidR="00F228BD" w:rsidRPr="00AB227B" w:rsidRDefault="00F228BD" w:rsidP="00F228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</w:t>
            </w:r>
          </w:p>
        </w:tc>
      </w:tr>
      <w:tr w:rsidR="00F228BD" w:rsidRPr="00AB227B" w14:paraId="059362FD" w14:textId="77777777" w:rsidTr="00196996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0C7C5308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188A085D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026FA2F1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0FCAB226" w14:textId="0D5D568B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Mașini unelte convenționale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6E2110EE" w14:textId="091C6E19" w:rsidR="00F228BD" w:rsidRPr="00AB227B" w:rsidRDefault="00F228BD" w:rsidP="00F228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</w:t>
            </w:r>
          </w:p>
        </w:tc>
      </w:tr>
      <w:tr w:rsidR="00F228BD" w:rsidRPr="00AB227B" w14:paraId="56703187" w14:textId="77777777" w:rsidTr="00196996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02494660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501D88C5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1814DABE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73186816" w14:textId="50CDB87C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Mașini, aparate și elemente de automatizare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0A5E159F" w14:textId="22B86962" w:rsidR="00F228BD" w:rsidRPr="00AB227B" w:rsidRDefault="00F228BD" w:rsidP="00F228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</w:t>
            </w:r>
          </w:p>
        </w:tc>
      </w:tr>
      <w:tr w:rsidR="00F228BD" w:rsidRPr="00AB227B" w14:paraId="5F36995B" w14:textId="77777777" w:rsidTr="00196996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2928EDCC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22377836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450B85EF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661E0541" w14:textId="71C686B2" w:rsidR="00F228BD" w:rsidRPr="00AB227B" w:rsidRDefault="00F228BD" w:rsidP="007B4A3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</w:t>
            </w:r>
            <w:r w:rsidR="007B4A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</w:t>
            </w: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ini unelte neconven</w:t>
            </w:r>
            <w:r w:rsidR="007B4A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ionale </w:t>
            </w:r>
            <w:r w:rsidR="007B4A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</w:t>
            </w: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 de înaltă productivitate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28BC69E1" w14:textId="49B4279A" w:rsidR="00F228BD" w:rsidRPr="00AB227B" w:rsidRDefault="00F228BD" w:rsidP="00F228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</w:t>
            </w:r>
          </w:p>
        </w:tc>
      </w:tr>
      <w:tr w:rsidR="00F228BD" w:rsidRPr="00AB227B" w14:paraId="35CA6076" w14:textId="77777777" w:rsidTr="00196996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4CA60FE0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19BBD9B9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569C3D69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42ECCF9E" w14:textId="3AD25E0F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Mașini, utilaje și instalații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11E5BE83" w14:textId="1F602800" w:rsidR="00F228BD" w:rsidRPr="00AB227B" w:rsidRDefault="00F228BD" w:rsidP="00F228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</w:t>
            </w:r>
          </w:p>
        </w:tc>
      </w:tr>
      <w:tr w:rsidR="00F228BD" w:rsidRPr="00AB227B" w14:paraId="026C058B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</w:tcPr>
          <w:p w14:paraId="6F814B24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</w:tcPr>
          <w:p w14:paraId="4E2C87CF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</w:tcPr>
          <w:p w14:paraId="1D62E10D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756062D2" w14:textId="336F3D0B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Materii prime și materiale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0DBC0DD9" w14:textId="46EB39E7" w:rsidR="00F228BD" w:rsidRPr="00AB227B" w:rsidRDefault="00F228BD" w:rsidP="00F228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</w:t>
            </w:r>
          </w:p>
        </w:tc>
      </w:tr>
      <w:tr w:rsidR="00F228BD" w:rsidRPr="00AB227B" w14:paraId="503EC807" w14:textId="77777777" w:rsidTr="00196996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2FE3638A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416E6259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42BFD988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55091125" w14:textId="4D858F6F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Măsurarea mărimilor tehnice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57E39101" w14:textId="49192BB5" w:rsidR="00F228BD" w:rsidRPr="00AB227B" w:rsidRDefault="00F228BD" w:rsidP="00F228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</w:t>
            </w:r>
          </w:p>
        </w:tc>
      </w:tr>
      <w:tr w:rsidR="00F228BD" w:rsidRPr="00AB227B" w14:paraId="79B4E99E" w14:textId="77777777" w:rsidTr="00196996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138C8744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112E0390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2D4B6635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409CD040" w14:textId="17DC7742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Măsurări tehnice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5AEE0EA6" w14:textId="65AEA1F5" w:rsidR="00F228BD" w:rsidRPr="00AB227B" w:rsidRDefault="00F228BD" w:rsidP="00F228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</w:t>
            </w:r>
          </w:p>
        </w:tc>
      </w:tr>
      <w:tr w:rsidR="00F228BD" w:rsidRPr="00AB227B" w14:paraId="1BA34F1D" w14:textId="77777777" w:rsidTr="00196996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2C734125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5C96EDE6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25317902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75FBFD24" w14:textId="7FD7E1F5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Măsurători tehnice la probele de recepție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5F2B4FDA" w14:textId="778820B9" w:rsidR="00F228BD" w:rsidRPr="00AB227B" w:rsidRDefault="00F228BD" w:rsidP="00F228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58</w:t>
            </w:r>
          </w:p>
        </w:tc>
      </w:tr>
      <w:tr w:rsidR="00F228BD" w:rsidRPr="00AB227B" w14:paraId="59F1E091" w14:textId="77777777" w:rsidTr="00196996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631EDB1B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31C89744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775FDA3A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3343CAB2" w14:textId="1804830B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Mecanică aplicată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4AC3F098" w14:textId="3C5C488D" w:rsidR="00F228BD" w:rsidRPr="00AB227B" w:rsidRDefault="00F228BD" w:rsidP="00F228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59</w:t>
            </w:r>
          </w:p>
        </w:tc>
      </w:tr>
      <w:tr w:rsidR="00F228BD" w:rsidRPr="00AB227B" w14:paraId="73256C92" w14:textId="77777777" w:rsidTr="00196996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2F41035A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6C2A6404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314BE2DE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474B2A67" w14:textId="00240D66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Mentenanța construcțiilor navale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29A67D66" w14:textId="3B582011" w:rsidR="00F228BD" w:rsidRPr="00AB227B" w:rsidRDefault="00F228BD" w:rsidP="00F228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</w:t>
            </w:r>
          </w:p>
        </w:tc>
      </w:tr>
      <w:tr w:rsidR="00F228BD" w:rsidRPr="00AB227B" w14:paraId="218B5140" w14:textId="77777777" w:rsidTr="00196996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7DC317EB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40798E61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1257EA65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51C7DF49" w14:textId="3581D544" w:rsidR="00F228BD" w:rsidRPr="00AB227B" w:rsidRDefault="00F228BD" w:rsidP="007B4A3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Mentenan</w:t>
            </w:r>
            <w:r w:rsidR="007B4A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 instala</w:t>
            </w:r>
            <w:r w:rsidR="007B4A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iilor electromecanice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7BCDCF01" w14:textId="3ED2F3A8" w:rsidR="00F228BD" w:rsidRPr="00AB227B" w:rsidRDefault="00F228BD" w:rsidP="00F228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61</w:t>
            </w:r>
          </w:p>
        </w:tc>
      </w:tr>
      <w:tr w:rsidR="00F228BD" w:rsidRPr="00AB227B" w14:paraId="713C8BB5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</w:tcPr>
          <w:p w14:paraId="517D80D8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</w:tcPr>
          <w:p w14:paraId="56C4B04A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</w:tcPr>
          <w:p w14:paraId="52ABEE35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28DE539A" w14:textId="08085AAE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Mentenanța instalațiilor de la bordul aeronavelor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743A0772" w14:textId="3DDA58CF" w:rsidR="00F228BD" w:rsidRPr="00AB227B" w:rsidRDefault="00F228BD" w:rsidP="00F228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62</w:t>
            </w:r>
          </w:p>
        </w:tc>
      </w:tr>
      <w:tr w:rsidR="00AB227B" w:rsidRPr="00AB227B" w14:paraId="6822E6AA" w14:textId="77777777" w:rsidTr="00F228BD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78B8CFB3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650502DB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0C4B7D14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470A22DC" w14:textId="19085E09" w:rsidR="00F228BD" w:rsidRPr="00AB227B" w:rsidRDefault="00F228BD" w:rsidP="007B4A3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Mentenan</w:t>
            </w:r>
            <w:r w:rsidR="007B4A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 ma</w:t>
            </w:r>
            <w:r w:rsidR="007B4A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</w:t>
            </w: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inilor, utilajelor </w:t>
            </w:r>
            <w:r w:rsidR="007B4A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</w:t>
            </w: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 instala</w:t>
            </w:r>
            <w:r w:rsidR="007B4A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iilor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6AE82D68" w14:textId="7C8DE2CC" w:rsidR="00F228BD" w:rsidRPr="00AB227B" w:rsidRDefault="00F228BD" w:rsidP="00F228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</w:t>
            </w:r>
          </w:p>
        </w:tc>
      </w:tr>
      <w:tr w:rsidR="00F228BD" w:rsidRPr="00AB227B" w14:paraId="7E0C3348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</w:tcPr>
          <w:p w14:paraId="5FC88CE4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</w:tcPr>
          <w:p w14:paraId="2BD1F9D8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</w:tcPr>
          <w:p w14:paraId="316AA657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637C2D66" w14:textId="6C121971" w:rsidR="00F228BD" w:rsidRPr="00AB227B" w:rsidRDefault="00F228BD" w:rsidP="007B4A3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Ment</w:t>
            </w:r>
            <w:r w:rsidR="007B4A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</w:t>
            </w: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nan</w:t>
            </w:r>
            <w:r w:rsidR="007B4A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ă MUNCN și a sistemelor de protecție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2DE67B12" w14:textId="6A42B800" w:rsidR="00F228BD" w:rsidRPr="00AB227B" w:rsidRDefault="00F228BD" w:rsidP="00F228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64</w:t>
            </w:r>
          </w:p>
        </w:tc>
      </w:tr>
      <w:tr w:rsidR="00F228BD" w:rsidRPr="00AB227B" w14:paraId="7DF9E2FE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</w:tcPr>
          <w:p w14:paraId="3AEC4D01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</w:tcPr>
          <w:p w14:paraId="1652F994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</w:tcPr>
          <w:p w14:paraId="083D70EB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3821AC28" w14:textId="5C3DD46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Montarea instalațiilor pe navă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7ED64AA0" w14:textId="1C99B6A3" w:rsidR="00F228BD" w:rsidRPr="00AB227B" w:rsidRDefault="00F228BD" w:rsidP="00F228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65</w:t>
            </w:r>
          </w:p>
        </w:tc>
      </w:tr>
      <w:tr w:rsidR="00F228BD" w:rsidRPr="00AB227B" w14:paraId="5455CDB6" w14:textId="77777777" w:rsidTr="00196996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1DF7F994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4D2E52DE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052E0005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50C36C79" w14:textId="4B0A6D53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Nave și mijloace de salvare a vieții pe apă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742541AF" w14:textId="50004E80" w:rsidR="00F228BD" w:rsidRPr="00AB227B" w:rsidRDefault="00F228BD" w:rsidP="00F228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66</w:t>
            </w:r>
          </w:p>
        </w:tc>
      </w:tr>
      <w:tr w:rsidR="00F228BD" w:rsidRPr="00AB227B" w14:paraId="28F66F1A" w14:textId="77777777" w:rsidTr="00196996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7AC191C3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6F01CD17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3325D0E2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4CCB4CBC" w14:textId="6A10F74B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Nomenclatură navală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2E4BB1F2" w14:textId="36D062B0" w:rsidR="00F228BD" w:rsidRPr="00AB227B" w:rsidRDefault="00F228BD" w:rsidP="00F228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67</w:t>
            </w:r>
          </w:p>
        </w:tc>
      </w:tr>
      <w:tr w:rsidR="00F228BD" w:rsidRPr="00AB227B" w14:paraId="079BADED" w14:textId="77777777" w:rsidTr="00196996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1110F84A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5311D911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6EC14521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0785E8AB" w14:textId="27EBF8E6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Norme de prevenire a poluării apelor și legislație navală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373BAE54" w14:textId="7366B9C6" w:rsidR="00F228BD" w:rsidRPr="00AB227B" w:rsidRDefault="00F228BD" w:rsidP="00F228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68</w:t>
            </w:r>
          </w:p>
        </w:tc>
      </w:tr>
      <w:tr w:rsidR="00F228BD" w:rsidRPr="00AB227B" w14:paraId="683FA723" w14:textId="77777777" w:rsidTr="00196996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7A6C15AA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1F882048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444B3802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14B07401" w14:textId="22B864AD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Norme de protecția muncii și primul ajutor la bordul navei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505F0495" w14:textId="46F1D7D7" w:rsidR="00F228BD" w:rsidRPr="00AB227B" w:rsidRDefault="00F228BD" w:rsidP="00F228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69</w:t>
            </w:r>
          </w:p>
        </w:tc>
      </w:tr>
      <w:tr w:rsidR="00F228BD" w:rsidRPr="00AB227B" w14:paraId="06ABC488" w14:textId="77777777" w:rsidTr="00196996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6CFBCFD7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13615B0D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18EEC396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1AD21E5F" w14:textId="16FB0183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Operarea pe MUCN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09E3E3EE" w14:textId="46F23722" w:rsidR="00F228BD" w:rsidRPr="00AB227B" w:rsidRDefault="00F228BD" w:rsidP="00F228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</w:t>
            </w:r>
          </w:p>
        </w:tc>
      </w:tr>
      <w:tr w:rsidR="00F228BD" w:rsidRPr="00AB227B" w14:paraId="058D71DC" w14:textId="77777777" w:rsidTr="00196996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069F492F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27C75742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256B47E2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1FB178D4" w14:textId="7BB223CC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Organe de mașini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76751AAE" w14:textId="5539FFFF" w:rsidR="00F228BD" w:rsidRPr="00AB227B" w:rsidRDefault="00F228BD" w:rsidP="00F228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71</w:t>
            </w:r>
          </w:p>
        </w:tc>
      </w:tr>
      <w:tr w:rsidR="00F228BD" w:rsidRPr="00AB227B" w14:paraId="0FC1CD1A" w14:textId="77777777" w:rsidTr="00196996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1E55C716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5BC35961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7048B587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3068ED56" w14:textId="7C144CAE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Organe de mașini și mecanisme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4465C84B" w14:textId="2D1EC203" w:rsidR="00F228BD" w:rsidRPr="00AB227B" w:rsidRDefault="00F228BD" w:rsidP="00F228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72</w:t>
            </w:r>
          </w:p>
        </w:tc>
      </w:tr>
      <w:tr w:rsidR="00F228BD" w:rsidRPr="00AB227B" w14:paraId="579CAE05" w14:textId="77777777" w:rsidTr="00196996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18E6087C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4BE02CB3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721FBCF2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46A07BA9" w14:textId="31CEADEA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Planificarea producției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15B4E407" w14:textId="4B86239E" w:rsidR="00F228BD" w:rsidRPr="00AB227B" w:rsidRDefault="00F228BD" w:rsidP="00F228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73</w:t>
            </w:r>
          </w:p>
        </w:tc>
      </w:tr>
      <w:tr w:rsidR="00F228BD" w:rsidRPr="00AB227B" w14:paraId="2A1B0255" w14:textId="77777777" w:rsidTr="00196996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30CCC89D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3B38FDDC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146FBE10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1DDB16D3" w14:textId="3DA351D5" w:rsidR="00F228BD" w:rsidRPr="00AB227B" w:rsidRDefault="00F228BD" w:rsidP="007B4A3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Planificarea </w:t>
            </w:r>
            <w:r w:rsidR="007B4A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</w:t>
            </w: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 organizare produc</w:t>
            </w:r>
            <w:r w:rsidR="007B4A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iei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79075A2A" w14:textId="741134DE" w:rsidR="00F228BD" w:rsidRPr="00AB227B" w:rsidRDefault="00F228BD" w:rsidP="00F228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74</w:t>
            </w:r>
          </w:p>
        </w:tc>
      </w:tr>
      <w:tr w:rsidR="00F228BD" w:rsidRPr="00AB227B" w14:paraId="2CF872CF" w14:textId="77777777" w:rsidTr="00196996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69354121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3B108F6A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055ABC17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04EE6506" w14:textId="5D362328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Prezentări multimedia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48A6402A" w14:textId="53262BFF" w:rsidR="00F228BD" w:rsidRPr="00AB227B" w:rsidRDefault="00F228BD" w:rsidP="00F228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75</w:t>
            </w:r>
          </w:p>
        </w:tc>
      </w:tr>
      <w:tr w:rsidR="00F228BD" w:rsidRPr="00AB227B" w14:paraId="44CCBDAC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</w:tcPr>
          <w:p w14:paraId="24E95C73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</w:tcPr>
          <w:p w14:paraId="278C6A77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</w:tcPr>
          <w:p w14:paraId="50DD2408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4EBC27B7" w14:textId="00EF9E83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Proiectarea asistată de calculator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234C6509" w14:textId="7A72BF82" w:rsidR="00F228BD" w:rsidRPr="00AB227B" w:rsidRDefault="00F228BD" w:rsidP="00F228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76</w:t>
            </w:r>
          </w:p>
        </w:tc>
      </w:tr>
      <w:tr w:rsidR="00F228BD" w:rsidRPr="00AB227B" w14:paraId="4720683C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</w:tcPr>
          <w:p w14:paraId="661D65CF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</w:tcPr>
          <w:p w14:paraId="10D7AC24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</w:tcPr>
          <w:p w14:paraId="3CF390CF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670723B9" w14:textId="03A0A710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Realizarea desenelor în 3 D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17F257D6" w14:textId="1F29D152" w:rsidR="00F228BD" w:rsidRPr="00AB227B" w:rsidRDefault="00F228BD" w:rsidP="00F228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77</w:t>
            </w:r>
          </w:p>
        </w:tc>
      </w:tr>
      <w:tr w:rsidR="00F228BD" w:rsidRPr="00AB227B" w14:paraId="6A3724B7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</w:tcPr>
          <w:p w14:paraId="31317EFF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</w:tcPr>
          <w:p w14:paraId="52E1D008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</w:tcPr>
          <w:p w14:paraId="3BF6A31D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7FDC7210" w14:textId="4535CF61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Reprezentarea organelor de mașini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4710CA8C" w14:textId="224FEA44" w:rsidR="00F228BD" w:rsidRPr="00AB227B" w:rsidRDefault="00F228BD" w:rsidP="00F228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78</w:t>
            </w:r>
          </w:p>
        </w:tc>
      </w:tr>
      <w:tr w:rsidR="00F228BD" w:rsidRPr="00AB227B" w14:paraId="500B93F4" w14:textId="77777777" w:rsidTr="00196996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52594A16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467C147E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212B1232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0C65DBA3" w14:textId="3C6194E9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Reprezentarea pieselor mecanice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3AA7BD07" w14:textId="6EDB045F" w:rsidR="00F228BD" w:rsidRPr="00AB227B" w:rsidRDefault="00F228BD" w:rsidP="00F228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79</w:t>
            </w:r>
          </w:p>
        </w:tc>
      </w:tr>
      <w:tr w:rsidR="00F228BD" w:rsidRPr="00AB227B" w14:paraId="4B4F723D" w14:textId="77777777" w:rsidTr="00196996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6737CC62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62A8B626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7D60B4E1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02081D38" w14:textId="069A92FA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Sănătatea și securitatea muncii la bordul navei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0C559C07" w14:textId="6343B043" w:rsidR="00F228BD" w:rsidRPr="00AB227B" w:rsidRDefault="00F228BD" w:rsidP="00F228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80</w:t>
            </w:r>
          </w:p>
        </w:tc>
      </w:tr>
      <w:tr w:rsidR="00F228BD" w:rsidRPr="00AB227B" w14:paraId="17C514B5" w14:textId="77777777" w:rsidTr="00196996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41DE79BF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0EF17F03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61A25BC5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2CA791EC" w14:textId="0BC4D56D" w:rsidR="00F228BD" w:rsidRPr="00AB227B" w:rsidRDefault="00F228BD" w:rsidP="007B4A3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Senzori, traductoare </w:t>
            </w:r>
            <w:r w:rsidR="007B4A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</w:t>
            </w: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 automate programabile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3395E027" w14:textId="36CDEF01" w:rsidR="00F228BD" w:rsidRPr="00AB227B" w:rsidRDefault="00F228BD" w:rsidP="00F228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81</w:t>
            </w:r>
          </w:p>
        </w:tc>
      </w:tr>
      <w:tr w:rsidR="00F228BD" w:rsidRPr="00AB227B" w14:paraId="3BF76E0E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</w:tcPr>
          <w:p w14:paraId="64EDFD85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</w:tcPr>
          <w:p w14:paraId="1923B355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</w:tcPr>
          <w:p w14:paraId="09A37975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5F772C1C" w14:textId="2AF32AED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Sisteme, echipamente și aparate de bord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79E40742" w14:textId="1556CC16" w:rsidR="00F228BD" w:rsidRPr="00AB227B" w:rsidRDefault="00F228BD" w:rsidP="00F228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82</w:t>
            </w:r>
          </w:p>
        </w:tc>
      </w:tr>
      <w:tr w:rsidR="00AB227B" w:rsidRPr="00AB227B" w14:paraId="503B2A18" w14:textId="77777777" w:rsidTr="00F228BD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7EB823BD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79400E81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29796D04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3257F990" w14:textId="03E3DF72" w:rsidR="00F228BD" w:rsidRPr="00AB227B" w:rsidRDefault="00F228BD" w:rsidP="007B4A3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Sisteme de ac</w:t>
            </w:r>
            <w:r w:rsidR="007B4A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ionare electrică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740DCB3F" w14:textId="3DE02FD9" w:rsidR="00F228BD" w:rsidRPr="00AB227B" w:rsidRDefault="00F228BD" w:rsidP="00F228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83</w:t>
            </w:r>
          </w:p>
        </w:tc>
      </w:tr>
      <w:tr w:rsidR="00F228BD" w:rsidRPr="00AB227B" w14:paraId="05F7B559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</w:tcPr>
          <w:p w14:paraId="680B17C4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</w:tcPr>
          <w:p w14:paraId="0C9B983E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</w:tcPr>
          <w:p w14:paraId="482C346D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62E41263" w14:textId="3EE04776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Sisteme de transport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62A2432B" w14:textId="5C987916" w:rsidR="00F228BD" w:rsidRPr="00AB227B" w:rsidRDefault="00F228BD" w:rsidP="00F228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84</w:t>
            </w:r>
          </w:p>
        </w:tc>
      </w:tr>
      <w:tr w:rsidR="00F228BD" w:rsidRPr="00AB227B" w14:paraId="3A8AA10B" w14:textId="77777777" w:rsidTr="00196996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08CABE74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64F9128C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42497DB8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1868D529" w14:textId="3D226098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Sisteme electro-hidropneumatice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08C64D28" w14:textId="606A385A" w:rsidR="00F228BD" w:rsidRPr="00AB227B" w:rsidRDefault="00F228BD" w:rsidP="00F228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85</w:t>
            </w:r>
          </w:p>
        </w:tc>
      </w:tr>
      <w:tr w:rsidR="00F228BD" w:rsidRPr="00AB227B" w14:paraId="1003FF33" w14:textId="77777777" w:rsidTr="00196996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7350EE99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02DE47FD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247C77AC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5607D541" w14:textId="6AE0822E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Sisteme electromecanice pentru aeronave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058D124E" w14:textId="6600BC18" w:rsidR="00F228BD" w:rsidRPr="00AB227B" w:rsidRDefault="00F228BD" w:rsidP="00F228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86</w:t>
            </w:r>
          </w:p>
        </w:tc>
      </w:tr>
      <w:tr w:rsidR="00F228BD" w:rsidRPr="00AB227B" w14:paraId="454F4556" w14:textId="77777777" w:rsidTr="00196996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0461F83C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3D7CCBD2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77A40FB4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6BFB531D" w14:textId="5E1C02E5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Sisteme tehnice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23B080F0" w14:textId="453CD809" w:rsidR="00F228BD" w:rsidRPr="00AB227B" w:rsidRDefault="00F228BD" w:rsidP="00F228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87</w:t>
            </w:r>
          </w:p>
        </w:tc>
      </w:tr>
      <w:tr w:rsidR="00F228BD" w:rsidRPr="00AB227B" w14:paraId="0E6589D6" w14:textId="77777777" w:rsidTr="00196996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0D23DF65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343DCF6D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424B691B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620C08D9" w14:textId="73A7E40E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Sistemele electrice și electronice ale autovehiculelor rutiere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02BC5716" w14:textId="4A3899A6" w:rsidR="00F228BD" w:rsidRPr="00AB227B" w:rsidRDefault="00F228BD" w:rsidP="00F228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88</w:t>
            </w:r>
          </w:p>
        </w:tc>
      </w:tr>
      <w:tr w:rsidR="00F228BD" w:rsidRPr="00AB227B" w14:paraId="387C41F5" w14:textId="77777777" w:rsidTr="00196996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68659BFA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1D1DB05F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1703EB3B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0C63EB30" w14:textId="0AE4D743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Solicitări și măsurări tehnice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70423F1D" w14:textId="786B60F9" w:rsidR="00F228BD" w:rsidRPr="00AB227B" w:rsidRDefault="00F228BD" w:rsidP="00F228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89</w:t>
            </w:r>
          </w:p>
        </w:tc>
      </w:tr>
      <w:tr w:rsidR="00F228BD" w:rsidRPr="00AB227B" w14:paraId="2C7CAA3A" w14:textId="77777777" w:rsidTr="00196996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11FB28C0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6B5711EF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0657E2E8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74A8931A" w14:textId="0822E7A8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Stagii de pregătire practică – CDL clasa a IX-a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02204ED3" w14:textId="4A743155" w:rsidR="00F228BD" w:rsidRPr="00AB227B" w:rsidRDefault="00F228BD" w:rsidP="00F228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90</w:t>
            </w:r>
          </w:p>
        </w:tc>
      </w:tr>
      <w:tr w:rsidR="00F228BD" w:rsidRPr="00AB227B" w14:paraId="492CF7F7" w14:textId="77777777" w:rsidTr="00196996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459B480B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712797B9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16F48A39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3E67637B" w14:textId="3E1DC1FE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Stagii de pregătire practică – CDL clasa a X-a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1F60370F" w14:textId="669573E7" w:rsidR="00F228BD" w:rsidRPr="00AB227B" w:rsidRDefault="00F228BD" w:rsidP="00F228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91</w:t>
            </w:r>
          </w:p>
        </w:tc>
      </w:tr>
      <w:tr w:rsidR="00F228BD" w:rsidRPr="00AB227B" w14:paraId="37846917" w14:textId="77777777" w:rsidTr="00196996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5D319D70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5371C24E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4E380466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560DA3A1" w14:textId="16A7FC53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Stagiu de pregătire practică - Transmisii mecanice și mecanisme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644B4AE0" w14:textId="0E8C3F96" w:rsidR="00F228BD" w:rsidRPr="00AB227B" w:rsidRDefault="00F228BD" w:rsidP="00F228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92</w:t>
            </w:r>
          </w:p>
        </w:tc>
      </w:tr>
      <w:tr w:rsidR="00F228BD" w:rsidRPr="00AB227B" w14:paraId="6581CC47" w14:textId="77777777" w:rsidTr="00196996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6DC0588A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0711A763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4B4F412E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3A844EBD" w14:textId="4587C7D4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Surse regenerabile de energie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00CD7803" w14:textId="357008BA" w:rsidR="00F228BD" w:rsidRPr="00AB227B" w:rsidRDefault="00F228BD" w:rsidP="00F228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93</w:t>
            </w:r>
          </w:p>
        </w:tc>
      </w:tr>
      <w:tr w:rsidR="00F228BD" w:rsidRPr="00AB227B" w14:paraId="7F9F8820" w14:textId="77777777" w:rsidTr="00196996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3F869AAF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29E8F72E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695F5DC0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0A9C77E1" w14:textId="0509FB64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Tehnici de măsurare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2FAFA025" w14:textId="260B99FE" w:rsidR="00F228BD" w:rsidRPr="00AB227B" w:rsidRDefault="00F228BD" w:rsidP="00F228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94</w:t>
            </w:r>
          </w:p>
        </w:tc>
      </w:tr>
      <w:tr w:rsidR="00F228BD" w:rsidRPr="00AB227B" w14:paraId="6B2FBAE4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</w:tcPr>
          <w:p w14:paraId="23F5D198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</w:tcPr>
          <w:p w14:paraId="287680A6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</w:tcPr>
          <w:p w14:paraId="65321E45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4EC01F39" w14:textId="6AFDE9F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Tehnologia asamblării structurilor metalice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3B7AA599" w14:textId="116168D9" w:rsidR="00F228BD" w:rsidRPr="00AB227B" w:rsidRDefault="00F228BD" w:rsidP="00F228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95</w:t>
            </w:r>
          </w:p>
        </w:tc>
      </w:tr>
      <w:tr w:rsidR="00F228BD" w:rsidRPr="00AB227B" w14:paraId="222E1226" w14:textId="77777777" w:rsidTr="00196996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263627EA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06A61241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2C16FDB7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09100E81" w14:textId="2A05A33D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Tehnologia elaborării și prelucrării semifabricatelor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4809271B" w14:textId="61000EEB" w:rsidR="00F228BD" w:rsidRPr="00AB227B" w:rsidRDefault="00F228BD" w:rsidP="00F228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96</w:t>
            </w:r>
          </w:p>
        </w:tc>
      </w:tr>
      <w:tr w:rsidR="00F228BD" w:rsidRPr="00AB227B" w14:paraId="7BB68B8B" w14:textId="77777777" w:rsidTr="00196996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5C7AFF63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75A47305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40DD82E6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0CF3839B" w14:textId="32946015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Tehnologia montajului, întreținerii și reparării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750C80CF" w14:textId="46A9DD36" w:rsidR="00F228BD" w:rsidRPr="00AB227B" w:rsidRDefault="00F228BD" w:rsidP="00F228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97</w:t>
            </w:r>
          </w:p>
        </w:tc>
      </w:tr>
      <w:tr w:rsidR="00F228BD" w:rsidRPr="00AB227B" w14:paraId="2B39663F" w14:textId="77777777" w:rsidTr="00196996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25144790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160A20BA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1D964901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297B5F24" w14:textId="0136CB64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Tehnologia prelucrărilor la cald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7CFDAF42" w14:textId="44AFC2AF" w:rsidR="00F228BD" w:rsidRPr="00AB227B" w:rsidRDefault="00F228BD" w:rsidP="00F228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98</w:t>
            </w:r>
          </w:p>
        </w:tc>
      </w:tr>
      <w:tr w:rsidR="00F228BD" w:rsidRPr="00AB227B" w14:paraId="48456B8E" w14:textId="77777777" w:rsidTr="00196996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54144EAF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2A1B7A93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7B3A1B90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7F404C0F" w14:textId="6FCA3ED2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Tehnologie generală electrotehnică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60B2D941" w14:textId="25CC859F" w:rsidR="00F228BD" w:rsidRPr="00AB227B" w:rsidRDefault="00F228BD" w:rsidP="00F228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99</w:t>
            </w:r>
          </w:p>
        </w:tc>
      </w:tr>
      <w:tr w:rsidR="00F228BD" w:rsidRPr="00AB227B" w14:paraId="2603DDB9" w14:textId="77777777" w:rsidTr="00196996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2A3BF15E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58A76143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284B376F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689A6CF9" w14:textId="3CD8EBAF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Tehnologie generală în domeniul electromecanic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07536986" w14:textId="322EFAA1" w:rsidR="00F228BD" w:rsidRPr="00AB227B" w:rsidRDefault="00F228BD" w:rsidP="00F228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</w:tr>
      <w:tr w:rsidR="00F228BD" w:rsidRPr="00AB227B" w14:paraId="2147618A" w14:textId="77777777" w:rsidTr="00196996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7D5DC3D7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112F13CF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561793AF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61899636" w14:textId="68D679E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Tehnologie în prelucrări la rece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76547632" w14:textId="4F51D279" w:rsidR="00F228BD" w:rsidRPr="00AB227B" w:rsidRDefault="00F228BD" w:rsidP="00F228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101</w:t>
            </w:r>
          </w:p>
        </w:tc>
      </w:tr>
      <w:tr w:rsidR="00F228BD" w:rsidRPr="00AB227B" w14:paraId="78453814" w14:textId="77777777" w:rsidTr="00196996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4A75AAE5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1F2A0323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29C7176E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55DA95E6" w14:textId="070F9140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Tehnologii de asamblare mecanică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3DB58893" w14:textId="11043996" w:rsidR="00F228BD" w:rsidRPr="00AB227B" w:rsidRDefault="00F228BD" w:rsidP="00F228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102</w:t>
            </w:r>
          </w:p>
        </w:tc>
      </w:tr>
      <w:tr w:rsidR="00F228BD" w:rsidRPr="00AB227B" w14:paraId="1860834D" w14:textId="77777777" w:rsidTr="00196996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12855ED0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21931BAB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23993B40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4882CEB5" w14:textId="7B44012A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Tehnologii și utilaje de ridicat și transportat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5D40C208" w14:textId="6A21E9DC" w:rsidR="00F228BD" w:rsidRPr="00AB227B" w:rsidRDefault="00F228BD" w:rsidP="00F228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103</w:t>
            </w:r>
          </w:p>
        </w:tc>
      </w:tr>
      <w:tr w:rsidR="00F228BD" w:rsidRPr="00AB227B" w14:paraId="123BD9CC" w14:textId="77777777" w:rsidTr="00196996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4999E502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2FF354DF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250BAC01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4BD276A8" w14:textId="7AED9BF2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Traductoare utilizate în automatizări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641EF221" w14:textId="321589DE" w:rsidR="00F228BD" w:rsidRPr="00AB227B" w:rsidRDefault="00F228BD" w:rsidP="00F228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104</w:t>
            </w:r>
          </w:p>
        </w:tc>
      </w:tr>
      <w:tr w:rsidR="00F228BD" w:rsidRPr="00AB227B" w14:paraId="2570543D" w14:textId="77777777" w:rsidTr="00196996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1D1F199D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4D265FD8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5437CA11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7B4FDDE4" w14:textId="08847E24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Tratamente termice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42006D5D" w14:textId="7F56E788" w:rsidR="00F228BD" w:rsidRPr="00AB227B" w:rsidRDefault="00F228BD" w:rsidP="00F228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105</w:t>
            </w:r>
          </w:p>
        </w:tc>
      </w:tr>
      <w:tr w:rsidR="00F228BD" w:rsidRPr="00AB227B" w14:paraId="117E8C38" w14:textId="77777777" w:rsidTr="00196996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615C7EA0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3472B17E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2F1001CC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1421AC7B" w14:textId="5DE7DBDB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Tratamente termice aplicate pieselor la cald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6AE29517" w14:textId="43FD3D19" w:rsidR="00F228BD" w:rsidRPr="00AB227B" w:rsidRDefault="00F228BD" w:rsidP="00F228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106</w:t>
            </w:r>
          </w:p>
        </w:tc>
      </w:tr>
      <w:tr w:rsidR="00F228BD" w:rsidRPr="00AB227B" w14:paraId="00D3550F" w14:textId="77777777" w:rsidTr="00196996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3ED5F35F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30E651BD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0EDA8B6A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71232D7C" w14:textId="22EA43EA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Utilaje portuare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6D94CEED" w14:textId="651DC91D" w:rsidR="00F228BD" w:rsidRPr="00AB227B" w:rsidRDefault="00F228BD" w:rsidP="00F228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107</w:t>
            </w:r>
          </w:p>
        </w:tc>
      </w:tr>
      <w:tr w:rsidR="00F228BD" w:rsidRPr="00AB227B" w14:paraId="592C10E2" w14:textId="77777777" w:rsidTr="00196996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4672D6C6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3EA637DB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09B9AE45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335F3B26" w14:textId="103C3C4E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Utilizarea nomenclaturii navale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676CEF7A" w14:textId="42B93FFE" w:rsidR="00F228BD" w:rsidRPr="00AB227B" w:rsidRDefault="00F228BD" w:rsidP="00F228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108</w:t>
            </w:r>
          </w:p>
        </w:tc>
      </w:tr>
      <w:tr w:rsidR="00F228BD" w:rsidRPr="00AB227B" w14:paraId="069A0267" w14:textId="77777777" w:rsidTr="00196996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0A9087B8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65B35A9C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2CA7F86D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42F23AB3" w14:textId="71E23D12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Utilizarea nomenclaturii navale și amenajări portuare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61C2BB58" w14:textId="57D8C0AC" w:rsidR="00F228BD" w:rsidRPr="00AB227B" w:rsidRDefault="00F228BD" w:rsidP="00F228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109</w:t>
            </w:r>
          </w:p>
        </w:tc>
      </w:tr>
      <w:tr w:rsidR="00F228BD" w:rsidRPr="00AB227B" w14:paraId="30621087" w14:textId="77777777" w:rsidTr="00196996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5D5ADE51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020FAC69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2E55E999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30EF67EE" w14:textId="0F4DD959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Verificarea metrologică și etalonarea mijloacelor de măsurare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6B72DBAB" w14:textId="316478AD" w:rsidR="00F228BD" w:rsidRPr="00AB227B" w:rsidRDefault="00F228BD" w:rsidP="00F228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110</w:t>
            </w:r>
          </w:p>
        </w:tc>
      </w:tr>
      <w:tr w:rsidR="00F228BD" w:rsidRPr="00AB227B" w14:paraId="4BAB97DE" w14:textId="77777777" w:rsidTr="00196996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3D20E9FA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32BCFAFB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16F53CE3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592D91CD" w14:textId="3897DDE9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Vitalitatea navei și salvarea vieții pe apă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443F4E4C" w14:textId="767657CA" w:rsidR="00F228BD" w:rsidRPr="00AB227B" w:rsidRDefault="00F228BD" w:rsidP="00F228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111</w:t>
            </w:r>
          </w:p>
        </w:tc>
      </w:tr>
    </w:tbl>
    <w:p w14:paraId="2E3B717A" w14:textId="77777777" w:rsidR="005133D9" w:rsidRPr="00AB227B" w:rsidRDefault="0002101A" w:rsidP="00833FB7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B227B">
        <w:rPr>
          <w:rFonts w:ascii="Times New Roman" w:hAnsi="Times New Roman" w:cs="Times New Roman"/>
          <w:color w:val="000000" w:themeColor="text1"/>
          <w:sz w:val="20"/>
          <w:szCs w:val="20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467"/>
        <w:gridCol w:w="1245"/>
        <w:gridCol w:w="1793"/>
        <w:gridCol w:w="4137"/>
        <w:gridCol w:w="420"/>
      </w:tblGrid>
      <w:tr w:rsidR="00BA3CDF" w:rsidRPr="00AB227B" w14:paraId="3B2FE192" w14:textId="77777777" w:rsidTr="00BA3CDF">
        <w:trPr>
          <w:cantSplit/>
          <w:trHeight w:val="20"/>
          <w:tblHeader/>
        </w:trPr>
        <w:tc>
          <w:tcPr>
            <w:tcW w:w="1467" w:type="dxa"/>
            <w:shd w:val="clear" w:color="auto" w:fill="EDEDED" w:themeFill="accent3" w:themeFillTint="33"/>
            <w:tcMar>
              <w:left w:w="28" w:type="dxa"/>
              <w:right w:w="28" w:type="dxa"/>
            </w:tcMar>
            <w:vAlign w:val="center"/>
            <w:hideMark/>
          </w:tcPr>
          <w:p w14:paraId="05CB7412" w14:textId="11A506F5" w:rsidR="00BA3CDF" w:rsidRPr="00AB227B" w:rsidRDefault="00BA3CDF" w:rsidP="00833F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Nivel</w:t>
            </w:r>
          </w:p>
        </w:tc>
        <w:tc>
          <w:tcPr>
            <w:tcW w:w="1245" w:type="dxa"/>
            <w:shd w:val="clear" w:color="auto" w:fill="EDEDED" w:themeFill="accent3" w:themeFillTint="33"/>
            <w:tcMar>
              <w:left w:w="28" w:type="dxa"/>
              <w:right w:w="28" w:type="dxa"/>
            </w:tcMar>
            <w:vAlign w:val="center"/>
            <w:hideMark/>
          </w:tcPr>
          <w:p w14:paraId="6930916E" w14:textId="77777777" w:rsidR="00BA3CDF" w:rsidRPr="00AB227B" w:rsidRDefault="00BA3CDF" w:rsidP="00833F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Domeniul</w:t>
            </w:r>
          </w:p>
        </w:tc>
        <w:tc>
          <w:tcPr>
            <w:tcW w:w="1793" w:type="dxa"/>
            <w:shd w:val="clear" w:color="auto" w:fill="EDEDED" w:themeFill="accent3" w:themeFillTint="33"/>
            <w:tcMar>
              <w:left w:w="28" w:type="dxa"/>
              <w:right w:w="28" w:type="dxa"/>
            </w:tcMar>
            <w:vAlign w:val="center"/>
            <w:hideMark/>
          </w:tcPr>
          <w:p w14:paraId="07482053" w14:textId="77777777" w:rsidR="00BA3CDF" w:rsidRPr="00AB227B" w:rsidRDefault="00BA3CDF" w:rsidP="00833F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Profilul postului/catedrei</w:t>
            </w:r>
          </w:p>
        </w:tc>
        <w:tc>
          <w:tcPr>
            <w:tcW w:w="4137" w:type="dxa"/>
            <w:shd w:val="clear" w:color="auto" w:fill="EDEDED" w:themeFill="accent3" w:themeFillTint="33"/>
            <w:tcMar>
              <w:left w:w="28" w:type="dxa"/>
              <w:right w:w="28" w:type="dxa"/>
            </w:tcMar>
            <w:vAlign w:val="center"/>
            <w:hideMark/>
          </w:tcPr>
          <w:p w14:paraId="750CD130" w14:textId="77777777" w:rsidR="00BA3CDF" w:rsidRPr="00AB227B" w:rsidRDefault="00BA3CDF" w:rsidP="00833F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Discipline/module din profilul postului / catedrei</w:t>
            </w:r>
          </w:p>
        </w:tc>
        <w:tc>
          <w:tcPr>
            <w:tcW w:w="420" w:type="dxa"/>
            <w:vMerge w:val="restart"/>
            <w:shd w:val="clear" w:color="auto" w:fill="EDEDED" w:themeFill="accent3" w:themeFillTint="33"/>
            <w:tcMar>
              <w:left w:w="28" w:type="dxa"/>
              <w:right w:w="28" w:type="dxa"/>
            </w:tcMar>
            <w:vAlign w:val="center"/>
            <w:hideMark/>
          </w:tcPr>
          <w:p w14:paraId="01EDAB29" w14:textId="77777777" w:rsidR="00BA3CDF" w:rsidRPr="00AB227B" w:rsidRDefault="00BA3CDF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Nr. crt.</w:t>
            </w:r>
          </w:p>
          <w:p w14:paraId="07C211C2" w14:textId="19DF8BF3" w:rsidR="00BA3CDF" w:rsidRPr="00AB227B" w:rsidRDefault="00BA3CDF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BA3CDF" w:rsidRPr="00AB227B" w14:paraId="06DDDE65" w14:textId="77777777" w:rsidTr="00BA3CDF">
        <w:trPr>
          <w:cantSplit/>
          <w:trHeight w:val="20"/>
          <w:tblHeader/>
        </w:trPr>
        <w:tc>
          <w:tcPr>
            <w:tcW w:w="1467" w:type="dxa"/>
            <w:shd w:val="clear" w:color="auto" w:fill="EDEDED" w:themeFill="accent3" w:themeFillTint="33"/>
            <w:tcMar>
              <w:left w:w="28" w:type="dxa"/>
              <w:right w:w="28" w:type="dxa"/>
            </w:tcMar>
            <w:vAlign w:val="center"/>
            <w:hideMark/>
          </w:tcPr>
          <w:p w14:paraId="36ED6A51" w14:textId="7EED9466" w:rsidR="00BA3CDF" w:rsidRPr="00AB227B" w:rsidRDefault="00BA3CDF" w:rsidP="00833F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Învățământ profesional</w:t>
            </w:r>
          </w:p>
        </w:tc>
        <w:tc>
          <w:tcPr>
            <w:tcW w:w="1245" w:type="dxa"/>
            <w:shd w:val="clear" w:color="auto" w:fill="EDEDED" w:themeFill="accent3" w:themeFillTint="33"/>
            <w:tcMar>
              <w:left w:w="28" w:type="dxa"/>
              <w:right w:w="28" w:type="dxa"/>
            </w:tcMar>
            <w:vAlign w:val="center"/>
            <w:hideMark/>
          </w:tcPr>
          <w:p w14:paraId="4D147BD1" w14:textId="77777777" w:rsidR="00BA3CDF" w:rsidRPr="00AB227B" w:rsidRDefault="00BA3CDF" w:rsidP="00833F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17. Transporturi</w:t>
            </w:r>
          </w:p>
        </w:tc>
        <w:tc>
          <w:tcPr>
            <w:tcW w:w="1793" w:type="dxa"/>
            <w:shd w:val="clear" w:color="auto" w:fill="EDEDED" w:themeFill="accent3" w:themeFillTint="33"/>
            <w:tcMar>
              <w:left w:w="28" w:type="dxa"/>
              <w:right w:w="28" w:type="dxa"/>
            </w:tcMar>
            <w:vAlign w:val="center"/>
            <w:hideMark/>
          </w:tcPr>
          <w:p w14:paraId="25DEEB53" w14:textId="77777777" w:rsidR="00BA3CDF" w:rsidRPr="00AB227B" w:rsidRDefault="00BA3CDF" w:rsidP="00833F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17.3. Transporturi/ Transporturi navale</w:t>
            </w:r>
          </w:p>
        </w:tc>
        <w:tc>
          <w:tcPr>
            <w:tcW w:w="4137" w:type="dxa"/>
            <w:shd w:val="clear" w:color="auto" w:fill="EDEDED" w:themeFill="accent3" w:themeFillTint="33"/>
            <w:tcMar>
              <w:left w:w="28" w:type="dxa"/>
              <w:right w:w="28" w:type="dxa"/>
            </w:tcMar>
            <w:vAlign w:val="center"/>
            <w:hideMark/>
          </w:tcPr>
          <w:p w14:paraId="73F6A64B" w14:textId="77777777" w:rsidR="00BA3CDF" w:rsidRPr="00AB227B" w:rsidRDefault="00BA3CDF" w:rsidP="00833F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ANEXA 17.3</w:t>
            </w:r>
          </w:p>
        </w:tc>
        <w:tc>
          <w:tcPr>
            <w:tcW w:w="420" w:type="dxa"/>
            <w:vMerge/>
            <w:shd w:val="clear" w:color="auto" w:fill="EDEDED" w:themeFill="accent3" w:themeFillTint="33"/>
            <w:tcMar>
              <w:left w:w="28" w:type="dxa"/>
              <w:right w:w="28" w:type="dxa"/>
            </w:tcMar>
            <w:vAlign w:val="center"/>
            <w:hideMark/>
          </w:tcPr>
          <w:p w14:paraId="58566E9A" w14:textId="2E8A1252" w:rsidR="00BA3CDF" w:rsidRPr="00AB227B" w:rsidRDefault="00BA3CDF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C652C7" w:rsidRPr="00AB227B" w14:paraId="06288BC2" w14:textId="77777777" w:rsidTr="00BA3CDF">
        <w:trPr>
          <w:cantSplit/>
          <w:trHeight w:val="20"/>
        </w:trPr>
        <w:tc>
          <w:tcPr>
            <w:tcW w:w="1467" w:type="dxa"/>
            <w:vMerge w:val="restart"/>
            <w:tcMar>
              <w:left w:w="28" w:type="dxa"/>
              <w:right w:w="28" w:type="dxa"/>
            </w:tcMar>
            <w:hideMark/>
          </w:tcPr>
          <w:p w14:paraId="08A97102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5" w:type="dxa"/>
            <w:vMerge w:val="restart"/>
            <w:tcMar>
              <w:left w:w="28" w:type="dxa"/>
              <w:right w:w="28" w:type="dxa"/>
            </w:tcMar>
            <w:hideMark/>
          </w:tcPr>
          <w:p w14:paraId="6761028F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793" w:type="dxa"/>
            <w:vMerge w:val="restart"/>
            <w:tcMar>
              <w:left w:w="28" w:type="dxa"/>
              <w:right w:w="28" w:type="dxa"/>
            </w:tcMar>
            <w:hideMark/>
          </w:tcPr>
          <w:p w14:paraId="0FAC27E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5A84923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Aerodinamica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2AEAA0D3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</w:tr>
      <w:tr w:rsidR="00C652C7" w:rsidRPr="00AB227B" w14:paraId="275EB24B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5C86416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2588FC65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1347639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34C47AD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Aliaje pentru turnare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70A93B8E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</w:tr>
      <w:tr w:rsidR="00C652C7" w:rsidRPr="00AB227B" w14:paraId="5DAADC04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76EABCE3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265D41E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62B63B6B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0412656C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Asamblarea navei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50C982C7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</w:tr>
      <w:tr w:rsidR="00C652C7" w:rsidRPr="00AB227B" w14:paraId="72D06D1E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7EC7697B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43268054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3715FF0B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61E60B6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Asamblarea ștanțelor și matrițelor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514F85E4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</w:tr>
      <w:tr w:rsidR="00C652C7" w:rsidRPr="00AB227B" w14:paraId="709FFD87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40F70A5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605386FD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7F6E6F4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4AAFC8B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Asamblări mecanice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54B2F64E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</w:tr>
      <w:tr w:rsidR="00C652C7" w:rsidRPr="00AB227B" w14:paraId="20310808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44CE1329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30C1F41F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1BBF1624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0CC1247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Bazele zborului aeronavelor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68A1BF33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</w:tr>
      <w:tr w:rsidR="00C652C7" w:rsidRPr="00AB227B" w14:paraId="1B619A00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140DE217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73A75542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757EBB1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19DB38D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Calitatea produselor și serviciilor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0A207CD4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</w:tr>
      <w:tr w:rsidR="00C652C7" w:rsidRPr="00AB227B" w14:paraId="4DB8C4E1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0A5DA255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4529506D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5CFF2C4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44519E7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CDL- clasa a IX-a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0A3927CE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</w:tr>
      <w:tr w:rsidR="00C652C7" w:rsidRPr="00AB227B" w14:paraId="066E54A9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4465CAAC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101D07A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44BB12A4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57C70547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CDL- clasa a X-a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09225D9F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</w:tr>
      <w:tr w:rsidR="00C652C7" w:rsidRPr="00AB227B" w14:paraId="1743B752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51B29E33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4C6BFD5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65E1F0C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27DDFE45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CDL- clasa a XI-a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0A7074F6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</w:tr>
      <w:tr w:rsidR="00C652C7" w:rsidRPr="00AB227B" w14:paraId="548A6053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1BDC6FE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72BCA8DB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4AA6DA83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7E199E4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Componentele structurilor metalice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37DA80C2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</w:t>
            </w:r>
          </w:p>
        </w:tc>
      </w:tr>
      <w:tr w:rsidR="00C652C7" w:rsidRPr="00AB227B" w14:paraId="4A765398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5B9E45C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61E836F7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249180B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7D04B8C9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Conducere și elemente de legislație rutieră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3931E6F7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</w:p>
        </w:tc>
      </w:tr>
      <w:tr w:rsidR="00C652C7" w:rsidRPr="00AB227B" w14:paraId="09B3F815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3871BB19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7E236F7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3079249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327CA8D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Consiliere și orientare clasa a IX-a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7365211B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</w:t>
            </w:r>
          </w:p>
        </w:tc>
      </w:tr>
      <w:tr w:rsidR="00C652C7" w:rsidRPr="00AB227B" w14:paraId="185DF98A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5840E71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4CED3BCF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441C5CB9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0F1E0DF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Consiliere și orientare clasa a X-a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0F0A474C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</w:t>
            </w:r>
          </w:p>
        </w:tc>
      </w:tr>
      <w:tr w:rsidR="00C652C7" w:rsidRPr="00AB227B" w14:paraId="4E7CECBD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683AEF2F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37F6C5ED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1113E58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43580F2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Consiliere și orientare clasa a XI-a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244A3917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</w:t>
            </w:r>
          </w:p>
        </w:tc>
      </w:tr>
      <w:tr w:rsidR="00C652C7" w:rsidRPr="00AB227B" w14:paraId="1CD9DBF7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2992F025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05137AFC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5761CA3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5D97BAC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Construcția structurii aeronavelor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20E56ED6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</w:t>
            </w:r>
          </w:p>
        </w:tc>
      </w:tr>
      <w:tr w:rsidR="00C652C7" w:rsidRPr="00AB227B" w14:paraId="6A50749E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6CD84C7F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40FBA61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111E8C75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5BFF136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Economia întreprinderii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639871BE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</w:t>
            </w:r>
          </w:p>
        </w:tc>
      </w:tr>
      <w:tr w:rsidR="00C652C7" w:rsidRPr="00AB227B" w14:paraId="72D4DF9C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2B96AF23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4EC98E1B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255D8B1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10AD8657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Elaborarea fontei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6C0765AF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</w:t>
            </w:r>
          </w:p>
        </w:tc>
      </w:tr>
      <w:tr w:rsidR="00C652C7" w:rsidRPr="00AB227B" w14:paraId="66687C0C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6B935962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0ED8EC3B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32EB4F0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08429C5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Elaborarea oțelului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7E74EB01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</w:t>
            </w:r>
          </w:p>
        </w:tc>
      </w:tr>
      <w:tr w:rsidR="00C652C7" w:rsidRPr="00AB227B" w14:paraId="79978FC9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516BCDC5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2FC1F09C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3E3855A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123BD93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Executarea ștanțelor și matrițelor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1D08E721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</w:t>
            </w:r>
          </w:p>
        </w:tc>
      </w:tr>
      <w:tr w:rsidR="00C652C7" w:rsidRPr="00AB227B" w14:paraId="45B9E9D8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4674181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6ECC1C5D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276913F9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052FF86C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Executarea utilajelor tehnologice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1C5A0D38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</w:t>
            </w:r>
          </w:p>
        </w:tc>
      </w:tr>
      <w:tr w:rsidR="00C652C7" w:rsidRPr="00AB227B" w14:paraId="5ECFC057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084CEEC5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0A70B33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2099036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29254564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Fabricația structurii aeronavelor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15E3CA2C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</w:t>
            </w:r>
          </w:p>
        </w:tc>
      </w:tr>
      <w:tr w:rsidR="00C652C7" w:rsidRPr="00AB227B" w14:paraId="79C5FFB0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6312B8F2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604E18F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2F20C20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16BF670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Forme de turnare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47E00FAB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</w:t>
            </w:r>
          </w:p>
        </w:tc>
      </w:tr>
      <w:tr w:rsidR="00C652C7" w:rsidRPr="00AB227B" w14:paraId="36C0B2E2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3BEF0AB5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5C7AA0B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67735F1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50140FC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Garnituri de model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2CAE535C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</w:t>
            </w:r>
          </w:p>
        </w:tc>
      </w:tr>
      <w:tr w:rsidR="00C652C7" w:rsidRPr="00AB227B" w14:paraId="2082089A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199B665D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79B2C497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5A2CC7A5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02F3E94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Instalații de tubulatură navală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6248DE38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</w:t>
            </w:r>
          </w:p>
        </w:tc>
      </w:tr>
      <w:tr w:rsidR="00C652C7" w:rsidRPr="00AB227B" w14:paraId="5E5A8841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3790C8E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4877E7EF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3B09A77F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7C6B8DA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Instalații și aparatele de bord ale aeronavelor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45260354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</w:t>
            </w:r>
          </w:p>
        </w:tc>
      </w:tr>
      <w:tr w:rsidR="00C652C7" w:rsidRPr="00AB227B" w14:paraId="0BE431FD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5229FE2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3008F903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6345BACF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051C856C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Instalații și echipamente pentru aeronave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32373B21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</w:t>
            </w:r>
          </w:p>
        </w:tc>
      </w:tr>
      <w:tr w:rsidR="00C652C7" w:rsidRPr="00AB227B" w14:paraId="097C74BA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4C5E77F3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5F2C723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472709D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3FB05C3C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Întreținerea mașinilor și utilajelor agricole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6BCF444F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</w:t>
            </w:r>
          </w:p>
        </w:tc>
      </w:tr>
      <w:tr w:rsidR="00C652C7" w:rsidRPr="00AB227B" w14:paraId="00435DFF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0696B7F3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5F1B977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408F17FC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4C97F144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Întreținerea și repararea navei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7C0FABEB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</w:t>
            </w:r>
          </w:p>
        </w:tc>
      </w:tr>
      <w:tr w:rsidR="00C652C7" w:rsidRPr="00AB227B" w14:paraId="2A2BE8B7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3379AA6C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5D8BC035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5559AAB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6BF6F2D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Lăcătușerie generală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7BCE0893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</w:p>
        </w:tc>
      </w:tr>
      <w:tr w:rsidR="00C652C7" w:rsidRPr="00AB227B" w14:paraId="0FE1F33B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718B6AF3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0C92EE82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7BD49903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25FEF33D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Legislație navală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40C63B69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</w:t>
            </w:r>
          </w:p>
        </w:tc>
      </w:tr>
      <w:tr w:rsidR="00C652C7" w:rsidRPr="00AB227B" w14:paraId="51A8603F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6A3CC7D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38CC7AA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1789F47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227461FB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Manipularea mărfurilor în port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65DFB179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</w:t>
            </w:r>
          </w:p>
        </w:tc>
      </w:tr>
      <w:tr w:rsidR="00C652C7" w:rsidRPr="00AB227B" w14:paraId="3EC2D483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4381434D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50FFC8D3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7FC8170C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3A2923B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Marinărie și manevră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574CF794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</w:t>
            </w:r>
          </w:p>
        </w:tc>
      </w:tr>
      <w:tr w:rsidR="00C652C7" w:rsidRPr="00AB227B" w14:paraId="11E21E0B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535F8712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12CDA372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7604011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12AA9D6F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Mașini de ridicat și transportat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3666694A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</w:t>
            </w:r>
          </w:p>
        </w:tc>
      </w:tr>
      <w:tr w:rsidR="00C652C7" w:rsidRPr="00AB227B" w14:paraId="1DF03280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2AA73D8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6CF019FD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5221F6B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7C02DBC3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Mașini hidraulice, pneumatice și mașini electrice navale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14B5CFC3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</w:t>
            </w:r>
          </w:p>
        </w:tc>
      </w:tr>
      <w:tr w:rsidR="00C652C7" w:rsidRPr="00AB227B" w14:paraId="178FEEA5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22CE16F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5754D47B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6C685417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796ED549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Mașini și instalații mecanice navale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2BF9571E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36</w:t>
            </w:r>
          </w:p>
        </w:tc>
      </w:tr>
      <w:tr w:rsidR="00C652C7" w:rsidRPr="00AB227B" w14:paraId="7A995B32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07C2F42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5D1C54B4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22EA588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135221E9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Mașini, aparate și elemente de automatizare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50EBA157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37</w:t>
            </w:r>
          </w:p>
        </w:tc>
      </w:tr>
      <w:tr w:rsidR="00C652C7" w:rsidRPr="00AB227B" w14:paraId="0EBA6871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684C9023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5C427C09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7D9D3FA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149F05F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Materii prime și materiale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33B3AB2B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</w:t>
            </w:r>
          </w:p>
        </w:tc>
      </w:tr>
      <w:tr w:rsidR="00C652C7" w:rsidRPr="00AB227B" w14:paraId="6EA50999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2045660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2168167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31330A6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0E23FC13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Măsurări tehnice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158A1DC7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</w:t>
            </w:r>
          </w:p>
        </w:tc>
      </w:tr>
      <w:tr w:rsidR="00C652C7" w:rsidRPr="00AB227B" w14:paraId="18567612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4C6E1629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36550C2B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77C0AF53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3612FDF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Mecanisme hidraulice, pneumatice și mașini electrice navale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11A5951F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</w:t>
            </w:r>
          </w:p>
        </w:tc>
      </w:tr>
      <w:tr w:rsidR="00C652C7" w:rsidRPr="00AB227B" w14:paraId="1B6C73E1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47FC3FAB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332366A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7024EA5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533F83EB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Montarea spațială a structurilor metalice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46B4A6B6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41</w:t>
            </w:r>
          </w:p>
        </w:tc>
      </w:tr>
      <w:tr w:rsidR="00C652C7" w:rsidRPr="00AB227B" w14:paraId="4A712160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2AA6377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45AA7099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36AE896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60DA1CD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Nave și instalații de punte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2A92526E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</w:t>
            </w:r>
          </w:p>
        </w:tc>
      </w:tr>
      <w:tr w:rsidR="00C652C7" w:rsidRPr="00AB227B" w14:paraId="5B8316EA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711A2A6D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13DA8D8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42749703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0DD22A8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Nave, vitalitate și salvare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52B7429B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</w:t>
            </w:r>
          </w:p>
        </w:tc>
      </w:tr>
      <w:tr w:rsidR="00C652C7" w:rsidRPr="00AB227B" w14:paraId="79581C07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4F12EA5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23B51BEB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75FCDA1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004693E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Nomenclatura și structura navei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2EA48A3D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44</w:t>
            </w:r>
          </w:p>
        </w:tc>
      </w:tr>
      <w:tr w:rsidR="00C652C7" w:rsidRPr="00AB227B" w14:paraId="17784557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443826E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3939A7E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73EB8BBB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2E5C68F7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Nomenclatură navală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2A339217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</w:t>
            </w:r>
          </w:p>
        </w:tc>
      </w:tr>
      <w:tr w:rsidR="00C652C7" w:rsidRPr="00AB227B" w14:paraId="1D9F9A6B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7C08CAE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785E12BB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4C017CF4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7023819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Organe de mașini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1D2E8B38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</w:t>
            </w:r>
          </w:p>
        </w:tc>
      </w:tr>
      <w:tr w:rsidR="00C652C7" w:rsidRPr="00AB227B" w14:paraId="01F16A2C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0EF3C1C2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385CDC82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5D84476F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36B54FDB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Porturi și nave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64C558ED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</w:t>
            </w:r>
          </w:p>
        </w:tc>
      </w:tr>
      <w:tr w:rsidR="00C652C7" w:rsidRPr="00AB227B" w14:paraId="1C4E44A3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2582C6F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2516E4CB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7A541709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0704A59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Prelucrarea materialului lemnos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5850515D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</w:t>
            </w:r>
          </w:p>
        </w:tc>
      </w:tr>
      <w:tr w:rsidR="00C652C7" w:rsidRPr="00AB227B" w14:paraId="03949710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01ABF19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3C60EA0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6CFFE2A4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2FA6B054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Prelucrarea pieselor cu dantură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28C75F02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</w:t>
            </w:r>
          </w:p>
        </w:tc>
      </w:tr>
      <w:tr w:rsidR="00C652C7" w:rsidRPr="00AB227B" w14:paraId="390B6167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7673F14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58FC91B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6C6F717F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0A6208A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Prelucrarea pieselor prismatice, a canalelor și canelurilor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6DF3B248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</w:t>
            </w:r>
          </w:p>
        </w:tc>
      </w:tr>
      <w:tr w:rsidR="00C652C7" w:rsidRPr="00AB227B" w14:paraId="3D92C3F7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04A47FF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35CDEE83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3843F1E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21A319DC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Prelucrarea prin frezare, rabotare, mortezare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0923CD97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</w:t>
            </w:r>
          </w:p>
        </w:tc>
      </w:tr>
      <w:tr w:rsidR="00C652C7" w:rsidRPr="00AB227B" w14:paraId="4605523D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4274B7B7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12B8D14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57417CE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0661FAF9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Prelucrarea semifabricatelor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77E5CD63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</w:t>
            </w:r>
          </w:p>
        </w:tc>
      </w:tr>
      <w:tr w:rsidR="00C652C7" w:rsidRPr="00AB227B" w14:paraId="6E5479C7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5530D0FD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4CCE6A27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25CB37C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0026BBF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Prelucrări mecanice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69048AFA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</w:t>
            </w:r>
          </w:p>
        </w:tc>
      </w:tr>
      <w:tr w:rsidR="00C652C7" w:rsidRPr="00AB227B" w14:paraId="4D0EDED4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39D0B12B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16298B6D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52D68F0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0C3A668D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Prelucrări pe strunguri semiautomate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377CE2A0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</w:t>
            </w:r>
          </w:p>
        </w:tc>
      </w:tr>
      <w:tr w:rsidR="00C652C7" w:rsidRPr="00AB227B" w14:paraId="2A94562B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4E874887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36F630E5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1DBE907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32B905D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Prelucrări prin netezire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7F20DB91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</w:t>
            </w:r>
          </w:p>
        </w:tc>
      </w:tr>
      <w:tr w:rsidR="00C652C7" w:rsidRPr="00AB227B" w14:paraId="1FEB79D3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17BA7947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67CB6179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00674025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14146F1C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Prelucrări prin rectificare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6EF74A54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</w:t>
            </w:r>
          </w:p>
        </w:tc>
      </w:tr>
      <w:tr w:rsidR="00C652C7" w:rsidRPr="00AB227B" w14:paraId="25713821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27AD62B4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41B05F12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263BFA8D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6607B1DC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Prelucrări prin strunjire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503F3F6E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</w:t>
            </w:r>
          </w:p>
        </w:tc>
      </w:tr>
      <w:tr w:rsidR="00C652C7" w:rsidRPr="00AB227B" w14:paraId="5CCE62E0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0383035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5422C5D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550BADC7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3C1696B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Reglementări și legislație portuară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49A1BCA2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58</w:t>
            </w:r>
          </w:p>
        </w:tc>
      </w:tr>
      <w:tr w:rsidR="00C652C7" w:rsidRPr="00AB227B" w14:paraId="033AC1B5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74B404E9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392D612C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1CF598A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14EDCC9C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Repararea mașinilor și utilajelor agricole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01CF27E9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59</w:t>
            </w:r>
          </w:p>
        </w:tc>
      </w:tr>
      <w:tr w:rsidR="00C652C7" w:rsidRPr="00AB227B" w14:paraId="1F17627C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0025E8B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495E7D09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48EFA77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2CF754A5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Reprezentarea organelor de mașini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2777196E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</w:t>
            </w:r>
          </w:p>
        </w:tc>
      </w:tr>
      <w:tr w:rsidR="00C652C7" w:rsidRPr="00AB227B" w14:paraId="3664B51F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5F29FA8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687BD6F7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71F2B31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06CD991B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Reprezentarea pieselor mecanice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18775E2D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61</w:t>
            </w:r>
          </w:p>
        </w:tc>
      </w:tr>
      <w:tr w:rsidR="00C652C7" w:rsidRPr="00AB227B" w14:paraId="3851C83F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508538C2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21DF43CB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0D388A02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4D13183D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Revizia și întreținerea construcțiilor metalice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7095A7C3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62</w:t>
            </w:r>
          </w:p>
        </w:tc>
      </w:tr>
      <w:tr w:rsidR="00C652C7" w:rsidRPr="00AB227B" w14:paraId="13BFC406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347BDBA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0EA64314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1B680C97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01B7CAC9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Sisteme de propulsie pentru aeronave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02EB30E7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</w:t>
            </w:r>
          </w:p>
        </w:tc>
      </w:tr>
      <w:tr w:rsidR="00C652C7" w:rsidRPr="00AB227B" w14:paraId="3DB11205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3ECFC3D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4398BAA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553DA575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39015EF5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Sisteme electro-hidropneumatice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04A4B499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64</w:t>
            </w:r>
          </w:p>
        </w:tc>
      </w:tr>
      <w:tr w:rsidR="00C652C7" w:rsidRPr="00AB227B" w14:paraId="4809916E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4D0D2BBF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0D5427BD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70853FF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42F403C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Subansamblurile construcțiilor metalice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2641DEB5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65</w:t>
            </w:r>
          </w:p>
        </w:tc>
      </w:tr>
      <w:tr w:rsidR="00C652C7" w:rsidRPr="00AB227B" w14:paraId="321B00A4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321D145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20A1E5E2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7DFCE33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69A6C10D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Sudarea prin topire și presiune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3D48EF8E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66</w:t>
            </w:r>
          </w:p>
        </w:tc>
      </w:tr>
      <w:tr w:rsidR="00C652C7" w:rsidRPr="00AB227B" w14:paraId="2DE4D011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50F4563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489B5BA2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0B173AC9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1536D7D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Tăierea termică a metalelor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7402E3A9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67</w:t>
            </w:r>
          </w:p>
        </w:tc>
      </w:tr>
      <w:tr w:rsidR="00C652C7" w:rsidRPr="00AB227B" w14:paraId="522EEC76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3E0EF7D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5F45C605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12CA9765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011EAE8C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Tehnologia așchierii pe mașini unelte convenționale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111AF4D3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68</w:t>
            </w:r>
          </w:p>
        </w:tc>
      </w:tr>
      <w:tr w:rsidR="00C652C7" w:rsidRPr="00AB227B" w14:paraId="6CB5A5C0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6D325DD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40470A13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005A563F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24AB4C1C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Tehnologia lucrărilor mecanice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5A93A1DE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69</w:t>
            </w:r>
          </w:p>
        </w:tc>
      </w:tr>
      <w:tr w:rsidR="00C652C7" w:rsidRPr="00AB227B" w14:paraId="209173FC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0FA4AA5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3B28961D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1F13B8B2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52A1363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Tehnologii de asamblare mecanică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0DA8D21E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</w:t>
            </w:r>
          </w:p>
        </w:tc>
      </w:tr>
      <w:tr w:rsidR="00C652C7" w:rsidRPr="00AB227B" w14:paraId="53E21C52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071B4F09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3DB3C07F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33EC92C4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15C73FC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Tratamente termice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17E5545C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71</w:t>
            </w:r>
          </w:p>
        </w:tc>
      </w:tr>
      <w:tr w:rsidR="00C652C7" w:rsidRPr="00AB227B" w14:paraId="34C8B73D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246559E5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5F36737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46F79A4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23E77D87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Tratarea oțelului lichid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02C759B2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72</w:t>
            </w:r>
          </w:p>
        </w:tc>
      </w:tr>
      <w:tr w:rsidR="00C652C7" w:rsidRPr="00AB227B" w14:paraId="1B75435F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132A7422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5EB60614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0814234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079A37DC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Turnarea oțelului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425D96F6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73</w:t>
            </w:r>
          </w:p>
        </w:tc>
      </w:tr>
      <w:tr w:rsidR="00C652C7" w:rsidRPr="00AB227B" w14:paraId="5AF3C805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7CA64B7B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12AAA1D3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370EE41C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5151D273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Utilaje portuare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4B035C2B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74</w:t>
            </w:r>
          </w:p>
        </w:tc>
      </w:tr>
      <w:tr w:rsidR="00C652C7" w:rsidRPr="00AB227B" w14:paraId="2BE7B4E8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554D3EF5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0F75205D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1B673DB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62B77C94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Utilaje și instalații auxiliare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34333792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75</w:t>
            </w:r>
          </w:p>
        </w:tc>
      </w:tr>
      <w:tr w:rsidR="00C652C7" w:rsidRPr="00AB227B" w14:paraId="4311E4B6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7313EC17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5E5516F4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015E7E5D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2122629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Utilaje și instalații conexe furnalului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3F2D2C86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76</w:t>
            </w:r>
          </w:p>
        </w:tc>
      </w:tr>
      <w:tr w:rsidR="00C652C7" w:rsidRPr="00AB227B" w14:paraId="333CB1D0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207FFBF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68F261D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35A03B8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5F18ED14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Vitalitate și salvare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5A4C1133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77</w:t>
            </w:r>
          </w:p>
        </w:tc>
      </w:tr>
    </w:tbl>
    <w:p w14:paraId="7B63120D" w14:textId="77777777" w:rsidR="0002101A" w:rsidRPr="00AB227B" w:rsidRDefault="0002101A" w:rsidP="00833FB7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1AAEA112" w14:textId="77777777" w:rsidR="0002101A" w:rsidRPr="00AB227B" w:rsidRDefault="0002101A" w:rsidP="00833FB7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B227B">
        <w:rPr>
          <w:rFonts w:ascii="Times New Roman" w:hAnsi="Times New Roman" w:cs="Times New Roman"/>
          <w:color w:val="000000" w:themeColor="text1"/>
          <w:sz w:val="20"/>
          <w:szCs w:val="20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467"/>
        <w:gridCol w:w="1245"/>
        <w:gridCol w:w="1793"/>
        <w:gridCol w:w="4137"/>
        <w:gridCol w:w="420"/>
      </w:tblGrid>
      <w:tr w:rsidR="00BA3CDF" w:rsidRPr="00AB227B" w14:paraId="40CD9195" w14:textId="77777777" w:rsidTr="00BA3CDF">
        <w:trPr>
          <w:cantSplit/>
          <w:trHeight w:val="20"/>
          <w:tblHeader/>
        </w:trPr>
        <w:tc>
          <w:tcPr>
            <w:tcW w:w="1467" w:type="dxa"/>
            <w:shd w:val="clear" w:color="auto" w:fill="EDEDED" w:themeFill="accent3" w:themeFillTint="33"/>
            <w:tcMar>
              <w:left w:w="28" w:type="dxa"/>
              <w:right w:w="28" w:type="dxa"/>
            </w:tcMar>
            <w:vAlign w:val="center"/>
            <w:hideMark/>
          </w:tcPr>
          <w:p w14:paraId="3A7E3BB3" w14:textId="22B87D60" w:rsidR="00BA3CDF" w:rsidRPr="00AB227B" w:rsidRDefault="00BA3CDF" w:rsidP="00833F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Nivel</w:t>
            </w:r>
          </w:p>
        </w:tc>
        <w:tc>
          <w:tcPr>
            <w:tcW w:w="1245" w:type="dxa"/>
            <w:shd w:val="clear" w:color="auto" w:fill="EDEDED" w:themeFill="accent3" w:themeFillTint="33"/>
            <w:tcMar>
              <w:left w:w="28" w:type="dxa"/>
              <w:right w:w="28" w:type="dxa"/>
            </w:tcMar>
            <w:vAlign w:val="center"/>
            <w:hideMark/>
          </w:tcPr>
          <w:p w14:paraId="17C51247" w14:textId="77777777" w:rsidR="00BA3CDF" w:rsidRPr="00AB227B" w:rsidRDefault="00BA3CDF" w:rsidP="00833F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Domeniul</w:t>
            </w:r>
          </w:p>
        </w:tc>
        <w:tc>
          <w:tcPr>
            <w:tcW w:w="1793" w:type="dxa"/>
            <w:shd w:val="clear" w:color="auto" w:fill="EDEDED" w:themeFill="accent3" w:themeFillTint="33"/>
            <w:tcMar>
              <w:left w:w="28" w:type="dxa"/>
              <w:right w:w="28" w:type="dxa"/>
            </w:tcMar>
            <w:vAlign w:val="center"/>
            <w:hideMark/>
          </w:tcPr>
          <w:p w14:paraId="7E5AF5DF" w14:textId="77777777" w:rsidR="00BA3CDF" w:rsidRPr="00AB227B" w:rsidRDefault="00BA3CDF" w:rsidP="00833F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Profilul postului/catedrei</w:t>
            </w:r>
          </w:p>
        </w:tc>
        <w:tc>
          <w:tcPr>
            <w:tcW w:w="4137" w:type="dxa"/>
            <w:shd w:val="clear" w:color="auto" w:fill="EDEDED" w:themeFill="accent3" w:themeFillTint="33"/>
            <w:tcMar>
              <w:left w:w="28" w:type="dxa"/>
              <w:right w:w="28" w:type="dxa"/>
            </w:tcMar>
            <w:vAlign w:val="center"/>
            <w:hideMark/>
          </w:tcPr>
          <w:p w14:paraId="0297622D" w14:textId="77777777" w:rsidR="00BA3CDF" w:rsidRPr="00AB227B" w:rsidRDefault="00BA3CDF" w:rsidP="00833F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Discipline/module din profilul postului / catedrei</w:t>
            </w:r>
          </w:p>
        </w:tc>
        <w:tc>
          <w:tcPr>
            <w:tcW w:w="420" w:type="dxa"/>
            <w:vMerge w:val="restart"/>
            <w:shd w:val="clear" w:color="auto" w:fill="EDEDED" w:themeFill="accent3" w:themeFillTint="33"/>
            <w:tcMar>
              <w:left w:w="28" w:type="dxa"/>
              <w:right w:w="28" w:type="dxa"/>
            </w:tcMar>
            <w:vAlign w:val="center"/>
            <w:hideMark/>
          </w:tcPr>
          <w:p w14:paraId="049E1D10" w14:textId="77777777" w:rsidR="00BA3CDF" w:rsidRPr="00AB227B" w:rsidRDefault="00BA3CDF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Nr. crt.</w:t>
            </w:r>
          </w:p>
        </w:tc>
      </w:tr>
      <w:tr w:rsidR="00BA3CDF" w:rsidRPr="00AB227B" w14:paraId="2C3BC22E" w14:textId="77777777" w:rsidTr="00BA3CDF">
        <w:trPr>
          <w:cantSplit/>
          <w:trHeight w:val="20"/>
          <w:tblHeader/>
        </w:trPr>
        <w:tc>
          <w:tcPr>
            <w:tcW w:w="1467" w:type="dxa"/>
            <w:shd w:val="clear" w:color="auto" w:fill="EDEDED" w:themeFill="accent3" w:themeFillTint="33"/>
            <w:tcMar>
              <w:left w:w="28" w:type="dxa"/>
              <w:right w:w="28" w:type="dxa"/>
            </w:tcMar>
            <w:vAlign w:val="center"/>
            <w:hideMark/>
          </w:tcPr>
          <w:p w14:paraId="2956D664" w14:textId="77777777" w:rsidR="00BA3CDF" w:rsidRPr="00AB227B" w:rsidRDefault="00BA3CDF" w:rsidP="00833F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Stagii de pregătire practică</w:t>
            </w:r>
          </w:p>
        </w:tc>
        <w:tc>
          <w:tcPr>
            <w:tcW w:w="1245" w:type="dxa"/>
            <w:shd w:val="clear" w:color="auto" w:fill="EDEDED" w:themeFill="accent3" w:themeFillTint="33"/>
            <w:tcMar>
              <w:left w:w="28" w:type="dxa"/>
              <w:right w:w="28" w:type="dxa"/>
            </w:tcMar>
            <w:vAlign w:val="center"/>
            <w:hideMark/>
          </w:tcPr>
          <w:p w14:paraId="036B79A6" w14:textId="77777777" w:rsidR="00BA3CDF" w:rsidRPr="00AB227B" w:rsidRDefault="00BA3CDF" w:rsidP="00833F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17. Transporturi</w:t>
            </w:r>
          </w:p>
        </w:tc>
        <w:tc>
          <w:tcPr>
            <w:tcW w:w="1793" w:type="dxa"/>
            <w:shd w:val="clear" w:color="auto" w:fill="EDEDED" w:themeFill="accent3" w:themeFillTint="33"/>
            <w:tcMar>
              <w:left w:w="28" w:type="dxa"/>
              <w:right w:w="28" w:type="dxa"/>
            </w:tcMar>
            <w:vAlign w:val="center"/>
            <w:hideMark/>
          </w:tcPr>
          <w:p w14:paraId="4D267513" w14:textId="77777777" w:rsidR="00BA3CDF" w:rsidRPr="00AB227B" w:rsidRDefault="00BA3CDF" w:rsidP="00833F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17.3. Transporturi/ Transporturi navale</w:t>
            </w:r>
          </w:p>
        </w:tc>
        <w:tc>
          <w:tcPr>
            <w:tcW w:w="4137" w:type="dxa"/>
            <w:shd w:val="clear" w:color="auto" w:fill="EDEDED" w:themeFill="accent3" w:themeFillTint="33"/>
            <w:tcMar>
              <w:left w:w="28" w:type="dxa"/>
              <w:right w:w="28" w:type="dxa"/>
            </w:tcMar>
            <w:vAlign w:val="center"/>
            <w:hideMark/>
          </w:tcPr>
          <w:p w14:paraId="57663457" w14:textId="77777777" w:rsidR="00BA3CDF" w:rsidRPr="00AB227B" w:rsidRDefault="00BA3CDF" w:rsidP="00833F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ANEXA 17.3</w:t>
            </w:r>
          </w:p>
        </w:tc>
        <w:tc>
          <w:tcPr>
            <w:tcW w:w="420" w:type="dxa"/>
            <w:vMerge/>
            <w:shd w:val="clear" w:color="auto" w:fill="EDEDED" w:themeFill="accent3" w:themeFillTint="33"/>
            <w:tcMar>
              <w:left w:w="28" w:type="dxa"/>
              <w:right w:w="28" w:type="dxa"/>
            </w:tcMar>
            <w:vAlign w:val="center"/>
          </w:tcPr>
          <w:p w14:paraId="06F2D0AA" w14:textId="3865F72C" w:rsidR="00BA3CDF" w:rsidRPr="00AB227B" w:rsidRDefault="00BA3CDF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C652C7" w:rsidRPr="00AB227B" w14:paraId="3F7BAC8B" w14:textId="77777777" w:rsidTr="00BA3CDF">
        <w:trPr>
          <w:cantSplit/>
          <w:trHeight w:val="20"/>
        </w:trPr>
        <w:tc>
          <w:tcPr>
            <w:tcW w:w="1467" w:type="dxa"/>
            <w:vMerge w:val="restart"/>
            <w:tcMar>
              <w:left w:w="28" w:type="dxa"/>
              <w:right w:w="28" w:type="dxa"/>
            </w:tcMar>
            <w:hideMark/>
          </w:tcPr>
          <w:p w14:paraId="0B952FF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5" w:type="dxa"/>
            <w:vMerge w:val="restart"/>
            <w:tcMar>
              <w:left w:w="28" w:type="dxa"/>
              <w:right w:w="28" w:type="dxa"/>
            </w:tcMar>
            <w:hideMark/>
          </w:tcPr>
          <w:p w14:paraId="755CB9C4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793" w:type="dxa"/>
            <w:vMerge w:val="restart"/>
            <w:tcMar>
              <w:left w:w="28" w:type="dxa"/>
              <w:right w:w="28" w:type="dxa"/>
            </w:tcMar>
            <w:hideMark/>
          </w:tcPr>
          <w:p w14:paraId="014F7B29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6134772F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Agregate rotative aferente cazanului de abur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34CD351F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</w:tr>
      <w:tr w:rsidR="00C652C7" w:rsidRPr="00AB227B" w14:paraId="62A14C4E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069738E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726D9DD2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724C872F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7CEB06B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Aliaje pentru turnare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5F6C8E70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</w:tr>
      <w:tr w:rsidR="00C652C7" w:rsidRPr="00AB227B" w14:paraId="2B086635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60F94292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557BCD0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097483C5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55EFDF54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Asamblarea navei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6E576D48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</w:tr>
      <w:tr w:rsidR="00C652C7" w:rsidRPr="00AB227B" w14:paraId="2CA64502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7C45CD4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1CE013D4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5B655DF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5AD3B90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Asamblarea ștanțelor și matrițelor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076E46FE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</w:tr>
      <w:tr w:rsidR="00C652C7" w:rsidRPr="00AB227B" w14:paraId="377FC820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01B2233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29FCAA87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5D26B87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317F7949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Asigurarea calității pieselor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025CA703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</w:tr>
      <w:tr w:rsidR="00C652C7" w:rsidRPr="00AB227B" w14:paraId="3C95024D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3C2D49A5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306F1D8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31CB9A2F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6AE6B904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Cazane și instalații auxiliare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3054B448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</w:tr>
      <w:tr w:rsidR="00C652C7" w:rsidRPr="00AB227B" w14:paraId="7E31F48E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3B861D23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2318A76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03DACC2D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7BD77ED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Componentele structurilor metalice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1529C331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</w:tr>
      <w:tr w:rsidR="00C652C7" w:rsidRPr="00AB227B" w14:paraId="0677A59C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5D7FEFE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10238F1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3F355034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7B52B57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Distribuția gazelor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2F08FA50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</w:tr>
      <w:tr w:rsidR="00C652C7" w:rsidRPr="00AB227B" w14:paraId="33330FE1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3718FD4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54B9820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6BBF373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21B5200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Echipamente pentru extracție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3C9B770D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</w:tr>
      <w:tr w:rsidR="00C652C7" w:rsidRPr="00AB227B" w14:paraId="1C098059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48F502A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7A72B6CC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1DDBA7EC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0EC5CD4C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Echipamentul pentru forajul sondelor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556197CD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</w:tr>
      <w:tr w:rsidR="00C652C7" w:rsidRPr="00AB227B" w14:paraId="3AB65C4A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338D86E3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577C80E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5E6A71A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34976CBC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Elaborarea fontei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30334A4E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</w:t>
            </w:r>
          </w:p>
        </w:tc>
      </w:tr>
      <w:tr w:rsidR="00C652C7" w:rsidRPr="00AB227B" w14:paraId="29CF512B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00FF677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61300462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0A25157F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4BB66BAC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Elaborarea metalelor și aliajelor neferoase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304D8AB7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</w:p>
        </w:tc>
      </w:tr>
      <w:tr w:rsidR="00C652C7" w:rsidRPr="00AB227B" w14:paraId="4064E887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1169AB6D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1DE22F0B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0933868D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18BD82A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Elaborarea oțelului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3948FED4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</w:t>
            </w:r>
          </w:p>
        </w:tc>
      </w:tr>
      <w:tr w:rsidR="00C652C7" w:rsidRPr="00AB227B" w14:paraId="6EFD7958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7A3950E4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03E1307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710D25F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20763B5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Elemente de construcție ale cuptoarelor metalurgice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72CE4A18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</w:t>
            </w:r>
          </w:p>
        </w:tc>
      </w:tr>
      <w:tr w:rsidR="00C652C7" w:rsidRPr="00AB227B" w14:paraId="61C96EBB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0D25244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64ED5C4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00FA219C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16E7FCEB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Elemente de programare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5CDE9365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</w:t>
            </w:r>
          </w:p>
        </w:tc>
      </w:tr>
      <w:tr w:rsidR="00C652C7" w:rsidRPr="00AB227B" w14:paraId="73D59912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07A9E6C9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1C07613F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622A7883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125E368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Executarea construcțiilor metalice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435D781C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</w:t>
            </w:r>
          </w:p>
        </w:tc>
      </w:tr>
      <w:tr w:rsidR="00C652C7" w:rsidRPr="00AB227B" w14:paraId="78AEC5DB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645E2BA4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0BBD2632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726F0A0D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28E19647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Executarea pieselor de mecanică fină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714ED784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</w:t>
            </w:r>
          </w:p>
        </w:tc>
      </w:tr>
      <w:tr w:rsidR="00C652C7" w:rsidRPr="00AB227B" w14:paraId="7B2F1220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63E959C5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0A25B41C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637B4BF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0C1E52F9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Executarea ștanțelor și matrițelor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0261C0D3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</w:t>
            </w:r>
          </w:p>
        </w:tc>
      </w:tr>
      <w:tr w:rsidR="00C652C7" w:rsidRPr="00AB227B" w14:paraId="22CEBB1F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57D74DA9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79CB3CDC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04EAB66B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3B64C8F7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Executarea utilajelor tehnologice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247E7802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</w:t>
            </w:r>
          </w:p>
        </w:tc>
      </w:tr>
      <w:tr w:rsidR="00C652C7" w:rsidRPr="00AB227B" w14:paraId="6E06A764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6FED584B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7F6132BF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4EE4D32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3B86670D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Exploatarea sondelor de gaze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2E2C214F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</w:t>
            </w:r>
          </w:p>
        </w:tc>
      </w:tr>
      <w:tr w:rsidR="00C652C7" w:rsidRPr="00AB227B" w14:paraId="0D3FCA2C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1050A36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0099C532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262EBEAC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6A55861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Exploatarea și întreținerea instalațiilor hidropneumatice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6E0692EF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</w:t>
            </w:r>
          </w:p>
        </w:tc>
      </w:tr>
      <w:tr w:rsidR="00C652C7" w:rsidRPr="00AB227B" w14:paraId="1EAA374A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633BAA7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03075EB7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4CC950E5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623146CB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Extracția țițeiului și gazelor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1775D648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</w:t>
            </w:r>
          </w:p>
        </w:tc>
      </w:tr>
      <w:tr w:rsidR="00C652C7" w:rsidRPr="00AB227B" w14:paraId="69CDEE8A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0317CF07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436DFB69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6D52CA0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1C1C778F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Finisarea produselor trefilate și trase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0B2371B5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</w:t>
            </w:r>
          </w:p>
        </w:tc>
      </w:tr>
      <w:tr w:rsidR="00C652C7" w:rsidRPr="00AB227B" w14:paraId="1E403B96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1C45106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20932B5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48F18B7B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7580CB57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Forjarea în matriță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6905CAC1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</w:t>
            </w:r>
          </w:p>
        </w:tc>
      </w:tr>
      <w:tr w:rsidR="00C652C7" w:rsidRPr="00AB227B" w14:paraId="698DD78A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213AAB6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62CF6EC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4ADAB87D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43E48394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Forjarea liberă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30989B62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</w:t>
            </w:r>
          </w:p>
        </w:tc>
      </w:tr>
      <w:tr w:rsidR="00C652C7" w:rsidRPr="00AB227B" w14:paraId="4AA0AC97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0192BA47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7500F3E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4099FB6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6E4D6D0F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Forme de turnare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2B5DDAD3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</w:t>
            </w:r>
          </w:p>
        </w:tc>
      </w:tr>
      <w:tr w:rsidR="00C652C7" w:rsidRPr="00AB227B" w14:paraId="71C512DF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1109F1D4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458F04B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1AB5C5B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4A6FBFE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Instalații de foraj și de intervenție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3C21A509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</w:t>
            </w:r>
          </w:p>
        </w:tc>
      </w:tr>
      <w:tr w:rsidR="00C652C7" w:rsidRPr="00AB227B" w14:paraId="7351AB74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3071F597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1EE77002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2FC0C183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10CC8EB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Instalații de iluminat și instalații de forță navale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128AD673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</w:t>
            </w:r>
          </w:p>
        </w:tc>
      </w:tr>
      <w:tr w:rsidR="00C652C7" w:rsidRPr="00AB227B" w14:paraId="1DA94E7F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1F2B6B64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5FC3A4A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6F91A0B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40D08AB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Instalații de ridicat și transportat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1B6570E9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</w:t>
            </w:r>
          </w:p>
        </w:tc>
      </w:tr>
      <w:tr w:rsidR="00C652C7" w:rsidRPr="00AB227B" w14:paraId="10C8967B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03352C4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29F0D7AB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178E8B39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527FDADB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Instalații de tubulatură navală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0DFBD289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</w:p>
        </w:tc>
      </w:tr>
      <w:tr w:rsidR="00C652C7" w:rsidRPr="00AB227B" w14:paraId="41572F20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7A41B5CF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45E8D13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0FAE1C8C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2589CEDF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Instalații electrohidraulice specifice navei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32D21AB4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</w:t>
            </w:r>
          </w:p>
        </w:tc>
      </w:tr>
      <w:tr w:rsidR="00C652C7" w:rsidRPr="00AB227B" w14:paraId="1C564D72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48B7C042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4C577174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51A841F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3EF66303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Instalații electropneumatice ale navei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0D41473B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</w:t>
            </w:r>
          </w:p>
        </w:tc>
      </w:tr>
      <w:tr w:rsidR="00C652C7" w:rsidRPr="00AB227B" w14:paraId="0FF2EA8D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35E5CBE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4BCD482B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1D568A3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1C02203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Instalații energetice specifice forajului și extracției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189B1149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</w:t>
            </w:r>
          </w:p>
        </w:tc>
      </w:tr>
      <w:tr w:rsidR="00C652C7" w:rsidRPr="00AB227B" w14:paraId="34597FFC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751CCC35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6CD2F4CD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74065DDF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334C2887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Instalații și echipamente navale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0BBB87E8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</w:t>
            </w:r>
          </w:p>
        </w:tc>
      </w:tr>
      <w:tr w:rsidR="00C652C7" w:rsidRPr="00AB227B" w14:paraId="2DDF115E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688FC2E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6E36233D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2DF2C1E3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5504FC8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Intervenții, instrumentații și reparații sonde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3B57AEF0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</w:t>
            </w:r>
          </w:p>
        </w:tc>
      </w:tr>
      <w:tr w:rsidR="00C652C7" w:rsidRPr="00AB227B" w14:paraId="7022FD3E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61AA175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554F514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5EEE12B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6E50F555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Întreținerea aparatelor de mecanică fină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32E0AB93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36</w:t>
            </w:r>
          </w:p>
        </w:tc>
      </w:tr>
      <w:tr w:rsidR="00C652C7" w:rsidRPr="00AB227B" w14:paraId="69ACF6BA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095A215F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61BEF813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763FE47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0C2BA057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Întreținerea instalațiilor automate navale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00B2E2A1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37</w:t>
            </w:r>
          </w:p>
        </w:tc>
      </w:tr>
      <w:tr w:rsidR="00C652C7" w:rsidRPr="00AB227B" w14:paraId="2AFE7EE5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2B823F4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3EC22F7B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3AA44D5D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4C38ADCB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Întreținerea instalațiilor specifice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357029C0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</w:t>
            </w:r>
          </w:p>
        </w:tc>
      </w:tr>
      <w:tr w:rsidR="00C652C7" w:rsidRPr="00AB227B" w14:paraId="0B820A44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0056F05C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224FB2BF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6688FB23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30176D52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Întreținerea mașinilor, utilajelor și instalațiilor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0DC9A315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</w:t>
            </w:r>
          </w:p>
        </w:tc>
      </w:tr>
      <w:tr w:rsidR="00C652C7" w:rsidRPr="00AB227B" w14:paraId="5A50FED5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16D07792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5687DD9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354D345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6DDCB2F5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Întreținerea și repararea corpului navei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46CA4F4C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</w:t>
            </w:r>
          </w:p>
        </w:tc>
      </w:tr>
      <w:tr w:rsidR="00C652C7" w:rsidRPr="00AB227B" w14:paraId="23B36169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704D249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5A82A92C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61A0ECD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75AB484D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Laminarea produselor plate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47019B66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41</w:t>
            </w:r>
          </w:p>
        </w:tc>
      </w:tr>
      <w:tr w:rsidR="00C652C7" w:rsidRPr="00AB227B" w14:paraId="5709F593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33ACCC5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07270ABC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7FD3707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6D8E5879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Laminarea semifabricatelor și profilelor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08E512AC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</w:t>
            </w:r>
          </w:p>
        </w:tc>
      </w:tr>
      <w:tr w:rsidR="00C652C7" w:rsidRPr="00AB227B" w14:paraId="16432D9E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341EDEDF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1F58DC04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2EFD587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4837FDB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Laminarea țevilor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270C19B6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</w:t>
            </w:r>
          </w:p>
        </w:tc>
      </w:tr>
      <w:tr w:rsidR="00C652C7" w:rsidRPr="00AB227B" w14:paraId="14C1B50A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2A39B95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038878F5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2594F884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5F0EAB8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Legislație navală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50D84AFD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44</w:t>
            </w:r>
          </w:p>
        </w:tc>
      </w:tr>
      <w:tr w:rsidR="00C652C7" w:rsidRPr="00AB227B" w14:paraId="3AB15781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664AEE0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639AD25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458361B7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5C487FB9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Manipularea mărfurilor în port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6458B8AB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</w:t>
            </w:r>
          </w:p>
        </w:tc>
      </w:tr>
      <w:tr w:rsidR="00C652C7" w:rsidRPr="00AB227B" w14:paraId="2A8974B3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4076D27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297520EF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0D7D346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175073D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Marinărie și manevră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0478D4D4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</w:t>
            </w:r>
          </w:p>
        </w:tc>
      </w:tr>
      <w:tr w:rsidR="00C652C7" w:rsidRPr="00AB227B" w14:paraId="20BAD0B1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764ECCE4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48174D2D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40F8850C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1915051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Mașini electrice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566FF946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</w:t>
            </w:r>
          </w:p>
        </w:tc>
      </w:tr>
      <w:tr w:rsidR="00C652C7" w:rsidRPr="00AB227B" w14:paraId="1DAA5419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39E4DD1C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1C03479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44DE9CE9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2B3678CD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Mașini și instalații mecanice navale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63C5285D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</w:t>
            </w:r>
          </w:p>
        </w:tc>
      </w:tr>
      <w:tr w:rsidR="00C652C7" w:rsidRPr="00AB227B" w14:paraId="3993C5F8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2A69148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1C4569E5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2DFC2A6B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3DF4158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Materii prime pentru laminare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57E9A60B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</w:t>
            </w:r>
          </w:p>
        </w:tc>
      </w:tr>
      <w:tr w:rsidR="00C652C7" w:rsidRPr="00AB227B" w14:paraId="5F2B31ED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751E89F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2FA0B96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43F48B7D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17981EAB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Materii prime și materiale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41DD3AF2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</w:t>
            </w:r>
          </w:p>
        </w:tc>
      </w:tr>
      <w:tr w:rsidR="00C652C7" w:rsidRPr="00AB227B" w14:paraId="1A764693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17272D0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54F7873D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370C084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63A557F7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Măsurarea parametrilor specifici agregatelor rotative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592C7AF7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</w:t>
            </w:r>
          </w:p>
        </w:tc>
      </w:tr>
      <w:tr w:rsidR="00C652C7" w:rsidRPr="00AB227B" w14:paraId="5F0726D0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467E3E02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741DACF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318067B4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2617294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Mecanisme hidraulice, pneumatice și mașini electrice navale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61965351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</w:t>
            </w:r>
          </w:p>
        </w:tc>
      </w:tr>
      <w:tr w:rsidR="00C652C7" w:rsidRPr="00AB227B" w14:paraId="21125824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3068D1FB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404C4A8C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49D4B7D2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009CE0C3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Mentenanța sistemelor tehnice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1D675AC7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</w:t>
            </w:r>
          </w:p>
        </w:tc>
      </w:tr>
      <w:tr w:rsidR="00C652C7" w:rsidRPr="00AB227B" w14:paraId="073F1374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57CC25DF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4DD5B477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1A79104D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31730FFF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Mișcarea și tratarea țițeiului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2639820E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</w:t>
            </w:r>
          </w:p>
        </w:tc>
      </w:tr>
      <w:tr w:rsidR="00C652C7" w:rsidRPr="00AB227B" w14:paraId="7110C706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19D9FDB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5AE8292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177EBF4B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747D4DB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Montarea ansamblurilor de mecanică fină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061BBC3B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</w:t>
            </w:r>
          </w:p>
        </w:tc>
      </w:tr>
      <w:tr w:rsidR="00C652C7" w:rsidRPr="00AB227B" w14:paraId="5834E2FE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2BB015BC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1D3E9E2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0645CAE9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3E85FB7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Montarea echipamentelor electrice navale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350D3EF4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</w:t>
            </w:r>
          </w:p>
        </w:tc>
      </w:tr>
      <w:tr w:rsidR="00C652C7" w:rsidRPr="00AB227B" w14:paraId="2745128D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7FF507A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7632B82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12CEA195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1C1991A5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Montarea echipamentelor hidropneumatice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1BF5297B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</w:t>
            </w:r>
          </w:p>
        </w:tc>
      </w:tr>
      <w:tr w:rsidR="00C652C7" w:rsidRPr="00AB227B" w14:paraId="100122BB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1FE56DE9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3FB65072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50390639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36B08642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Montarea spațială a structurilor metalice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2D1B6BBE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58</w:t>
            </w:r>
          </w:p>
        </w:tc>
      </w:tr>
      <w:tr w:rsidR="00C652C7" w:rsidRPr="00AB227B" w14:paraId="19E8B780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169E1715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49E84E7B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701793F5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5393FE9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Nave și instalații de punte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6F9A9F93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59</w:t>
            </w:r>
          </w:p>
        </w:tc>
      </w:tr>
      <w:tr w:rsidR="00C652C7" w:rsidRPr="00AB227B" w14:paraId="05085A13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0FD46EF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63B19574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2EBF64EC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7F8F8D25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Nave, vitalitate și salvare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4126B55C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</w:t>
            </w:r>
          </w:p>
        </w:tc>
      </w:tr>
      <w:tr w:rsidR="00C652C7" w:rsidRPr="00AB227B" w14:paraId="16564A19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2C74419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03057B5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0459ED5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08F2B43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Nomenclatura și structura navei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61F886BF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61</w:t>
            </w:r>
          </w:p>
        </w:tc>
      </w:tr>
      <w:tr w:rsidR="00C652C7" w:rsidRPr="00AB227B" w14:paraId="1B23954E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07656592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57F64643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1DF2695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77BFB86B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Nomenclatură navală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1112D936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62</w:t>
            </w:r>
          </w:p>
        </w:tc>
      </w:tr>
      <w:tr w:rsidR="00C652C7" w:rsidRPr="00AB227B" w14:paraId="552FF438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3F239D04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544B677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6BCCFED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325A852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Porturi și nave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55B328C5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</w:t>
            </w:r>
          </w:p>
        </w:tc>
      </w:tr>
      <w:tr w:rsidR="00C652C7" w:rsidRPr="00AB227B" w14:paraId="27AFE5B5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2BB8DC57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6DE9C0D5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3B97934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40FAEEC7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Precizia de prelucrare MCN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75A72128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64</w:t>
            </w:r>
          </w:p>
        </w:tc>
      </w:tr>
      <w:tr w:rsidR="00C652C7" w:rsidRPr="00AB227B" w14:paraId="0FC8F31B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220C131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4444438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09DE548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315E70E7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Prelucrarea pieselor cu dantură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0F1E12EE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65</w:t>
            </w:r>
          </w:p>
        </w:tc>
      </w:tr>
      <w:tr w:rsidR="00C652C7" w:rsidRPr="00AB227B" w14:paraId="43F1CF75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2B230097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78DA7A04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7087F17F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2A4893B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Prelucrarea pieselor prismatice, a canalelor și canelurilor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3D56BF33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66</w:t>
            </w:r>
          </w:p>
        </w:tc>
      </w:tr>
      <w:tr w:rsidR="00C652C7" w:rsidRPr="00AB227B" w14:paraId="6B050582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2EB0A3BB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498609CF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363331F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65110D4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Prelucrarea prin frezare, rabotare, mortezare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5A362A63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67</w:t>
            </w:r>
          </w:p>
        </w:tc>
      </w:tr>
      <w:tr w:rsidR="00C652C7" w:rsidRPr="00AB227B" w14:paraId="64BE455A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3AB13B7F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3C4446F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226229D3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2AEB45D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Prelucrarea prin netezire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1EE22551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68</w:t>
            </w:r>
          </w:p>
        </w:tc>
      </w:tr>
      <w:tr w:rsidR="00C652C7" w:rsidRPr="00AB227B" w14:paraId="24A7F2A6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72777EFC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6D4F7BF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1D53744C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25A138B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Prelucrarea prin rectificare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350890CE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69</w:t>
            </w:r>
          </w:p>
        </w:tc>
      </w:tr>
      <w:tr w:rsidR="00C652C7" w:rsidRPr="00AB227B" w14:paraId="4B54C3BB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5A148C8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616079D9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4D2F735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3069A874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Prelucrări mecanice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607032AB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</w:t>
            </w:r>
          </w:p>
        </w:tc>
      </w:tr>
      <w:tr w:rsidR="00C652C7" w:rsidRPr="00AB227B" w14:paraId="5D7B2CC2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0DE5AF35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3F7F48A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11137562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328AD8FD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Prelucrări pe strunguri semiautomate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13B33815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71</w:t>
            </w:r>
          </w:p>
        </w:tc>
      </w:tr>
      <w:tr w:rsidR="00C652C7" w:rsidRPr="00AB227B" w14:paraId="09143AED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5970F1FB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5D000C6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65E91D5D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3B187757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Prelucrări prin strunjire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34A7166E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72</w:t>
            </w:r>
          </w:p>
        </w:tc>
      </w:tr>
      <w:tr w:rsidR="00C652C7" w:rsidRPr="00AB227B" w14:paraId="597D93FC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68255C14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7C4A5E2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4C0A0349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372CE58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Procese de fabricație pe MCN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506F50DA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73</w:t>
            </w:r>
          </w:p>
        </w:tc>
      </w:tr>
      <w:tr w:rsidR="00C652C7" w:rsidRPr="00AB227B" w14:paraId="50B863F6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41A30DC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27536B79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464EC9F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57A5D2E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Procese de realizare a pieselor turnate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0F97E1A6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74</w:t>
            </w:r>
          </w:p>
        </w:tc>
      </w:tr>
      <w:tr w:rsidR="00C652C7" w:rsidRPr="00AB227B" w14:paraId="3C1D9352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4CDFB93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3DD185E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2A0B436B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0D261872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Produse refractare și termoizolante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09848637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75</w:t>
            </w:r>
          </w:p>
        </w:tc>
      </w:tr>
      <w:tr w:rsidR="00C652C7" w:rsidRPr="00AB227B" w14:paraId="4CF0F185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55A9722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608C1E73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7A790009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0F034672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Reglementări și legislație navală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0BB2298E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76</w:t>
            </w:r>
          </w:p>
        </w:tc>
      </w:tr>
      <w:tr w:rsidR="00C652C7" w:rsidRPr="00AB227B" w14:paraId="01E217A3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526E595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6E66A9F5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73931B2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6D85B0CF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Repararea aparatelor de mecanică fină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3CDCE8F7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77</w:t>
            </w:r>
          </w:p>
        </w:tc>
      </w:tr>
      <w:tr w:rsidR="00C652C7" w:rsidRPr="00AB227B" w14:paraId="7DB9E505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59B17BC4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08E5E6D9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76D5D8BD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04E8B69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Repararea subansamblurilor mașinilor, utilajelor și instalațiilor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6EB05500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78</w:t>
            </w:r>
          </w:p>
        </w:tc>
      </w:tr>
      <w:tr w:rsidR="00C652C7" w:rsidRPr="00AB227B" w14:paraId="0687EB63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5F93F31D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49E29AF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155EEF9D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761B0843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Revizia și întreținerea construcțiilor metalice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0618F551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79</w:t>
            </w:r>
          </w:p>
        </w:tc>
      </w:tr>
      <w:tr w:rsidR="00C652C7" w:rsidRPr="00AB227B" w14:paraId="6E98F61C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275DE8F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58BF27D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38675FD5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70D43F39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Subansamblurile construcțiilor metalice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198A6D8A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80</w:t>
            </w:r>
          </w:p>
        </w:tc>
      </w:tr>
      <w:tr w:rsidR="00C652C7" w:rsidRPr="00AB227B" w14:paraId="7F1F3726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7D268C1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4AD9AC1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1BAAF44D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086AE593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Sudarea prin topire și presiune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07F5E357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81</w:t>
            </w:r>
          </w:p>
        </w:tc>
      </w:tr>
      <w:tr w:rsidR="00C652C7" w:rsidRPr="00AB227B" w14:paraId="7B591C46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6B93B5FF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1CB9E7F5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23046045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79EE0EBB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Tăierea termică a metalelor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3CB809B4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82</w:t>
            </w:r>
          </w:p>
        </w:tc>
      </w:tr>
      <w:tr w:rsidR="00C652C7" w:rsidRPr="00AB227B" w14:paraId="08CAB222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249E9A2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738B784B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4892B7B4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3F9E41F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Tehnologia așchierii pe mașini unelte convenționale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35549451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83</w:t>
            </w:r>
          </w:p>
        </w:tc>
      </w:tr>
      <w:tr w:rsidR="00C652C7" w:rsidRPr="00AB227B" w14:paraId="1B285C78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6320797F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6FE1F159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49F4D8F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513482D3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Tehnologia forării sondelor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668BC599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84</w:t>
            </w:r>
          </w:p>
        </w:tc>
      </w:tr>
      <w:tr w:rsidR="00C652C7" w:rsidRPr="00AB227B" w14:paraId="14644357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767031EB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49380BC4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062840BD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514840A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Transportul gazelor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5BE5A7D3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85</w:t>
            </w:r>
          </w:p>
        </w:tc>
      </w:tr>
      <w:tr w:rsidR="00C652C7" w:rsidRPr="00AB227B" w14:paraId="3459E132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6578137B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4A903C5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1A67833D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10228664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Tratamente termice și termochimice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178A6BE5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86</w:t>
            </w:r>
          </w:p>
        </w:tc>
      </w:tr>
      <w:tr w:rsidR="00C652C7" w:rsidRPr="00AB227B" w14:paraId="7FBF6ED8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77210D0F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49FEE6B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52E6EF3F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0075372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Tratarea oțelului lichid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2BD0AE67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87</w:t>
            </w:r>
          </w:p>
        </w:tc>
      </w:tr>
      <w:tr w:rsidR="00C652C7" w:rsidRPr="00AB227B" w14:paraId="0C4ACF27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6E0C607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6BDDD7E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38B07995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653519AD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Turbine cu abur/gaze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4126E5CD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88</w:t>
            </w:r>
          </w:p>
        </w:tc>
      </w:tr>
      <w:tr w:rsidR="00C652C7" w:rsidRPr="00AB227B" w14:paraId="4D2FB376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2CF9D14D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06DF516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40430C33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6737DF4F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Turbine și instalații auxiliare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657ED148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89</w:t>
            </w:r>
          </w:p>
        </w:tc>
      </w:tr>
      <w:tr w:rsidR="00C652C7" w:rsidRPr="00AB227B" w14:paraId="0D0BA834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3A049CD2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5E00EDCB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64AF65D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37E3459F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Turnarea oțelului lichid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24F2AE0B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90</w:t>
            </w:r>
          </w:p>
        </w:tc>
      </w:tr>
      <w:tr w:rsidR="00C652C7" w:rsidRPr="00AB227B" w14:paraId="75230E08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13407BF4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2BE007CC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4C97F3E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7C73BF4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Utilaje portuare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7F7CE325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91</w:t>
            </w:r>
          </w:p>
        </w:tc>
      </w:tr>
      <w:tr w:rsidR="00C652C7" w:rsidRPr="00AB227B" w14:paraId="4D768C1C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5CDE3207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533230C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4785196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582C749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Utilaje și instalații auxiliare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3C81751C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92</w:t>
            </w:r>
          </w:p>
        </w:tc>
      </w:tr>
      <w:tr w:rsidR="00C652C7" w:rsidRPr="00AB227B" w14:paraId="708F3BAF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57E9FF5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46F4848B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2D8D923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2B2F8AB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Utilaje și instalații conexe furnalului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59E991E7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93</w:t>
            </w:r>
          </w:p>
        </w:tc>
      </w:tr>
      <w:tr w:rsidR="00C652C7" w:rsidRPr="00AB227B" w14:paraId="23CFC23D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41F19093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6B4435BC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32CE617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327CCE25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Utilajul și tehnologia trefilării și tragerii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78FD2DB7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94</w:t>
            </w:r>
          </w:p>
        </w:tc>
      </w:tr>
      <w:tr w:rsidR="00C652C7" w:rsidRPr="00AB227B" w14:paraId="3C98AC07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745B6244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70D5CF2C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5579D095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3D43B8E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Verificarea parametrilor specifici în foraj-extracție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6A182D8F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95</w:t>
            </w:r>
          </w:p>
        </w:tc>
      </w:tr>
      <w:tr w:rsidR="00C652C7" w:rsidRPr="00AB227B" w14:paraId="38797324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480C63A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1E57F914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2FFB2DF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521F0AF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Vitalitate și salvare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0BF45BFB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96</w:t>
            </w:r>
          </w:p>
        </w:tc>
      </w:tr>
      <w:tr w:rsidR="00C652C7" w:rsidRPr="00AB227B" w14:paraId="2D46D80F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26430672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745AF923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6114969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6DE3229B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Zidirea cuptoarelor metalurgice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3DB39423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97</w:t>
            </w:r>
          </w:p>
        </w:tc>
      </w:tr>
      <w:tr w:rsidR="00C652C7" w:rsidRPr="00AB227B" w14:paraId="0FDAE8D9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11DB8D05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2EBDBCED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4005AE35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34F9067D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Zidirea utilajelor de turnare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507ABE14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98</w:t>
            </w:r>
          </w:p>
        </w:tc>
      </w:tr>
    </w:tbl>
    <w:p w14:paraId="4D021139" w14:textId="77777777" w:rsidR="0002101A" w:rsidRPr="00AB227B" w:rsidRDefault="0002101A" w:rsidP="00833FB7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B227B">
        <w:rPr>
          <w:rFonts w:ascii="Times New Roman" w:hAnsi="Times New Roman" w:cs="Times New Roman"/>
          <w:color w:val="000000" w:themeColor="text1"/>
          <w:sz w:val="20"/>
          <w:szCs w:val="20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467"/>
        <w:gridCol w:w="1245"/>
        <w:gridCol w:w="1793"/>
        <w:gridCol w:w="4137"/>
        <w:gridCol w:w="420"/>
      </w:tblGrid>
      <w:tr w:rsidR="00BA3CDF" w:rsidRPr="00AB227B" w14:paraId="7B0C35E7" w14:textId="77777777" w:rsidTr="00BA3CDF">
        <w:trPr>
          <w:cantSplit/>
          <w:trHeight w:val="20"/>
          <w:tblHeader/>
        </w:trPr>
        <w:tc>
          <w:tcPr>
            <w:tcW w:w="1467" w:type="dxa"/>
            <w:shd w:val="clear" w:color="auto" w:fill="EDEDED" w:themeFill="accent3" w:themeFillTint="33"/>
            <w:tcMar>
              <w:left w:w="28" w:type="dxa"/>
              <w:right w:w="28" w:type="dxa"/>
            </w:tcMar>
            <w:vAlign w:val="center"/>
            <w:hideMark/>
          </w:tcPr>
          <w:p w14:paraId="5C238FAB" w14:textId="2A67039B" w:rsidR="00BA3CDF" w:rsidRPr="00AB227B" w:rsidRDefault="00BA3CDF" w:rsidP="00833F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Nivel</w:t>
            </w:r>
          </w:p>
        </w:tc>
        <w:tc>
          <w:tcPr>
            <w:tcW w:w="1245" w:type="dxa"/>
            <w:shd w:val="clear" w:color="auto" w:fill="EDEDED" w:themeFill="accent3" w:themeFillTint="33"/>
            <w:tcMar>
              <w:left w:w="28" w:type="dxa"/>
              <w:right w:w="28" w:type="dxa"/>
            </w:tcMar>
            <w:vAlign w:val="center"/>
            <w:hideMark/>
          </w:tcPr>
          <w:p w14:paraId="5B4B6DDC" w14:textId="77777777" w:rsidR="00BA3CDF" w:rsidRPr="00AB227B" w:rsidRDefault="00BA3CDF" w:rsidP="00833F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Domeniul</w:t>
            </w:r>
          </w:p>
        </w:tc>
        <w:tc>
          <w:tcPr>
            <w:tcW w:w="1793" w:type="dxa"/>
            <w:shd w:val="clear" w:color="auto" w:fill="EDEDED" w:themeFill="accent3" w:themeFillTint="33"/>
            <w:tcMar>
              <w:left w:w="28" w:type="dxa"/>
              <w:right w:w="28" w:type="dxa"/>
            </w:tcMar>
            <w:vAlign w:val="center"/>
            <w:hideMark/>
          </w:tcPr>
          <w:p w14:paraId="77C2697C" w14:textId="77777777" w:rsidR="00BA3CDF" w:rsidRPr="00AB227B" w:rsidRDefault="00BA3CDF" w:rsidP="00833F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Profilul postului/catedrei</w:t>
            </w:r>
          </w:p>
        </w:tc>
        <w:tc>
          <w:tcPr>
            <w:tcW w:w="4137" w:type="dxa"/>
            <w:shd w:val="clear" w:color="auto" w:fill="EDEDED" w:themeFill="accent3" w:themeFillTint="33"/>
            <w:tcMar>
              <w:left w:w="28" w:type="dxa"/>
              <w:right w:w="28" w:type="dxa"/>
            </w:tcMar>
            <w:vAlign w:val="center"/>
            <w:hideMark/>
          </w:tcPr>
          <w:p w14:paraId="7855AEB5" w14:textId="77777777" w:rsidR="00BA3CDF" w:rsidRPr="00AB227B" w:rsidRDefault="00BA3CDF" w:rsidP="00833F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Discipline/module din profilul postului / catedrei</w:t>
            </w:r>
          </w:p>
        </w:tc>
        <w:tc>
          <w:tcPr>
            <w:tcW w:w="420" w:type="dxa"/>
            <w:vMerge w:val="restart"/>
            <w:shd w:val="clear" w:color="auto" w:fill="EDEDED" w:themeFill="accent3" w:themeFillTint="33"/>
            <w:tcMar>
              <w:left w:w="28" w:type="dxa"/>
              <w:right w:w="28" w:type="dxa"/>
            </w:tcMar>
            <w:vAlign w:val="center"/>
            <w:hideMark/>
          </w:tcPr>
          <w:p w14:paraId="0A1C4EEB" w14:textId="77777777" w:rsidR="00BA3CDF" w:rsidRPr="00AB227B" w:rsidRDefault="00BA3CDF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Nr. crt.</w:t>
            </w:r>
          </w:p>
        </w:tc>
      </w:tr>
      <w:tr w:rsidR="00BA3CDF" w:rsidRPr="00AB227B" w14:paraId="0F9D16E4" w14:textId="77777777" w:rsidTr="00BA3CDF">
        <w:trPr>
          <w:cantSplit/>
          <w:trHeight w:val="20"/>
          <w:tblHeader/>
        </w:trPr>
        <w:tc>
          <w:tcPr>
            <w:tcW w:w="1467" w:type="dxa"/>
            <w:shd w:val="clear" w:color="auto" w:fill="EDEDED" w:themeFill="accent3" w:themeFillTint="33"/>
            <w:tcMar>
              <w:left w:w="28" w:type="dxa"/>
              <w:right w:w="28" w:type="dxa"/>
            </w:tcMar>
            <w:vAlign w:val="center"/>
            <w:hideMark/>
          </w:tcPr>
          <w:p w14:paraId="1E7CE963" w14:textId="77777777" w:rsidR="00BA3CDF" w:rsidRPr="00AB227B" w:rsidRDefault="00BA3CDF" w:rsidP="00833F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Liceu</w:t>
            </w:r>
          </w:p>
        </w:tc>
        <w:tc>
          <w:tcPr>
            <w:tcW w:w="1245" w:type="dxa"/>
            <w:shd w:val="clear" w:color="auto" w:fill="EDEDED" w:themeFill="accent3" w:themeFillTint="33"/>
            <w:tcMar>
              <w:left w:w="28" w:type="dxa"/>
              <w:right w:w="28" w:type="dxa"/>
            </w:tcMar>
            <w:vAlign w:val="center"/>
            <w:hideMark/>
          </w:tcPr>
          <w:p w14:paraId="39124837" w14:textId="77777777" w:rsidR="00BA3CDF" w:rsidRPr="00AB227B" w:rsidRDefault="00BA3CDF" w:rsidP="00833F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17. Transporturi</w:t>
            </w:r>
          </w:p>
        </w:tc>
        <w:tc>
          <w:tcPr>
            <w:tcW w:w="1793" w:type="dxa"/>
            <w:shd w:val="clear" w:color="auto" w:fill="EDEDED" w:themeFill="accent3" w:themeFillTint="33"/>
            <w:tcMar>
              <w:left w:w="28" w:type="dxa"/>
              <w:right w:w="28" w:type="dxa"/>
            </w:tcMar>
            <w:vAlign w:val="center"/>
            <w:hideMark/>
          </w:tcPr>
          <w:p w14:paraId="0D694A3D" w14:textId="77777777" w:rsidR="00BA3CDF" w:rsidRPr="00AB227B" w:rsidRDefault="00BA3CDF" w:rsidP="00833F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17.4. Transporturi/ Transporturi aeronautice</w:t>
            </w:r>
          </w:p>
        </w:tc>
        <w:tc>
          <w:tcPr>
            <w:tcW w:w="4137" w:type="dxa"/>
            <w:shd w:val="clear" w:color="auto" w:fill="EDEDED" w:themeFill="accent3" w:themeFillTint="33"/>
            <w:tcMar>
              <w:left w:w="28" w:type="dxa"/>
              <w:right w:w="28" w:type="dxa"/>
            </w:tcMar>
            <w:vAlign w:val="center"/>
            <w:hideMark/>
          </w:tcPr>
          <w:p w14:paraId="1B51BAFD" w14:textId="77777777" w:rsidR="00BA3CDF" w:rsidRPr="00AB227B" w:rsidRDefault="00BA3CDF" w:rsidP="00833F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ANEXA 17.4</w:t>
            </w:r>
          </w:p>
        </w:tc>
        <w:tc>
          <w:tcPr>
            <w:tcW w:w="420" w:type="dxa"/>
            <w:vMerge/>
            <w:shd w:val="clear" w:color="auto" w:fill="EDEDED" w:themeFill="accent3" w:themeFillTint="33"/>
            <w:tcMar>
              <w:left w:w="28" w:type="dxa"/>
              <w:right w:w="28" w:type="dxa"/>
            </w:tcMar>
            <w:vAlign w:val="center"/>
            <w:hideMark/>
          </w:tcPr>
          <w:p w14:paraId="297F318F" w14:textId="37837B99" w:rsidR="00BA3CDF" w:rsidRPr="00AB227B" w:rsidRDefault="00BA3CDF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C652C7" w:rsidRPr="00AB227B" w14:paraId="0E45344D" w14:textId="77777777" w:rsidTr="00BA3CDF">
        <w:trPr>
          <w:cantSplit/>
          <w:trHeight w:val="20"/>
        </w:trPr>
        <w:tc>
          <w:tcPr>
            <w:tcW w:w="1467" w:type="dxa"/>
            <w:vMerge w:val="restart"/>
            <w:tcMar>
              <w:left w:w="28" w:type="dxa"/>
              <w:right w:w="28" w:type="dxa"/>
            </w:tcMar>
            <w:hideMark/>
          </w:tcPr>
          <w:p w14:paraId="1883D77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5" w:type="dxa"/>
            <w:vMerge w:val="restart"/>
            <w:tcMar>
              <w:left w:w="28" w:type="dxa"/>
              <w:right w:w="28" w:type="dxa"/>
            </w:tcMar>
            <w:hideMark/>
          </w:tcPr>
          <w:p w14:paraId="14EC966B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793" w:type="dxa"/>
            <w:vMerge w:val="restart"/>
            <w:tcMar>
              <w:left w:w="28" w:type="dxa"/>
              <w:right w:w="28" w:type="dxa"/>
            </w:tcMar>
            <w:hideMark/>
          </w:tcPr>
          <w:p w14:paraId="53533939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3AC71BF2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Administrarea firmei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0387DD66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</w:tr>
      <w:tr w:rsidR="00C652C7" w:rsidRPr="00AB227B" w14:paraId="441B8EDF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0FF421D4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23C269C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7461C89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665A4BDC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Aerodinamica și construcția aeronavelor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311D1781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</w:tr>
      <w:tr w:rsidR="00C652C7" w:rsidRPr="00AB227B" w14:paraId="601A3163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7044E723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1E6419A9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01392A43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0916F2DB" w14:textId="74E568BE" w:rsidR="00C652C7" w:rsidRPr="00AB227B" w:rsidRDefault="00F228BD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Aparate de bord pentru aeronave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506F7CF9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</w:tr>
      <w:tr w:rsidR="00F228BD" w:rsidRPr="00AB227B" w14:paraId="7DF9CA18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67E58BB6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6C2DC2C5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3295F0DC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3D45F3F9" w14:textId="0146EF80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Aplicații CAD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3FAD7F4F" w14:textId="77777777" w:rsidR="00F228BD" w:rsidRPr="00AB227B" w:rsidRDefault="00F228BD" w:rsidP="00F228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</w:tr>
      <w:tr w:rsidR="00F228BD" w:rsidRPr="00AB227B" w14:paraId="3126F75B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72CAF719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6F766800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2C80B3D3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607F67D0" w14:textId="195EB5E1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Asamblarea calculatoarelor personale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12BE7F51" w14:textId="77777777" w:rsidR="00F228BD" w:rsidRPr="00AB227B" w:rsidRDefault="00F228BD" w:rsidP="00F228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</w:tr>
      <w:tr w:rsidR="00AB227B" w:rsidRPr="00AB227B" w14:paraId="33EE9A8E" w14:textId="77777777" w:rsidTr="00F228BD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3EEC28FD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04ED3DF7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1C6EEE38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66B5AABD" w14:textId="61742AF1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Asamblarea subansamblurilor și ansamblurilor mecatronice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6264110A" w14:textId="77777777" w:rsidR="00F228BD" w:rsidRPr="00AB227B" w:rsidRDefault="00F228BD" w:rsidP="00F228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</w:tr>
      <w:tr w:rsidR="00AB227B" w:rsidRPr="00AB227B" w14:paraId="2DF6A375" w14:textId="77777777" w:rsidTr="00F228BD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63ABFEF8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58615193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28835A4E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522C3D5F" w14:textId="40A0395A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Asamblarea, întreținerea și repararea mașinilor și instalațiilor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063B59F4" w14:textId="77777777" w:rsidR="00F228BD" w:rsidRPr="00AB227B" w:rsidRDefault="00F228BD" w:rsidP="00F228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</w:tr>
      <w:tr w:rsidR="00AB227B" w:rsidRPr="00AB227B" w14:paraId="5315F17D" w14:textId="77777777" w:rsidTr="00F228BD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69E993B9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40D50057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467AE52B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73B67B1C" w14:textId="5DC5131A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Asamblări mecanice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3A9DCEDE" w14:textId="77777777" w:rsidR="00F228BD" w:rsidRPr="00AB227B" w:rsidRDefault="00F228BD" w:rsidP="00F228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</w:tr>
      <w:tr w:rsidR="00AB227B" w:rsidRPr="00AB227B" w14:paraId="05535226" w14:textId="77777777" w:rsidTr="00F228BD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0BDE3642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66D44064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77B721EE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479D8CFD" w14:textId="3D651095" w:rsidR="00F228BD" w:rsidRPr="00AB227B" w:rsidRDefault="00F228BD" w:rsidP="007B4A3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Asigurarea calit</w:t>
            </w:r>
            <w:r w:rsidR="007B4A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ăț</w:t>
            </w: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ii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0236A48C" w14:textId="77777777" w:rsidR="00F228BD" w:rsidRPr="00AB227B" w:rsidRDefault="00F228BD" w:rsidP="00F228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</w:tr>
      <w:tr w:rsidR="00AB227B" w:rsidRPr="00AB227B" w14:paraId="68773063" w14:textId="77777777" w:rsidTr="00F228BD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688333A0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0C607E53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6CDAEE59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25F6AF04" w14:textId="42FE0644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Asigurarea serice-ului la beneficiar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03A4E87A" w14:textId="77777777" w:rsidR="00F228BD" w:rsidRPr="00AB227B" w:rsidRDefault="00F228BD" w:rsidP="00F228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</w:tr>
      <w:tr w:rsidR="00AB227B" w:rsidRPr="00AB227B" w14:paraId="098BFF2B" w14:textId="77777777" w:rsidTr="00F228BD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3F883C47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687D425D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2867CA12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30BFD7AD" w14:textId="72A56FAF" w:rsidR="00F228BD" w:rsidRPr="00AB227B" w:rsidRDefault="00F228BD" w:rsidP="007B4A3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Ac</w:t>
            </w:r>
            <w:r w:rsidR="007B4A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ionarea sistemelor mecatronice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4AC1D818" w14:textId="77777777" w:rsidR="00F228BD" w:rsidRPr="00AB227B" w:rsidRDefault="00F228BD" w:rsidP="00F228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</w:t>
            </w:r>
          </w:p>
        </w:tc>
      </w:tr>
      <w:tr w:rsidR="00F228BD" w:rsidRPr="00AB227B" w14:paraId="791FC756" w14:textId="77777777" w:rsidTr="00F228BD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</w:tcPr>
          <w:p w14:paraId="59CABA45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</w:tcPr>
          <w:p w14:paraId="5158DA82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</w:tcPr>
          <w:p w14:paraId="58C38737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60272896" w14:textId="6F4EB63A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CDL- clasa a XI-a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594CFA00" w14:textId="77777777" w:rsidR="00F228BD" w:rsidRPr="00AB227B" w:rsidRDefault="00F228BD" w:rsidP="00F228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AB227B" w:rsidRPr="00AB227B" w14:paraId="50A68AAF" w14:textId="77777777" w:rsidTr="00F228BD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5AC8BE0E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62300A15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67FFB027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5715B0EB" w14:textId="39B1D4AB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CDL- clasa a XII-a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7630FEA9" w14:textId="77777777" w:rsidR="00F228BD" w:rsidRPr="00AB227B" w:rsidRDefault="00F228BD" w:rsidP="00F228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</w:p>
        </w:tc>
      </w:tr>
      <w:tr w:rsidR="00F228BD" w:rsidRPr="00AB227B" w14:paraId="743FF972" w14:textId="77777777" w:rsidTr="00E85DC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20234DFE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0573CAC4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46366B3D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30BCD92E" w14:textId="0E3ACD5A" w:rsidR="00F228BD" w:rsidRPr="00AB227B" w:rsidRDefault="00F228BD" w:rsidP="007B4A3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Coordonarea transportului </w:t>
            </w:r>
            <w:r w:rsidR="007B4A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</w:t>
            </w: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 activit</w:t>
            </w:r>
            <w:r w:rsidR="007B4A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ăț</w:t>
            </w: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ilor logistice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57E48144" w14:textId="77777777" w:rsidR="00F228BD" w:rsidRPr="00AB227B" w:rsidRDefault="00F228BD" w:rsidP="00F228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</w:t>
            </w:r>
          </w:p>
        </w:tc>
      </w:tr>
      <w:tr w:rsidR="00F228BD" w:rsidRPr="00AB227B" w14:paraId="706BB0F9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55519242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3564D3F4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782419A5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1BF8BF43" w14:textId="60F97656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Construcția aeronavelor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30CE2B9B" w14:textId="77777777" w:rsidR="00F228BD" w:rsidRPr="00AB227B" w:rsidRDefault="00F228BD" w:rsidP="00F228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</w:t>
            </w:r>
          </w:p>
        </w:tc>
      </w:tr>
      <w:tr w:rsidR="00F228BD" w:rsidRPr="00AB227B" w14:paraId="1B37CA20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6E712E39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070744F6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3CED3569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7326BEC7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Construcția structurilor pentru aeronave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3071DCFE" w14:textId="77777777" w:rsidR="00F228BD" w:rsidRPr="00AB227B" w:rsidRDefault="00F228BD" w:rsidP="00F228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</w:t>
            </w:r>
          </w:p>
        </w:tc>
      </w:tr>
      <w:tr w:rsidR="00F228BD" w:rsidRPr="00AB227B" w14:paraId="1E57685E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4651FCE6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525FE423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43BFF1B9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35A92C56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Desen de ansamblu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3616A8D3" w14:textId="77777777" w:rsidR="00F228BD" w:rsidRPr="00AB227B" w:rsidRDefault="00F228BD" w:rsidP="00F228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</w:t>
            </w:r>
          </w:p>
        </w:tc>
      </w:tr>
      <w:tr w:rsidR="00F228BD" w:rsidRPr="00AB227B" w14:paraId="142422B0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1A4B9D17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61D64502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74224CC4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62E802BF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Desen tehnic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79BE49DA" w14:textId="77777777" w:rsidR="00F228BD" w:rsidRPr="00AB227B" w:rsidRDefault="00F228BD" w:rsidP="00F228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</w:t>
            </w:r>
          </w:p>
        </w:tc>
      </w:tr>
      <w:tr w:rsidR="00AB227B" w:rsidRPr="00AB227B" w14:paraId="0FDDC86E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</w:tcPr>
          <w:p w14:paraId="10E8FE53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</w:tcPr>
          <w:p w14:paraId="55716236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</w:tcPr>
          <w:p w14:paraId="79D183F6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75C0661B" w14:textId="6ED5D3B9" w:rsidR="00F228BD" w:rsidRPr="00AB227B" w:rsidRDefault="00F228BD" w:rsidP="007B4A3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Diagnostic</w:t>
            </w:r>
            <w:r w:rsidR="00E56DC9"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rea </w:t>
            </w:r>
            <w:r w:rsidR="007B4A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</w:t>
            </w: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 realizarea interven</w:t>
            </w:r>
            <w:r w:rsidR="007B4A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iilor asupra automobilului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711A0FD1" w14:textId="77777777" w:rsidR="00F228BD" w:rsidRPr="00AB227B" w:rsidRDefault="00F228BD" w:rsidP="00F228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F228BD" w:rsidRPr="00AB227B" w14:paraId="7BD745F0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49538265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23BE28F8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5136887C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341EE772" w14:textId="526F4041" w:rsidR="00F228BD" w:rsidRPr="00AB227B" w:rsidRDefault="00F228BD" w:rsidP="007B4A3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Documenta</w:t>
            </w:r>
            <w:r w:rsidR="007B4A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ia tehnică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20A1D78F" w14:textId="77777777" w:rsidR="00F228BD" w:rsidRPr="00AB227B" w:rsidRDefault="00F228BD" w:rsidP="00F228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</w:t>
            </w:r>
          </w:p>
        </w:tc>
      </w:tr>
      <w:tr w:rsidR="00F228BD" w:rsidRPr="00AB227B" w14:paraId="47428975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</w:tcPr>
          <w:p w14:paraId="049BABE0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</w:tcPr>
          <w:p w14:paraId="631D5876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</w:tcPr>
          <w:p w14:paraId="77D78786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227705A9" w14:textId="7DCE5229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Documentație tehnico-economică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4B20E01D" w14:textId="77777777" w:rsidR="00F228BD" w:rsidRPr="00AB227B" w:rsidRDefault="00F228BD" w:rsidP="00F228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F228BD" w:rsidRPr="00AB227B" w14:paraId="7B8089BE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0CA302D9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64B0FFA5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754C3B59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088DC071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Echipamente electrice si electromecanice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411C7350" w14:textId="77777777" w:rsidR="00F228BD" w:rsidRPr="00AB227B" w:rsidRDefault="00F228BD" w:rsidP="00F228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</w:t>
            </w:r>
          </w:p>
        </w:tc>
      </w:tr>
      <w:tr w:rsidR="00E56DC9" w:rsidRPr="00AB227B" w14:paraId="6C3577C5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</w:tcPr>
          <w:p w14:paraId="332DDE2D" w14:textId="77777777" w:rsidR="00E56DC9" w:rsidRPr="00AB227B" w:rsidRDefault="00E56DC9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</w:tcPr>
          <w:p w14:paraId="01B13799" w14:textId="77777777" w:rsidR="00E56DC9" w:rsidRPr="00AB227B" w:rsidRDefault="00E56DC9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</w:tcPr>
          <w:p w14:paraId="06AE947E" w14:textId="77777777" w:rsidR="00E56DC9" w:rsidRPr="00AB227B" w:rsidRDefault="00E56DC9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72836A2F" w14:textId="6AC612BF" w:rsidR="00E56DC9" w:rsidRPr="00AB227B" w:rsidRDefault="00E56DC9" w:rsidP="007B4A3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Echipamente electronice </w:t>
            </w:r>
            <w:r w:rsidR="007B4A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</w:t>
            </w: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 computerizate pentru aeronave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368D77B0" w14:textId="77777777" w:rsidR="00E56DC9" w:rsidRPr="00AB227B" w:rsidRDefault="00E56DC9" w:rsidP="00F228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F228BD" w:rsidRPr="00AB227B" w14:paraId="0A8411A1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0D313B62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34BFCDBC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3D446270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038144EC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Elemente de proiectare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113DCA3C" w14:textId="77777777" w:rsidR="00F228BD" w:rsidRPr="00AB227B" w:rsidRDefault="00F228BD" w:rsidP="00F228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</w:t>
            </w:r>
          </w:p>
        </w:tc>
      </w:tr>
      <w:tr w:rsidR="00F228BD" w:rsidRPr="00AB227B" w14:paraId="39F746AF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07A4F8F3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5EEF433D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1BF36782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63D6B2BA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Etică și comunicare profesională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3E9374DE" w14:textId="77777777" w:rsidR="00F228BD" w:rsidRPr="00AB227B" w:rsidRDefault="00F228BD" w:rsidP="00F228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</w:t>
            </w:r>
          </w:p>
        </w:tc>
      </w:tr>
      <w:tr w:rsidR="00F228BD" w:rsidRPr="00AB227B" w14:paraId="4E791F1A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5E5F7FD7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10B833E6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05ABBB66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2840FE6A" w14:textId="77777777" w:rsidR="00F228BD" w:rsidRPr="00AB227B" w:rsidRDefault="00F228BD" w:rsidP="00F228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Exploatarea echipamentelor și utilajelor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606CF17C" w14:textId="77777777" w:rsidR="00F228BD" w:rsidRPr="00AB227B" w:rsidRDefault="00F228BD" w:rsidP="00F228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</w:t>
            </w:r>
          </w:p>
        </w:tc>
      </w:tr>
      <w:tr w:rsidR="00E56DC9" w:rsidRPr="00AB227B" w14:paraId="5B53DA02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17AB085B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176C51B8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3187BE56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3F9DAF73" w14:textId="10097B34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Exploatarea tehnică a mijloacelor de transport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1F60B030" w14:textId="77777777" w:rsidR="00E56DC9" w:rsidRPr="00AB227B" w:rsidRDefault="00E56DC9" w:rsidP="00E56D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</w:t>
            </w:r>
          </w:p>
        </w:tc>
      </w:tr>
      <w:tr w:rsidR="00AB227B" w:rsidRPr="00AB227B" w14:paraId="7B18DD78" w14:textId="77777777" w:rsidTr="00E56DC9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3ADF5DE3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26219B2B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724A81F5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2F687CD4" w14:textId="56C82D4A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Fabricarea pieselor de precizie pe mașini unelte convenționale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5689AF59" w14:textId="77777777" w:rsidR="00E56DC9" w:rsidRPr="00AB227B" w:rsidRDefault="00E56DC9" w:rsidP="00E56D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</w:t>
            </w:r>
          </w:p>
        </w:tc>
      </w:tr>
      <w:tr w:rsidR="00AB227B" w:rsidRPr="00AB227B" w14:paraId="0DC22521" w14:textId="77777777" w:rsidTr="00E56DC9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03F53344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70BC761E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090C4281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36600E07" w14:textId="587E60F3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Factorul uman în aviație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1E07011B" w14:textId="77777777" w:rsidR="00E56DC9" w:rsidRPr="00AB227B" w:rsidRDefault="00E56DC9" w:rsidP="00E56D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</w:t>
            </w:r>
          </w:p>
        </w:tc>
      </w:tr>
      <w:tr w:rsidR="00AB227B" w:rsidRPr="00AB227B" w14:paraId="578D14CC" w14:textId="77777777" w:rsidTr="00E56DC9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6C171EEE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4E0A764A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0268C908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08F4EAB6" w14:textId="035A27CB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Lăcătușerie generală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36DD0171" w14:textId="77777777" w:rsidR="00E56DC9" w:rsidRPr="00AB227B" w:rsidRDefault="00E56DC9" w:rsidP="00E56D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</w:t>
            </w:r>
          </w:p>
        </w:tc>
      </w:tr>
      <w:tr w:rsidR="00E56DC9" w:rsidRPr="00AB227B" w14:paraId="5DD4E72F" w14:textId="77777777" w:rsidTr="00E85DC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5A63AEF9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3D3C70A2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52B9B916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39FE70B6" w14:textId="34B53E3C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Legislație rutieră și conducerea autovehiculelor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7136C949" w14:textId="77777777" w:rsidR="00E56DC9" w:rsidRPr="00AB227B" w:rsidRDefault="00E56DC9" w:rsidP="00E56D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</w:t>
            </w:r>
          </w:p>
        </w:tc>
      </w:tr>
      <w:tr w:rsidR="00E56DC9" w:rsidRPr="00AB227B" w14:paraId="750EFC40" w14:textId="77777777" w:rsidTr="00E85DC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4BB5E50B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1C20B136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2D3B32C5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5317745A" w14:textId="28215313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Legislație și normative de aviație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45D770CB" w14:textId="77777777" w:rsidR="00E56DC9" w:rsidRPr="00AB227B" w:rsidRDefault="00E56DC9" w:rsidP="00E56D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</w:t>
            </w:r>
          </w:p>
        </w:tc>
      </w:tr>
      <w:tr w:rsidR="00E56DC9" w:rsidRPr="00AB227B" w14:paraId="733C1C97" w14:textId="77777777" w:rsidTr="00E85DC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</w:tcPr>
          <w:p w14:paraId="6BBA6966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</w:tcPr>
          <w:p w14:paraId="696A70A7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</w:tcPr>
          <w:p w14:paraId="3370A796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03D9F512" w14:textId="597025DF" w:rsidR="00E56DC9" w:rsidRPr="00AB227B" w:rsidRDefault="00E56DC9" w:rsidP="007B4A3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Legisla</w:t>
            </w:r>
            <w:r w:rsidR="007B4A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ie </w:t>
            </w:r>
            <w:r w:rsidR="007B4A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</w:t>
            </w: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 norme metrologice în vigoare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5B9B6344" w14:textId="77777777" w:rsidR="00E56DC9" w:rsidRPr="00AB227B" w:rsidRDefault="00E56DC9" w:rsidP="00E56D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AB227B" w:rsidRPr="00AB227B" w14:paraId="31988903" w14:textId="77777777" w:rsidTr="00E56DC9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5AF021A7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4947EDFE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6781F972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004B71E5" w14:textId="217CBA20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Lucrări de mentenanță a aeronavelor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695D0BBF" w14:textId="77777777" w:rsidR="00E56DC9" w:rsidRPr="00AB227B" w:rsidRDefault="00E56DC9" w:rsidP="00E56D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</w:t>
            </w:r>
          </w:p>
        </w:tc>
      </w:tr>
      <w:tr w:rsidR="00AB227B" w:rsidRPr="00AB227B" w14:paraId="1262368C" w14:textId="77777777" w:rsidTr="00E56DC9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43CD0C29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2C585318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53787D29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506665A3" w14:textId="48FD1645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Managementul producției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0355EC98" w14:textId="77777777" w:rsidR="00E56DC9" w:rsidRPr="00AB227B" w:rsidRDefault="00E56DC9" w:rsidP="00E56D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</w:p>
        </w:tc>
      </w:tr>
      <w:tr w:rsidR="00AB227B" w:rsidRPr="00AB227B" w14:paraId="102B7F53" w14:textId="77777777" w:rsidTr="00E56DC9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5CD35C98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339414DA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52F0BCAC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7882E547" w14:textId="304C3B32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Manevrarea vehiculelor rutiere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50A2C9FB" w14:textId="77777777" w:rsidR="00E56DC9" w:rsidRPr="00AB227B" w:rsidRDefault="00E56DC9" w:rsidP="00E56D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</w:t>
            </w:r>
          </w:p>
        </w:tc>
      </w:tr>
      <w:tr w:rsidR="00AB227B" w:rsidRPr="00AB227B" w14:paraId="76D25BD4" w14:textId="77777777" w:rsidTr="00E56DC9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6FC03E29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3D1D8EC6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31FB20B7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0A22DDB5" w14:textId="7787B6BE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Manipularea mărfurilor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76A01855" w14:textId="77777777" w:rsidR="00E56DC9" w:rsidRPr="00AB227B" w:rsidRDefault="00E56DC9" w:rsidP="00E56D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</w:t>
            </w:r>
          </w:p>
        </w:tc>
      </w:tr>
      <w:tr w:rsidR="00AB227B" w:rsidRPr="00AB227B" w14:paraId="69D340A0" w14:textId="77777777" w:rsidTr="00E56DC9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7F19C408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1A825607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152B0C68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2F87BEA9" w14:textId="2C7A7F1A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Mașini electrice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05AA1AD0" w14:textId="77777777" w:rsidR="00E56DC9" w:rsidRPr="00AB227B" w:rsidRDefault="00E56DC9" w:rsidP="00E56D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</w:t>
            </w:r>
          </w:p>
        </w:tc>
      </w:tr>
      <w:tr w:rsidR="00AB227B" w:rsidRPr="00AB227B" w14:paraId="7ABFB078" w14:textId="77777777" w:rsidTr="00E56DC9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68633AA0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41CCF9AC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6F930463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761C400D" w14:textId="726AC775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Mașini, aparate și elemente de automatizare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34D216C1" w14:textId="77777777" w:rsidR="00E56DC9" w:rsidRPr="00AB227B" w:rsidRDefault="00E56DC9" w:rsidP="00E56D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</w:t>
            </w:r>
          </w:p>
        </w:tc>
      </w:tr>
      <w:tr w:rsidR="00AB227B" w:rsidRPr="00AB227B" w14:paraId="41B5F1A7" w14:textId="77777777" w:rsidTr="00E56DC9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26E1DAF0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41990008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25A2FA64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786C8CBE" w14:textId="0572CA7E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Mașini unelte convenționale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77603AA0" w14:textId="77777777" w:rsidR="00E56DC9" w:rsidRPr="00AB227B" w:rsidRDefault="00E56DC9" w:rsidP="00E56D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</w:t>
            </w:r>
          </w:p>
        </w:tc>
      </w:tr>
      <w:tr w:rsidR="00E56DC9" w:rsidRPr="00AB227B" w14:paraId="6E4DFB7A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</w:tcPr>
          <w:p w14:paraId="6C9D7262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</w:tcPr>
          <w:p w14:paraId="6F3A105C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</w:tcPr>
          <w:p w14:paraId="219295E1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0F8CA757" w14:textId="5B140E19" w:rsidR="00E56DC9" w:rsidRPr="00AB227B" w:rsidRDefault="00E56DC9" w:rsidP="007B4A3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</w:t>
            </w:r>
            <w:r w:rsidR="007B4A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</w:t>
            </w: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ini unelte neconven</w:t>
            </w:r>
            <w:r w:rsidR="007B4A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ionale </w:t>
            </w:r>
            <w:r w:rsidR="007B4A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</w:t>
            </w: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 de înaltă productivitate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21FC7CD7" w14:textId="77777777" w:rsidR="00E56DC9" w:rsidRPr="00AB227B" w:rsidRDefault="00E56DC9" w:rsidP="00E56D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0F05B1" w:rsidRPr="00AB227B" w14:paraId="0B9A8850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</w:tcPr>
          <w:p w14:paraId="16C0ED78" w14:textId="77777777" w:rsidR="000F05B1" w:rsidRPr="00AB227B" w:rsidRDefault="000F05B1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</w:tcPr>
          <w:p w14:paraId="0262C693" w14:textId="77777777" w:rsidR="000F05B1" w:rsidRPr="00AB227B" w:rsidRDefault="000F05B1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</w:tcPr>
          <w:p w14:paraId="2268AECD" w14:textId="77777777" w:rsidR="000F05B1" w:rsidRPr="00AB227B" w:rsidRDefault="000F05B1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2506A733" w14:textId="2DBEF8A9" w:rsidR="000F05B1" w:rsidRPr="00AB227B" w:rsidRDefault="000F05B1" w:rsidP="007B4A3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</w:t>
            </w:r>
            <w:r w:rsidR="007B4A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</w:t>
            </w: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ini, utilaje </w:t>
            </w:r>
            <w:r w:rsidR="007B4A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</w:t>
            </w: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 instala</w:t>
            </w:r>
            <w:r w:rsidR="007B4A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ii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0B4906E7" w14:textId="77777777" w:rsidR="000F05B1" w:rsidRPr="00AB227B" w:rsidRDefault="000F05B1" w:rsidP="00E56D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AB227B" w:rsidRPr="00AB227B" w14:paraId="7E6628C5" w14:textId="77777777" w:rsidTr="00E56DC9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7C04724D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51A1DD9F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49BFFB19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6510BBDB" w14:textId="736A7A7E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Materii prime și materiale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4E03AF3A" w14:textId="77777777" w:rsidR="00E56DC9" w:rsidRPr="00AB227B" w:rsidRDefault="00E56DC9" w:rsidP="00E56D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36</w:t>
            </w:r>
          </w:p>
        </w:tc>
      </w:tr>
      <w:tr w:rsidR="00AB227B" w:rsidRPr="00AB227B" w14:paraId="6F87F1C3" w14:textId="77777777" w:rsidTr="00E56DC9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30371291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4BD00809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06D1266D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20BBDF51" w14:textId="56EA314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Măsurarea mărimilor tehnice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6272F759" w14:textId="77777777" w:rsidR="00E56DC9" w:rsidRPr="00AB227B" w:rsidRDefault="00E56DC9" w:rsidP="00E56D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37</w:t>
            </w:r>
          </w:p>
        </w:tc>
      </w:tr>
      <w:tr w:rsidR="00AB227B" w:rsidRPr="00AB227B" w14:paraId="75F94FA7" w14:textId="77777777" w:rsidTr="00E56DC9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4D52BD46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7A3414F2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3B14850C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1D40DE06" w14:textId="71715438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Măsurări tehnice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5C925CA7" w14:textId="77777777" w:rsidR="00E56DC9" w:rsidRPr="00AB227B" w:rsidRDefault="00E56DC9" w:rsidP="00E56D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</w:t>
            </w:r>
          </w:p>
        </w:tc>
      </w:tr>
      <w:tr w:rsidR="00AB227B" w:rsidRPr="00AB227B" w14:paraId="4B92F7A1" w14:textId="77777777" w:rsidTr="00E56DC9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7871A377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3A98F85A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197C72BC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564A4833" w14:textId="23B8E9F9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Mecanică aplicată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7AC0A550" w14:textId="77777777" w:rsidR="00E56DC9" w:rsidRPr="00AB227B" w:rsidRDefault="00E56DC9" w:rsidP="00E56D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</w:t>
            </w:r>
          </w:p>
        </w:tc>
      </w:tr>
      <w:tr w:rsidR="000F05B1" w:rsidRPr="00AB227B" w14:paraId="70A591E1" w14:textId="77777777" w:rsidTr="00E56DC9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</w:tcPr>
          <w:p w14:paraId="5FB1F190" w14:textId="77777777" w:rsidR="000F05B1" w:rsidRPr="00AB227B" w:rsidRDefault="000F05B1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</w:tcPr>
          <w:p w14:paraId="488D12FB" w14:textId="77777777" w:rsidR="000F05B1" w:rsidRPr="00AB227B" w:rsidRDefault="000F05B1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</w:tcPr>
          <w:p w14:paraId="671DEFB6" w14:textId="77777777" w:rsidR="000F05B1" w:rsidRPr="00AB227B" w:rsidRDefault="000F05B1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028212BB" w14:textId="11A26C5F" w:rsidR="000F05B1" w:rsidRPr="00AB227B" w:rsidRDefault="000F05B1" w:rsidP="007B4A3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Mentenan</w:t>
            </w:r>
            <w:r w:rsidR="007B4A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 avionicii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53153BD7" w14:textId="77777777" w:rsidR="000F05B1" w:rsidRPr="00AB227B" w:rsidRDefault="000F05B1" w:rsidP="00E56D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AB227B" w:rsidRPr="00AB227B" w14:paraId="01396046" w14:textId="77777777" w:rsidTr="00E56DC9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6032C835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1737889A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48802C46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782F5956" w14:textId="07F4B23A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Mentenanța instalațiilor de la bordul aeronavelor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4B832543" w14:textId="77777777" w:rsidR="00E56DC9" w:rsidRPr="00AB227B" w:rsidRDefault="00E56DC9" w:rsidP="00E56D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</w:t>
            </w:r>
          </w:p>
        </w:tc>
      </w:tr>
      <w:tr w:rsidR="00AB227B" w:rsidRPr="00AB227B" w14:paraId="73AB7284" w14:textId="77777777" w:rsidTr="00E56DC9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112F043F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53C29BCF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6BE03F02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14DE19FA" w14:textId="781A1228" w:rsidR="00E56DC9" w:rsidRPr="00AB227B" w:rsidRDefault="00E56DC9" w:rsidP="007B4A3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Mentenan</w:t>
            </w:r>
            <w:r w:rsidR="007B4A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 instala</w:t>
            </w:r>
            <w:r w:rsidR="007B4A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iilor electromecanice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2797552D" w14:textId="77777777" w:rsidR="00E56DC9" w:rsidRPr="00AB227B" w:rsidRDefault="00E56DC9" w:rsidP="00E56D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41</w:t>
            </w:r>
          </w:p>
        </w:tc>
      </w:tr>
      <w:tr w:rsidR="00AB227B" w:rsidRPr="00AB227B" w14:paraId="3C62E7B5" w14:textId="77777777" w:rsidTr="00E56DC9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1355239F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4444535E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0C3F175E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6B7018EF" w14:textId="5511EDF8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Mentenanța instalațiilor și echipamentelor aeronavelor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467973F9" w14:textId="77777777" w:rsidR="00E56DC9" w:rsidRPr="00AB227B" w:rsidRDefault="00E56DC9" w:rsidP="00E56D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</w:t>
            </w:r>
          </w:p>
        </w:tc>
      </w:tr>
      <w:tr w:rsidR="00E56DC9" w:rsidRPr="00AB227B" w14:paraId="6142558E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</w:tcPr>
          <w:p w14:paraId="05E4E886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</w:tcPr>
          <w:p w14:paraId="39B9012C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</w:tcPr>
          <w:p w14:paraId="096EBA12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77E50A25" w14:textId="31346B28" w:rsidR="00E56DC9" w:rsidRPr="00AB227B" w:rsidRDefault="00E56DC9" w:rsidP="007B4A3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Mentenan</w:t>
            </w:r>
            <w:r w:rsidR="007B4A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 ma</w:t>
            </w:r>
            <w:r w:rsidR="007B4A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</w:t>
            </w: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inilor, utilajelor </w:t>
            </w:r>
            <w:r w:rsidR="007B4A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</w:t>
            </w: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 instala</w:t>
            </w:r>
            <w:r w:rsidR="007B4A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iilor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28C323D4" w14:textId="77777777" w:rsidR="00E56DC9" w:rsidRPr="00AB227B" w:rsidRDefault="00E56DC9" w:rsidP="00E56D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56DC9" w:rsidRPr="00AB227B" w14:paraId="5C835F1A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</w:tcPr>
          <w:p w14:paraId="43835A04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</w:tcPr>
          <w:p w14:paraId="212119C1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</w:tcPr>
          <w:p w14:paraId="0DE5D3D6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44FC8099" w14:textId="5B7B2734" w:rsidR="00E56DC9" w:rsidRPr="00AB227B" w:rsidRDefault="00E56DC9" w:rsidP="007B4A3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Ment</w:t>
            </w:r>
            <w:r w:rsidR="007B4A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</w:t>
            </w: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nanță MUNCN și a sistemelor de protecție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25DE4ED7" w14:textId="77777777" w:rsidR="00E56DC9" w:rsidRPr="00AB227B" w:rsidRDefault="00E56DC9" w:rsidP="00E56D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56DC9" w:rsidRPr="00AB227B" w14:paraId="62F30DBC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</w:tcPr>
          <w:p w14:paraId="72D3106E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</w:tcPr>
          <w:p w14:paraId="262A4DBD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</w:tcPr>
          <w:p w14:paraId="3FF51637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38620B8E" w14:textId="5FCC0C2E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Menținerea navigabilității aeronavelor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24621CAE" w14:textId="77777777" w:rsidR="00E56DC9" w:rsidRPr="00AB227B" w:rsidRDefault="00E56DC9" w:rsidP="00E56D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56DC9" w:rsidRPr="00AB227B" w14:paraId="57A644E5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395FD2D6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2C282B8B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1C1B3822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5B453283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Mentenanța sistemelor mecanice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08AFB458" w14:textId="77777777" w:rsidR="00E56DC9" w:rsidRPr="00AB227B" w:rsidRDefault="00E56DC9" w:rsidP="00E56D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</w:t>
            </w:r>
          </w:p>
        </w:tc>
      </w:tr>
      <w:tr w:rsidR="00E56DC9" w:rsidRPr="00AB227B" w14:paraId="72951D20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20ADF67C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4CD5BF19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3F1109EF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0BB6E63A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Motoare și instalații pentru aeronave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02AAEEBB" w14:textId="77777777" w:rsidR="00E56DC9" w:rsidRPr="00AB227B" w:rsidRDefault="00E56DC9" w:rsidP="00E56D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44</w:t>
            </w:r>
          </w:p>
        </w:tc>
      </w:tr>
      <w:tr w:rsidR="00E56DC9" w:rsidRPr="00AB227B" w14:paraId="0A35D156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5D8B405F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42317512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7E651757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073D62B7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Operarea pe MUCN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5900AE91" w14:textId="77777777" w:rsidR="00E56DC9" w:rsidRPr="00AB227B" w:rsidRDefault="00E56DC9" w:rsidP="00E56D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</w:t>
            </w:r>
          </w:p>
        </w:tc>
      </w:tr>
      <w:tr w:rsidR="000F05B1" w:rsidRPr="00AB227B" w14:paraId="7BE8F9A3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</w:tcPr>
          <w:p w14:paraId="486F6703" w14:textId="77777777" w:rsidR="000F05B1" w:rsidRPr="00AB227B" w:rsidRDefault="000F05B1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</w:tcPr>
          <w:p w14:paraId="74CFBFCB" w14:textId="77777777" w:rsidR="000F05B1" w:rsidRPr="00AB227B" w:rsidRDefault="000F05B1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</w:tcPr>
          <w:p w14:paraId="60FDC98D" w14:textId="77777777" w:rsidR="000F05B1" w:rsidRPr="00AB227B" w:rsidRDefault="000F05B1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032A1B57" w14:textId="65652563" w:rsidR="000F05B1" w:rsidRPr="00AB227B" w:rsidRDefault="000F05B1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Operarea și întreținerea aeronavelor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0167886A" w14:textId="77777777" w:rsidR="000F05B1" w:rsidRPr="00AB227B" w:rsidRDefault="000F05B1" w:rsidP="00E56D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56DC9" w:rsidRPr="00AB227B" w14:paraId="74D9C714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4DAC8FDB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7017A690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565DD2A1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68664F1D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Organe de mașini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37F60991" w14:textId="77777777" w:rsidR="00E56DC9" w:rsidRPr="00AB227B" w:rsidRDefault="00E56DC9" w:rsidP="00E56D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</w:t>
            </w:r>
          </w:p>
        </w:tc>
      </w:tr>
      <w:tr w:rsidR="00E56DC9" w:rsidRPr="00AB227B" w14:paraId="0177E025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61B74E70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50490869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1CD4894D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20A40AB1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Organe de mașini și asamblări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503AF939" w14:textId="77777777" w:rsidR="00E56DC9" w:rsidRPr="00AB227B" w:rsidRDefault="00E56DC9" w:rsidP="00E56D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</w:t>
            </w:r>
          </w:p>
        </w:tc>
      </w:tr>
      <w:tr w:rsidR="00E56DC9" w:rsidRPr="00AB227B" w14:paraId="03A21B9F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6EDE9626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6C331E2C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001978CC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6C3BD27E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Organe de mașini și mecanisme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4E07284E" w14:textId="77777777" w:rsidR="00E56DC9" w:rsidRPr="00AB227B" w:rsidRDefault="00E56DC9" w:rsidP="00E56D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</w:t>
            </w:r>
          </w:p>
        </w:tc>
      </w:tr>
      <w:tr w:rsidR="00E56DC9" w:rsidRPr="00AB227B" w14:paraId="1A4F424F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7D0A49B9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0EBB296F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3D31381A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244220CD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Planificarea și organizarea producției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17F12CC5" w14:textId="77777777" w:rsidR="00E56DC9" w:rsidRPr="00AB227B" w:rsidRDefault="00E56DC9" w:rsidP="00E56D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</w:t>
            </w:r>
          </w:p>
        </w:tc>
      </w:tr>
      <w:tr w:rsidR="000F05B1" w:rsidRPr="00AB227B" w14:paraId="5C409745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</w:tcPr>
          <w:p w14:paraId="7FF4D25C" w14:textId="77777777" w:rsidR="000F05B1" w:rsidRPr="00AB227B" w:rsidRDefault="000F05B1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</w:tcPr>
          <w:p w14:paraId="6E370084" w14:textId="77777777" w:rsidR="000F05B1" w:rsidRPr="00AB227B" w:rsidRDefault="000F05B1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</w:tcPr>
          <w:p w14:paraId="4F1BB3C6" w14:textId="77777777" w:rsidR="000F05B1" w:rsidRPr="00AB227B" w:rsidRDefault="000F05B1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74CC9B74" w14:textId="535C294E" w:rsidR="000F05B1" w:rsidRPr="00AB227B" w:rsidRDefault="000F05B1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Planificarea, organizarea și asigurarea calității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687499E3" w14:textId="77777777" w:rsidR="000F05B1" w:rsidRPr="00AB227B" w:rsidRDefault="000F05B1" w:rsidP="00E56D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0F05B1" w:rsidRPr="00AB227B" w14:paraId="723B7DEB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</w:tcPr>
          <w:p w14:paraId="29B49167" w14:textId="77777777" w:rsidR="000F05B1" w:rsidRPr="00AB227B" w:rsidRDefault="000F05B1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</w:tcPr>
          <w:p w14:paraId="0F3ADF4B" w14:textId="77777777" w:rsidR="000F05B1" w:rsidRPr="00AB227B" w:rsidRDefault="000F05B1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</w:tcPr>
          <w:p w14:paraId="60950B49" w14:textId="77777777" w:rsidR="000F05B1" w:rsidRPr="00AB227B" w:rsidRDefault="000F05B1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50DED935" w14:textId="63D66163" w:rsidR="000F05B1" w:rsidRPr="00AB227B" w:rsidRDefault="000F05B1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Planificarea producției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103F94C8" w14:textId="77777777" w:rsidR="000F05B1" w:rsidRPr="00AB227B" w:rsidRDefault="000F05B1" w:rsidP="00E56D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0F05B1" w:rsidRPr="00AB227B" w14:paraId="75D1DFE9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</w:tcPr>
          <w:p w14:paraId="623BF500" w14:textId="77777777" w:rsidR="000F05B1" w:rsidRPr="00AB227B" w:rsidRDefault="000F05B1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</w:tcPr>
          <w:p w14:paraId="3132EFE5" w14:textId="77777777" w:rsidR="000F05B1" w:rsidRPr="00AB227B" w:rsidRDefault="000F05B1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</w:tcPr>
          <w:p w14:paraId="0A29F771" w14:textId="77777777" w:rsidR="000F05B1" w:rsidRPr="00AB227B" w:rsidRDefault="000F05B1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070655F6" w14:textId="54A0E05C" w:rsidR="000F05B1" w:rsidRPr="00AB227B" w:rsidRDefault="000F05B1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Prezentări multimedia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191C82C8" w14:textId="77777777" w:rsidR="000F05B1" w:rsidRPr="00AB227B" w:rsidRDefault="000F05B1" w:rsidP="00E56D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0F05B1" w:rsidRPr="00AB227B" w14:paraId="1590A89F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</w:tcPr>
          <w:p w14:paraId="11F671FA" w14:textId="77777777" w:rsidR="000F05B1" w:rsidRPr="00AB227B" w:rsidRDefault="000F05B1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</w:tcPr>
          <w:p w14:paraId="367F31C1" w14:textId="77777777" w:rsidR="000F05B1" w:rsidRPr="00AB227B" w:rsidRDefault="000F05B1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</w:tcPr>
          <w:p w14:paraId="48A4855A" w14:textId="77777777" w:rsidR="000F05B1" w:rsidRPr="00AB227B" w:rsidRDefault="000F05B1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6A9CB3BF" w14:textId="5CA64496" w:rsidR="000F05B1" w:rsidRPr="00AB227B" w:rsidRDefault="000F05B1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Proiectarea asistată de calculator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18A88F5D" w14:textId="77777777" w:rsidR="000F05B1" w:rsidRPr="00AB227B" w:rsidRDefault="000F05B1" w:rsidP="00E56D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0F05B1" w:rsidRPr="00AB227B" w14:paraId="69E2646C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</w:tcPr>
          <w:p w14:paraId="7FC44063" w14:textId="77777777" w:rsidR="000F05B1" w:rsidRPr="00AB227B" w:rsidRDefault="000F05B1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</w:tcPr>
          <w:p w14:paraId="26E70250" w14:textId="77777777" w:rsidR="000F05B1" w:rsidRPr="00AB227B" w:rsidRDefault="000F05B1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</w:tcPr>
          <w:p w14:paraId="075083B8" w14:textId="77777777" w:rsidR="000F05B1" w:rsidRPr="00AB227B" w:rsidRDefault="000F05B1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36D9D65A" w14:textId="2B0FBF54" w:rsidR="000F05B1" w:rsidRPr="00AB227B" w:rsidRDefault="000F05B1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Realizarea desenelor în 3 D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5E01107D" w14:textId="77777777" w:rsidR="000F05B1" w:rsidRPr="00AB227B" w:rsidRDefault="000F05B1" w:rsidP="00E56D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56DC9" w:rsidRPr="00AB227B" w14:paraId="0D086E48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6DAF81C6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01128829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3EFE50DB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3D70B1BC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Reprezentarea organelor de mașini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275F45E0" w14:textId="77777777" w:rsidR="00E56DC9" w:rsidRPr="00AB227B" w:rsidRDefault="00E56DC9" w:rsidP="00E56D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</w:t>
            </w:r>
          </w:p>
        </w:tc>
      </w:tr>
      <w:tr w:rsidR="00E56DC9" w:rsidRPr="00AB227B" w14:paraId="22A010AC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177B73B6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7612BF64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48455AF6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27BF5E1E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Reprezentarea pieselor mecanice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738A7B10" w14:textId="77777777" w:rsidR="00E56DC9" w:rsidRPr="00AB227B" w:rsidRDefault="00E56DC9" w:rsidP="00E56D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</w:t>
            </w:r>
          </w:p>
        </w:tc>
      </w:tr>
      <w:tr w:rsidR="00E56DC9" w:rsidRPr="00AB227B" w14:paraId="0D95797A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71AC53B3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7B13E339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450102CF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52D597D7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Sănătatea și securitatea muncii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672EE85F" w14:textId="77777777" w:rsidR="00E56DC9" w:rsidRPr="00AB227B" w:rsidRDefault="00E56DC9" w:rsidP="00E56D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</w:t>
            </w:r>
          </w:p>
        </w:tc>
      </w:tr>
      <w:tr w:rsidR="000F05B1" w:rsidRPr="00AB227B" w14:paraId="42A2857C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</w:tcPr>
          <w:p w14:paraId="5D60D6FB" w14:textId="77777777" w:rsidR="000F05B1" w:rsidRPr="00AB227B" w:rsidRDefault="000F05B1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</w:tcPr>
          <w:p w14:paraId="67243E29" w14:textId="77777777" w:rsidR="000F05B1" w:rsidRPr="00AB227B" w:rsidRDefault="000F05B1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</w:tcPr>
          <w:p w14:paraId="7471A912" w14:textId="77777777" w:rsidR="000F05B1" w:rsidRPr="00AB227B" w:rsidRDefault="000F05B1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4770133F" w14:textId="664A5345" w:rsidR="000F05B1" w:rsidRPr="00AB227B" w:rsidRDefault="000F05B1" w:rsidP="007B4A3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Senzori, traductoare </w:t>
            </w:r>
            <w:r w:rsidR="007B4A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</w:t>
            </w: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 automate programabile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319F2D88" w14:textId="77777777" w:rsidR="000F05B1" w:rsidRPr="00AB227B" w:rsidRDefault="000F05B1" w:rsidP="00E56D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56DC9" w:rsidRPr="00AB227B" w14:paraId="242EF6D2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3A62058D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5D7BCFF5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71E5CCC2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17ED17C1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Sisteme de acționare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7DB50287" w14:textId="77777777" w:rsidR="00E56DC9" w:rsidRPr="00AB227B" w:rsidRDefault="00E56DC9" w:rsidP="00E56D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</w:t>
            </w:r>
          </w:p>
        </w:tc>
      </w:tr>
      <w:tr w:rsidR="000F05B1" w:rsidRPr="00AB227B" w14:paraId="0DC08D03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</w:tcPr>
          <w:p w14:paraId="6FA96516" w14:textId="77777777" w:rsidR="000F05B1" w:rsidRPr="00AB227B" w:rsidRDefault="000F05B1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</w:tcPr>
          <w:p w14:paraId="5097FEC4" w14:textId="77777777" w:rsidR="000F05B1" w:rsidRPr="00AB227B" w:rsidRDefault="000F05B1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</w:tcPr>
          <w:p w14:paraId="7215961E" w14:textId="77777777" w:rsidR="000F05B1" w:rsidRPr="00AB227B" w:rsidRDefault="000F05B1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412CF2D6" w14:textId="027A98A5" w:rsidR="000F05B1" w:rsidRPr="00AB227B" w:rsidRDefault="000F05B1" w:rsidP="007B4A3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Sisteme de ac</w:t>
            </w:r>
            <w:r w:rsidR="007B4A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ionare electrică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746CD1FB" w14:textId="77777777" w:rsidR="000F05B1" w:rsidRPr="00AB227B" w:rsidRDefault="000F05B1" w:rsidP="00E56D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0F05B1" w:rsidRPr="00AB227B" w14:paraId="47673944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</w:tcPr>
          <w:p w14:paraId="371ED794" w14:textId="77777777" w:rsidR="000F05B1" w:rsidRPr="00AB227B" w:rsidRDefault="000F05B1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</w:tcPr>
          <w:p w14:paraId="35411F29" w14:textId="77777777" w:rsidR="000F05B1" w:rsidRPr="00AB227B" w:rsidRDefault="000F05B1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</w:tcPr>
          <w:p w14:paraId="1E552BEF" w14:textId="77777777" w:rsidR="000F05B1" w:rsidRPr="00AB227B" w:rsidRDefault="000F05B1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4483209A" w14:textId="5E0CCCE1" w:rsidR="000F05B1" w:rsidRPr="00AB227B" w:rsidRDefault="000F05B1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Sisteme de măsurare a parametrilor de zbor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7586974C" w14:textId="77777777" w:rsidR="000F05B1" w:rsidRPr="00AB227B" w:rsidRDefault="000F05B1" w:rsidP="00E56D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56DC9" w:rsidRPr="00AB227B" w14:paraId="121AEEA5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38BFA0D8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2A8A4E0B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16E0D217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49E88AE1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Sisteme de transport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7924C15C" w14:textId="77777777" w:rsidR="00E56DC9" w:rsidRPr="00AB227B" w:rsidRDefault="00E56DC9" w:rsidP="00E56D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</w:t>
            </w:r>
          </w:p>
        </w:tc>
      </w:tr>
      <w:tr w:rsidR="00E56DC9" w:rsidRPr="00AB227B" w14:paraId="1F6E6436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2E41EC1C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320BC28B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08331635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2AE79C36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Sisteme electro-hidropneumatice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12609CDC" w14:textId="77777777" w:rsidR="00E56DC9" w:rsidRPr="00AB227B" w:rsidRDefault="00E56DC9" w:rsidP="00E56D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</w:t>
            </w:r>
          </w:p>
        </w:tc>
      </w:tr>
      <w:tr w:rsidR="00E56DC9" w:rsidRPr="00AB227B" w14:paraId="4B76CB9E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69073F9C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56203543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2CA83344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4BC38F12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Sisteme electromecanice pentru aeronave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28547770" w14:textId="77777777" w:rsidR="00E56DC9" w:rsidRPr="00AB227B" w:rsidRDefault="00E56DC9" w:rsidP="00E56D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</w:t>
            </w:r>
          </w:p>
        </w:tc>
      </w:tr>
      <w:tr w:rsidR="00E56DC9" w:rsidRPr="00AB227B" w14:paraId="61300C84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276E54A0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4EB14B00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029726C8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7BB769B8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Sisteme și tehnologii de fabricație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465FB859" w14:textId="77777777" w:rsidR="00E56DC9" w:rsidRPr="00AB227B" w:rsidRDefault="00E56DC9" w:rsidP="00E56D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</w:t>
            </w:r>
          </w:p>
        </w:tc>
      </w:tr>
      <w:tr w:rsidR="00E56DC9" w:rsidRPr="00AB227B" w14:paraId="61B71D80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0B5D0A29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0B5B7115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4E0DF038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07C57A06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Sisteme tehnice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3DE6FE50" w14:textId="77777777" w:rsidR="00E56DC9" w:rsidRPr="00AB227B" w:rsidRDefault="00E56DC9" w:rsidP="00E56D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58</w:t>
            </w:r>
          </w:p>
        </w:tc>
      </w:tr>
      <w:tr w:rsidR="00E56DC9" w:rsidRPr="00AB227B" w14:paraId="6ED98C0A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48F39A8E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447D185F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0E1CC5BD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00DA933E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Sisteme, echipamente și aparate de bord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5C4F721C" w14:textId="77777777" w:rsidR="00E56DC9" w:rsidRPr="00AB227B" w:rsidRDefault="00E56DC9" w:rsidP="00E56D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59</w:t>
            </w:r>
          </w:p>
        </w:tc>
      </w:tr>
      <w:tr w:rsidR="00E56DC9" w:rsidRPr="00AB227B" w14:paraId="08175FE1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2ADE4835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2C84D460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7ED42669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2BD28B8C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Sistemele electrice și electronice ale autovehiculelor rutiere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47404802" w14:textId="77777777" w:rsidR="00E56DC9" w:rsidRPr="00AB227B" w:rsidRDefault="00E56DC9" w:rsidP="00E56D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</w:t>
            </w:r>
          </w:p>
        </w:tc>
      </w:tr>
      <w:tr w:rsidR="00E56DC9" w:rsidRPr="00AB227B" w14:paraId="52FDE816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03C5E47A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59DAD677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3B626B46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49BA2051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Solicitări și măsurări tehnice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04768CA2" w14:textId="77777777" w:rsidR="00E56DC9" w:rsidRPr="00AB227B" w:rsidRDefault="00E56DC9" w:rsidP="00E56D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61</w:t>
            </w:r>
          </w:p>
        </w:tc>
      </w:tr>
      <w:tr w:rsidR="00E56DC9" w:rsidRPr="00AB227B" w14:paraId="4733BB89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71BD6789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0A39E0EB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69764B72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7A393777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Stagii de pregătire practică – CDL clasa a IX-a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0011D562" w14:textId="77777777" w:rsidR="00E56DC9" w:rsidRPr="00AB227B" w:rsidRDefault="00E56DC9" w:rsidP="00E56D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62</w:t>
            </w:r>
          </w:p>
        </w:tc>
      </w:tr>
      <w:tr w:rsidR="00E56DC9" w:rsidRPr="00AB227B" w14:paraId="64B0F9E5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26AE53AF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08CD2AAF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41EB2157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746ACF0F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Stagii de pregătire practică – CDL clasa a X-a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40966517" w14:textId="77777777" w:rsidR="00E56DC9" w:rsidRPr="00AB227B" w:rsidRDefault="00E56DC9" w:rsidP="00E56D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</w:t>
            </w:r>
          </w:p>
        </w:tc>
      </w:tr>
      <w:tr w:rsidR="00E56DC9" w:rsidRPr="00AB227B" w14:paraId="7BD0156C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746FBE86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7DED0FF0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0A8974BC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564FFE3A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Stagiu de pregătire practică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55D8DE2C" w14:textId="77777777" w:rsidR="00E56DC9" w:rsidRPr="00AB227B" w:rsidRDefault="00E56DC9" w:rsidP="00E56D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64</w:t>
            </w:r>
          </w:p>
        </w:tc>
      </w:tr>
      <w:tr w:rsidR="000F05B1" w:rsidRPr="00AB227B" w14:paraId="3ED0C040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</w:tcPr>
          <w:p w14:paraId="711F902B" w14:textId="77777777" w:rsidR="000F05B1" w:rsidRPr="00AB227B" w:rsidRDefault="000F05B1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</w:tcPr>
          <w:p w14:paraId="62EAAEF1" w14:textId="77777777" w:rsidR="000F05B1" w:rsidRPr="00AB227B" w:rsidRDefault="000F05B1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</w:tcPr>
          <w:p w14:paraId="60462DFD" w14:textId="77777777" w:rsidR="000F05B1" w:rsidRPr="00AB227B" w:rsidRDefault="000F05B1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7F5F25F6" w14:textId="3A9CEF9F" w:rsidR="000F05B1" w:rsidRPr="00AB227B" w:rsidRDefault="000F05B1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Surse regenerabile de energie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</w:tcPr>
          <w:p w14:paraId="00405385" w14:textId="77777777" w:rsidR="000F05B1" w:rsidRPr="00AB227B" w:rsidRDefault="000F05B1" w:rsidP="00E56D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56DC9" w:rsidRPr="00AB227B" w14:paraId="091B8598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78D2CF76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4A6DCC31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713F440C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23226ECE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Tehnici de măsurare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7B01A4C8" w14:textId="77777777" w:rsidR="00E56DC9" w:rsidRPr="00AB227B" w:rsidRDefault="00E56DC9" w:rsidP="00E56D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65</w:t>
            </w:r>
          </w:p>
        </w:tc>
      </w:tr>
      <w:tr w:rsidR="00E56DC9" w:rsidRPr="00AB227B" w14:paraId="53114ADB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7FE0D249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6EF031F4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0FB94C2A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52AB97BC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Tehnologia elaborării și prelucrării semifabricatelor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1BE8F525" w14:textId="77777777" w:rsidR="00E56DC9" w:rsidRPr="00AB227B" w:rsidRDefault="00E56DC9" w:rsidP="00E56D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66</w:t>
            </w:r>
          </w:p>
        </w:tc>
      </w:tr>
      <w:tr w:rsidR="00E56DC9" w:rsidRPr="00AB227B" w14:paraId="53EAA087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59719929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760D9F6B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03A9D0CC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24BBDE94" w14:textId="77777777" w:rsidR="00E56DC9" w:rsidRPr="00AB227B" w:rsidRDefault="00E56DC9" w:rsidP="00E56D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Tehnologia lucrărilor mecanice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56569DA5" w14:textId="77777777" w:rsidR="00E56DC9" w:rsidRPr="00AB227B" w:rsidRDefault="00E56DC9" w:rsidP="00E56D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67</w:t>
            </w:r>
          </w:p>
        </w:tc>
      </w:tr>
      <w:tr w:rsidR="000F05B1" w:rsidRPr="00AB227B" w14:paraId="5E60C6B4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6B1D2FDC" w14:textId="77777777" w:rsidR="000F05B1" w:rsidRPr="00AB227B" w:rsidRDefault="000F05B1" w:rsidP="000F05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59C1FC70" w14:textId="77777777" w:rsidR="000F05B1" w:rsidRPr="00AB227B" w:rsidRDefault="000F05B1" w:rsidP="000F05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01FE35B9" w14:textId="77777777" w:rsidR="000F05B1" w:rsidRPr="00AB227B" w:rsidRDefault="000F05B1" w:rsidP="000F05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105FB64E" w14:textId="3D6B4A34" w:rsidR="000F05B1" w:rsidRPr="00AB227B" w:rsidRDefault="000F05B1" w:rsidP="000F05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Tehnologia prelucrărilor la cald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42E17560" w14:textId="77777777" w:rsidR="000F05B1" w:rsidRPr="00AB227B" w:rsidRDefault="000F05B1" w:rsidP="000F05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68</w:t>
            </w:r>
          </w:p>
        </w:tc>
      </w:tr>
      <w:tr w:rsidR="00AB227B" w:rsidRPr="00AB227B" w14:paraId="133751CE" w14:textId="77777777" w:rsidTr="000F05B1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41B3D7A2" w14:textId="77777777" w:rsidR="000F05B1" w:rsidRPr="00AB227B" w:rsidRDefault="000F05B1" w:rsidP="000F05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2B643F70" w14:textId="77777777" w:rsidR="000F05B1" w:rsidRPr="00AB227B" w:rsidRDefault="000F05B1" w:rsidP="000F05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3FE28082" w14:textId="77777777" w:rsidR="000F05B1" w:rsidRPr="00AB227B" w:rsidRDefault="000F05B1" w:rsidP="000F05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6F68C661" w14:textId="580A78DE" w:rsidR="000F05B1" w:rsidRPr="00AB227B" w:rsidRDefault="000F05B1" w:rsidP="000F05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Tehnologii de asamblare mecanică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218F5833" w14:textId="77777777" w:rsidR="000F05B1" w:rsidRPr="00AB227B" w:rsidRDefault="000F05B1" w:rsidP="000F05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69</w:t>
            </w:r>
          </w:p>
        </w:tc>
      </w:tr>
      <w:tr w:rsidR="00AB227B" w:rsidRPr="00AB227B" w14:paraId="63B1AC0C" w14:textId="77777777" w:rsidTr="000F05B1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4C4A04EE" w14:textId="77777777" w:rsidR="000F05B1" w:rsidRPr="00AB227B" w:rsidRDefault="000F05B1" w:rsidP="000F05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4EAC0809" w14:textId="77777777" w:rsidR="000F05B1" w:rsidRPr="00AB227B" w:rsidRDefault="000F05B1" w:rsidP="000F05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38BD187D" w14:textId="77777777" w:rsidR="000F05B1" w:rsidRPr="00AB227B" w:rsidRDefault="000F05B1" w:rsidP="000F05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4961375F" w14:textId="359EFFBE" w:rsidR="000F05B1" w:rsidRPr="00AB227B" w:rsidRDefault="000F05B1" w:rsidP="000F05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Tehnologii de reparație a aeronavelor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319607B0" w14:textId="77777777" w:rsidR="000F05B1" w:rsidRPr="00AB227B" w:rsidRDefault="000F05B1" w:rsidP="000F05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</w:t>
            </w:r>
          </w:p>
        </w:tc>
      </w:tr>
      <w:tr w:rsidR="000F05B1" w:rsidRPr="00AB227B" w14:paraId="7EB71C93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322242A5" w14:textId="77777777" w:rsidR="000F05B1" w:rsidRPr="00AB227B" w:rsidRDefault="000F05B1" w:rsidP="000F05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67637833" w14:textId="77777777" w:rsidR="000F05B1" w:rsidRPr="00AB227B" w:rsidRDefault="000F05B1" w:rsidP="000F05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6E072892" w14:textId="77777777" w:rsidR="000F05B1" w:rsidRPr="00AB227B" w:rsidRDefault="000F05B1" w:rsidP="000F05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23AC6665" w14:textId="77777777" w:rsidR="000F05B1" w:rsidRPr="00AB227B" w:rsidRDefault="000F05B1" w:rsidP="000F05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Traductoare utilizate în automatizări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27E10630" w14:textId="77777777" w:rsidR="000F05B1" w:rsidRPr="00AB227B" w:rsidRDefault="000F05B1" w:rsidP="000F05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71</w:t>
            </w:r>
          </w:p>
        </w:tc>
      </w:tr>
      <w:tr w:rsidR="000F05B1" w:rsidRPr="00AB227B" w14:paraId="22B9AC65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51D03BFF" w14:textId="77777777" w:rsidR="000F05B1" w:rsidRPr="00AB227B" w:rsidRDefault="000F05B1" w:rsidP="000F05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3C9A8492" w14:textId="77777777" w:rsidR="000F05B1" w:rsidRPr="00AB227B" w:rsidRDefault="000F05B1" w:rsidP="000F05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0EDCB434" w14:textId="77777777" w:rsidR="000F05B1" w:rsidRPr="00AB227B" w:rsidRDefault="000F05B1" w:rsidP="000F05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43F9D63A" w14:textId="77777777" w:rsidR="000F05B1" w:rsidRPr="00AB227B" w:rsidRDefault="000F05B1" w:rsidP="000F05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Transmisii mecanice și mecanisme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629C56C5" w14:textId="77777777" w:rsidR="000F05B1" w:rsidRPr="00AB227B" w:rsidRDefault="000F05B1" w:rsidP="000F05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72</w:t>
            </w:r>
          </w:p>
        </w:tc>
      </w:tr>
      <w:tr w:rsidR="000F05B1" w:rsidRPr="00AB227B" w14:paraId="2F160672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48175696" w14:textId="77777777" w:rsidR="000F05B1" w:rsidRPr="00AB227B" w:rsidRDefault="000F05B1" w:rsidP="000F05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4261A5AA" w14:textId="77777777" w:rsidR="000F05B1" w:rsidRPr="00AB227B" w:rsidRDefault="000F05B1" w:rsidP="000F05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371D372F" w14:textId="77777777" w:rsidR="000F05B1" w:rsidRPr="00AB227B" w:rsidRDefault="000F05B1" w:rsidP="000F05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76DAEA66" w14:textId="7FC37135" w:rsidR="000F05B1" w:rsidRPr="00AB227B" w:rsidRDefault="000F05B1" w:rsidP="000F05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Tratamente termice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475F5393" w14:textId="77777777" w:rsidR="000F05B1" w:rsidRPr="00AB227B" w:rsidRDefault="000F05B1" w:rsidP="000F05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73</w:t>
            </w:r>
          </w:p>
        </w:tc>
      </w:tr>
      <w:tr w:rsidR="00AB227B" w:rsidRPr="00AB227B" w14:paraId="553C82CC" w14:textId="77777777" w:rsidTr="000F05B1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7B02074C" w14:textId="77777777" w:rsidR="000F05B1" w:rsidRPr="00AB227B" w:rsidRDefault="000F05B1" w:rsidP="000F05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17DEDE2E" w14:textId="77777777" w:rsidR="000F05B1" w:rsidRPr="00AB227B" w:rsidRDefault="000F05B1" w:rsidP="000F05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5BFE5005" w14:textId="77777777" w:rsidR="000F05B1" w:rsidRPr="00AB227B" w:rsidRDefault="000F05B1" w:rsidP="000F05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4650AA54" w14:textId="07DB0A39" w:rsidR="000F05B1" w:rsidRPr="00AB227B" w:rsidRDefault="000F05B1" w:rsidP="000F05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Tratamente termice aplicate pieselor la cald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1FA3428B" w14:textId="77777777" w:rsidR="000F05B1" w:rsidRPr="00AB227B" w:rsidRDefault="000F05B1" w:rsidP="000F05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74</w:t>
            </w:r>
          </w:p>
        </w:tc>
      </w:tr>
      <w:tr w:rsidR="00AB227B" w:rsidRPr="00AB227B" w14:paraId="664F179F" w14:textId="77777777" w:rsidTr="000F05B1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0D729DB6" w14:textId="77777777" w:rsidR="000F05B1" w:rsidRPr="00AB227B" w:rsidRDefault="000F05B1" w:rsidP="000F05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0118FB2E" w14:textId="77777777" w:rsidR="000F05B1" w:rsidRPr="00AB227B" w:rsidRDefault="000F05B1" w:rsidP="000F05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3668BFB2" w14:textId="77777777" w:rsidR="000F05B1" w:rsidRPr="00AB227B" w:rsidRDefault="000F05B1" w:rsidP="000F05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</w:tcPr>
          <w:p w14:paraId="6B8EDB0A" w14:textId="7923EBDE" w:rsidR="000F05B1" w:rsidRPr="00AB227B" w:rsidRDefault="000F05B1" w:rsidP="000F05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Verificarea metrologică și etalonarea mijloacelor de măsurare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62760FF5" w14:textId="77777777" w:rsidR="000F05B1" w:rsidRPr="00AB227B" w:rsidRDefault="000F05B1" w:rsidP="000F05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75</w:t>
            </w:r>
          </w:p>
        </w:tc>
      </w:tr>
    </w:tbl>
    <w:p w14:paraId="44B2519D" w14:textId="4E7535A6" w:rsidR="0002101A" w:rsidRPr="00AB227B" w:rsidRDefault="0002101A" w:rsidP="00833FB7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0197FB4C" w14:textId="77777777" w:rsidR="000F05B1" w:rsidRPr="00AB227B" w:rsidRDefault="000F05B1" w:rsidP="00833FB7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3E904BDB" w14:textId="77777777" w:rsidR="000F05B1" w:rsidRPr="00AB227B" w:rsidRDefault="000F05B1" w:rsidP="00833FB7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467"/>
        <w:gridCol w:w="1245"/>
        <w:gridCol w:w="1793"/>
        <w:gridCol w:w="4137"/>
        <w:gridCol w:w="420"/>
      </w:tblGrid>
      <w:tr w:rsidR="00BA3CDF" w:rsidRPr="00AB227B" w14:paraId="76B7BC13" w14:textId="77777777" w:rsidTr="00BA3CDF">
        <w:trPr>
          <w:cantSplit/>
          <w:trHeight w:val="20"/>
          <w:tblHeader/>
        </w:trPr>
        <w:tc>
          <w:tcPr>
            <w:tcW w:w="1467" w:type="dxa"/>
            <w:shd w:val="clear" w:color="auto" w:fill="EDEDED" w:themeFill="accent3" w:themeFillTint="33"/>
            <w:tcMar>
              <w:left w:w="28" w:type="dxa"/>
              <w:right w:w="28" w:type="dxa"/>
            </w:tcMar>
            <w:vAlign w:val="center"/>
            <w:hideMark/>
          </w:tcPr>
          <w:p w14:paraId="5814E98A" w14:textId="34B95302" w:rsidR="00BA3CDF" w:rsidRPr="00AB227B" w:rsidRDefault="00BA3CDF" w:rsidP="00833F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Nivel</w:t>
            </w:r>
          </w:p>
        </w:tc>
        <w:tc>
          <w:tcPr>
            <w:tcW w:w="1245" w:type="dxa"/>
            <w:shd w:val="clear" w:color="auto" w:fill="EDEDED" w:themeFill="accent3" w:themeFillTint="33"/>
            <w:tcMar>
              <w:left w:w="28" w:type="dxa"/>
              <w:right w:w="28" w:type="dxa"/>
            </w:tcMar>
            <w:vAlign w:val="center"/>
            <w:hideMark/>
          </w:tcPr>
          <w:p w14:paraId="35504014" w14:textId="77777777" w:rsidR="00BA3CDF" w:rsidRPr="00AB227B" w:rsidRDefault="00BA3CDF" w:rsidP="00833F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Domeniul</w:t>
            </w:r>
          </w:p>
        </w:tc>
        <w:tc>
          <w:tcPr>
            <w:tcW w:w="1793" w:type="dxa"/>
            <w:shd w:val="clear" w:color="auto" w:fill="EDEDED" w:themeFill="accent3" w:themeFillTint="33"/>
            <w:tcMar>
              <w:left w:w="28" w:type="dxa"/>
              <w:right w:w="28" w:type="dxa"/>
            </w:tcMar>
            <w:vAlign w:val="center"/>
            <w:hideMark/>
          </w:tcPr>
          <w:p w14:paraId="62B71D26" w14:textId="77777777" w:rsidR="00BA3CDF" w:rsidRPr="00AB227B" w:rsidRDefault="00BA3CDF" w:rsidP="00833F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Profilul postului/catedrei</w:t>
            </w:r>
          </w:p>
        </w:tc>
        <w:tc>
          <w:tcPr>
            <w:tcW w:w="4137" w:type="dxa"/>
            <w:shd w:val="clear" w:color="auto" w:fill="EDEDED" w:themeFill="accent3" w:themeFillTint="33"/>
            <w:tcMar>
              <w:left w:w="28" w:type="dxa"/>
              <w:right w:w="28" w:type="dxa"/>
            </w:tcMar>
            <w:vAlign w:val="center"/>
            <w:hideMark/>
          </w:tcPr>
          <w:p w14:paraId="25E62B80" w14:textId="77777777" w:rsidR="00BA3CDF" w:rsidRPr="00AB227B" w:rsidRDefault="00BA3CDF" w:rsidP="00833F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Discipline/module din profilul postului / catedrei</w:t>
            </w:r>
          </w:p>
        </w:tc>
        <w:tc>
          <w:tcPr>
            <w:tcW w:w="420" w:type="dxa"/>
            <w:vMerge w:val="restart"/>
            <w:shd w:val="clear" w:color="auto" w:fill="EDEDED" w:themeFill="accent3" w:themeFillTint="33"/>
            <w:tcMar>
              <w:left w:w="28" w:type="dxa"/>
              <w:right w:w="28" w:type="dxa"/>
            </w:tcMar>
            <w:vAlign w:val="center"/>
            <w:hideMark/>
          </w:tcPr>
          <w:p w14:paraId="0A1F882C" w14:textId="77777777" w:rsidR="00BA3CDF" w:rsidRPr="00AB227B" w:rsidRDefault="00BA3CDF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Nr. crt.</w:t>
            </w:r>
          </w:p>
        </w:tc>
      </w:tr>
      <w:tr w:rsidR="00BA3CDF" w:rsidRPr="00AB227B" w14:paraId="59459455" w14:textId="77777777" w:rsidTr="00BA3CDF">
        <w:trPr>
          <w:cantSplit/>
          <w:trHeight w:val="20"/>
          <w:tblHeader/>
        </w:trPr>
        <w:tc>
          <w:tcPr>
            <w:tcW w:w="1467" w:type="dxa"/>
            <w:shd w:val="clear" w:color="auto" w:fill="EDEDED" w:themeFill="accent3" w:themeFillTint="33"/>
            <w:tcMar>
              <w:left w:w="28" w:type="dxa"/>
              <w:right w:w="28" w:type="dxa"/>
            </w:tcMar>
            <w:vAlign w:val="center"/>
            <w:hideMark/>
          </w:tcPr>
          <w:p w14:paraId="01B718AC" w14:textId="07F1BE5E" w:rsidR="00BA3CDF" w:rsidRPr="00AB227B" w:rsidRDefault="00BA3CDF" w:rsidP="00833F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Învățământ profesional</w:t>
            </w:r>
          </w:p>
        </w:tc>
        <w:tc>
          <w:tcPr>
            <w:tcW w:w="1245" w:type="dxa"/>
            <w:shd w:val="clear" w:color="auto" w:fill="EDEDED" w:themeFill="accent3" w:themeFillTint="33"/>
            <w:tcMar>
              <w:left w:w="28" w:type="dxa"/>
              <w:right w:w="28" w:type="dxa"/>
            </w:tcMar>
            <w:vAlign w:val="center"/>
            <w:hideMark/>
          </w:tcPr>
          <w:p w14:paraId="683A2405" w14:textId="77777777" w:rsidR="00BA3CDF" w:rsidRPr="00AB227B" w:rsidRDefault="00BA3CDF" w:rsidP="00833F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17. Transporturi</w:t>
            </w:r>
          </w:p>
        </w:tc>
        <w:tc>
          <w:tcPr>
            <w:tcW w:w="1793" w:type="dxa"/>
            <w:shd w:val="clear" w:color="auto" w:fill="EDEDED" w:themeFill="accent3" w:themeFillTint="33"/>
            <w:tcMar>
              <w:left w:w="28" w:type="dxa"/>
              <w:right w:w="28" w:type="dxa"/>
            </w:tcMar>
            <w:vAlign w:val="center"/>
            <w:hideMark/>
          </w:tcPr>
          <w:p w14:paraId="1984D419" w14:textId="77777777" w:rsidR="00BA3CDF" w:rsidRPr="00AB227B" w:rsidRDefault="00BA3CDF" w:rsidP="00833F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17.4. Transporturi/ Transporturi aeronautice</w:t>
            </w:r>
          </w:p>
        </w:tc>
        <w:tc>
          <w:tcPr>
            <w:tcW w:w="4137" w:type="dxa"/>
            <w:shd w:val="clear" w:color="auto" w:fill="EDEDED" w:themeFill="accent3" w:themeFillTint="33"/>
            <w:tcMar>
              <w:left w:w="28" w:type="dxa"/>
              <w:right w:w="28" w:type="dxa"/>
            </w:tcMar>
            <w:vAlign w:val="center"/>
            <w:hideMark/>
          </w:tcPr>
          <w:p w14:paraId="17C98C5D" w14:textId="77777777" w:rsidR="00BA3CDF" w:rsidRPr="00AB227B" w:rsidRDefault="00BA3CDF" w:rsidP="00833F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ANEXA 17.4</w:t>
            </w:r>
          </w:p>
        </w:tc>
        <w:tc>
          <w:tcPr>
            <w:tcW w:w="420" w:type="dxa"/>
            <w:vMerge/>
            <w:shd w:val="clear" w:color="auto" w:fill="EDEDED" w:themeFill="accent3" w:themeFillTint="33"/>
            <w:tcMar>
              <w:left w:w="28" w:type="dxa"/>
              <w:right w:w="28" w:type="dxa"/>
            </w:tcMar>
            <w:vAlign w:val="center"/>
            <w:hideMark/>
          </w:tcPr>
          <w:p w14:paraId="2A1A97FD" w14:textId="6020D6D1" w:rsidR="00BA3CDF" w:rsidRPr="00AB227B" w:rsidRDefault="00BA3CDF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C652C7" w:rsidRPr="00AB227B" w14:paraId="1A173387" w14:textId="77777777" w:rsidTr="00BA3CDF">
        <w:trPr>
          <w:cantSplit/>
          <w:trHeight w:val="20"/>
        </w:trPr>
        <w:tc>
          <w:tcPr>
            <w:tcW w:w="1467" w:type="dxa"/>
            <w:vMerge w:val="restart"/>
            <w:tcMar>
              <w:left w:w="28" w:type="dxa"/>
              <w:right w:w="28" w:type="dxa"/>
            </w:tcMar>
            <w:hideMark/>
          </w:tcPr>
          <w:p w14:paraId="5D586F6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5" w:type="dxa"/>
            <w:vMerge w:val="restart"/>
            <w:tcMar>
              <w:left w:w="28" w:type="dxa"/>
              <w:right w:w="28" w:type="dxa"/>
            </w:tcMar>
            <w:hideMark/>
          </w:tcPr>
          <w:p w14:paraId="24B672D3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793" w:type="dxa"/>
            <w:vMerge w:val="restart"/>
            <w:tcMar>
              <w:left w:w="28" w:type="dxa"/>
              <w:right w:w="28" w:type="dxa"/>
            </w:tcMar>
            <w:hideMark/>
          </w:tcPr>
          <w:p w14:paraId="065FC92B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23B53929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Aerodinamica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7A5E98C2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</w:tr>
      <w:tr w:rsidR="00C652C7" w:rsidRPr="00AB227B" w14:paraId="19ED4953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07208F0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071A9505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21D3A62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4F98F423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Aliaje pentru turnare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39DACCBD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</w:tr>
      <w:tr w:rsidR="00C652C7" w:rsidRPr="00AB227B" w14:paraId="734B5E71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3F22C6C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342F862C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1E3B1855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5C21404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Asamblarea ștanțelor și matrițelor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02AAF37B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</w:tr>
      <w:tr w:rsidR="00C652C7" w:rsidRPr="00AB227B" w14:paraId="34398D72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2D730E1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31EF53B4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456AFCB4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346D56D7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Asamblări mecanice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61A93A97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</w:tr>
      <w:tr w:rsidR="00C652C7" w:rsidRPr="00AB227B" w14:paraId="470BE72C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1EF4190C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1571918B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40E92D1B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4C7433B5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Bazele zborului aeronavelor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20F08ADC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</w:tr>
      <w:tr w:rsidR="00C652C7" w:rsidRPr="00AB227B" w14:paraId="14C00C37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2EB0673D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40756A59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737DB457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387C6FE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Calitatea produselor și serviciilor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18DDEC54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</w:tr>
      <w:tr w:rsidR="00C652C7" w:rsidRPr="00AB227B" w14:paraId="24224ADF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26A14837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145C1C3B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2CB3CA64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086838B2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CDL- clasa a IX-a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2153BA64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</w:tr>
      <w:tr w:rsidR="00C652C7" w:rsidRPr="00AB227B" w14:paraId="0D77A821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529F1DDC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3D495A63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421D5D29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7B8BB58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CDL- clasa a X-a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39BFC865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</w:tr>
      <w:tr w:rsidR="00C652C7" w:rsidRPr="00AB227B" w14:paraId="20BCA0F1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4279C0DF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53E8FE6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2C74BBF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155CBB72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CDL- clasa a XI-a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218FB26C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</w:tr>
      <w:tr w:rsidR="00C652C7" w:rsidRPr="00AB227B" w14:paraId="064D9FEE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7F7710D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15CF144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4448C1F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36466EC9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Componentele structurilor metalice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4714DC20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</w:tr>
      <w:tr w:rsidR="00C652C7" w:rsidRPr="00AB227B" w14:paraId="07A76B16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6AFD1AF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0AFF733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04F3823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0CD70FD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Consiliere și orientare clasa a IX-a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318648E6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</w:t>
            </w:r>
          </w:p>
        </w:tc>
      </w:tr>
      <w:tr w:rsidR="00C652C7" w:rsidRPr="00AB227B" w14:paraId="36CD959C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3CC3E21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41C46D0F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2798ABD9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27055DA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Consiliere și orientare clasa a X-a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13E79862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</w:p>
        </w:tc>
      </w:tr>
      <w:tr w:rsidR="00C652C7" w:rsidRPr="00AB227B" w14:paraId="7C60A1EC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07F14962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4E98E18F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5A12043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00378C1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Consiliere și orientare clasa a XI-a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6E062259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</w:t>
            </w:r>
          </w:p>
        </w:tc>
      </w:tr>
      <w:tr w:rsidR="00C652C7" w:rsidRPr="00AB227B" w14:paraId="56681CC8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2230D10C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45D08C0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6C97E99D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1AEA116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Construcția aeronavelor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20AAE035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</w:t>
            </w:r>
          </w:p>
        </w:tc>
      </w:tr>
      <w:tr w:rsidR="00C652C7" w:rsidRPr="00AB227B" w14:paraId="62DE6A62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73250217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6DCE1999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16B8FC7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51BB35A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Construcția structurii aeronavelor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160542C0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</w:t>
            </w:r>
          </w:p>
        </w:tc>
      </w:tr>
      <w:tr w:rsidR="00C652C7" w:rsidRPr="00AB227B" w14:paraId="4749AA77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09A41902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7760085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3A2BD3CF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3E6971A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Economia întreprinderii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6E3A227B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</w:t>
            </w:r>
          </w:p>
        </w:tc>
      </w:tr>
      <w:tr w:rsidR="00C652C7" w:rsidRPr="00AB227B" w14:paraId="6CAC9A9C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701D72B7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34C6CE5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49E7B79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597B6569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Elaborarea fontei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6DEE5E82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</w:t>
            </w:r>
          </w:p>
        </w:tc>
      </w:tr>
      <w:tr w:rsidR="00C652C7" w:rsidRPr="00AB227B" w14:paraId="59F68183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34B43667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0097DE45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5D36B02B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161136D2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Elaborarea oțelului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2D70C306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</w:t>
            </w:r>
          </w:p>
        </w:tc>
      </w:tr>
      <w:tr w:rsidR="00C652C7" w:rsidRPr="00AB227B" w14:paraId="44F16B68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60D3719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2ABA1A2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408B2C8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363729E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Executarea ștanțelor și matrițelor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7D4E6E7B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</w:t>
            </w:r>
          </w:p>
        </w:tc>
      </w:tr>
      <w:tr w:rsidR="00C652C7" w:rsidRPr="00AB227B" w14:paraId="42BFC612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7CB23F0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5D291655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0C4AA19C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2626924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Executarea utilajelor tehnologice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30C64E8A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</w:t>
            </w:r>
          </w:p>
        </w:tc>
      </w:tr>
      <w:tr w:rsidR="00C652C7" w:rsidRPr="00AB227B" w14:paraId="62B1FE2E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521E7462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7563B74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0D7A28C9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227B575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Fabricația structurii aeronavelor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70D2D13D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</w:t>
            </w:r>
          </w:p>
        </w:tc>
      </w:tr>
      <w:tr w:rsidR="00C652C7" w:rsidRPr="00AB227B" w14:paraId="524965B1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61710FA3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4971D3C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2ED5706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4D45D85D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Forme de turnare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0B8A436D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</w:t>
            </w:r>
          </w:p>
        </w:tc>
      </w:tr>
      <w:tr w:rsidR="00C652C7" w:rsidRPr="00AB227B" w14:paraId="5E468F93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64CF20DF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792D0897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4FAF732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18E27BF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Garnituri de model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43BA5473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</w:t>
            </w:r>
          </w:p>
        </w:tc>
      </w:tr>
      <w:tr w:rsidR="00C652C7" w:rsidRPr="00AB227B" w14:paraId="644EA7C2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53FEE56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74B36294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20D9B085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5A558F65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Instalații și aparatele de bord ale aeronavelor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1F6AEE8F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</w:t>
            </w:r>
          </w:p>
        </w:tc>
      </w:tr>
      <w:tr w:rsidR="00C652C7" w:rsidRPr="00AB227B" w14:paraId="29D7E36F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3886A614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209E169F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6BD6A4E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2482302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Instalații și echipamente pentru aeronave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317D2A98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</w:t>
            </w:r>
          </w:p>
        </w:tc>
      </w:tr>
      <w:tr w:rsidR="00C652C7" w:rsidRPr="00AB227B" w14:paraId="6ADD8F5F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5A3CE779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6D88F81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3AA2F3E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1873EBD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Întreținerea și repararea elementelor de caroserie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322C5C4C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</w:t>
            </w:r>
          </w:p>
        </w:tc>
      </w:tr>
      <w:tr w:rsidR="00C652C7" w:rsidRPr="00AB227B" w14:paraId="1EF17D77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50D21F74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280D8D5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2AF51C07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1840F9F5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Lăcătușerie generală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0FC1F570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</w:t>
            </w:r>
          </w:p>
        </w:tc>
      </w:tr>
      <w:tr w:rsidR="00C652C7" w:rsidRPr="00AB227B" w14:paraId="523F61F7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3167056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58477C69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497CBE3B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519AC17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Manipularea mărfurilor în port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38FCB884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</w:t>
            </w:r>
          </w:p>
        </w:tc>
      </w:tr>
      <w:tr w:rsidR="00C652C7" w:rsidRPr="00AB227B" w14:paraId="6DAB2BF3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649E1B8B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2093830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5616941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3B3BE317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Mașini de ridicat și transportat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0383ADB2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</w:t>
            </w:r>
          </w:p>
        </w:tc>
      </w:tr>
      <w:tr w:rsidR="00C652C7" w:rsidRPr="00AB227B" w14:paraId="4EAA7050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5AC20283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5FE7318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4364155C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719433ED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Mașini, aparate și elemente de automatizare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5D98EC34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</w:p>
        </w:tc>
      </w:tr>
      <w:tr w:rsidR="00C652C7" w:rsidRPr="00AB227B" w14:paraId="125DDAD7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7BA39CB4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4EBF97F5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2735618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45EA60FD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Materii prime și materiale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4B979C8E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</w:t>
            </w:r>
          </w:p>
        </w:tc>
      </w:tr>
      <w:tr w:rsidR="00C652C7" w:rsidRPr="00AB227B" w14:paraId="567A7BD5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35A1291F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02B35AE3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35B27B0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1B2676B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Măsurări tehnice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2DA60E2C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</w:t>
            </w:r>
          </w:p>
        </w:tc>
      </w:tr>
      <w:tr w:rsidR="00C652C7" w:rsidRPr="00AB227B" w14:paraId="73CCA323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33ED9004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3BBACA09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07E59A4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0E5C7BEC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Mecanisme hidraulice, pneumatice și mașini electrice navale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0D0AD651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</w:t>
            </w:r>
          </w:p>
        </w:tc>
      </w:tr>
      <w:tr w:rsidR="00C652C7" w:rsidRPr="00AB227B" w14:paraId="7D35C005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0C9B5B05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3EFF9879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6E8922A3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1E02A86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Montarea spațială a structurilor metalice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67031B28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</w:t>
            </w:r>
          </w:p>
        </w:tc>
      </w:tr>
      <w:tr w:rsidR="00C652C7" w:rsidRPr="00AB227B" w14:paraId="5AB45AB5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12146EA3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34E52F9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575EAB09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65D45E8B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Organe de mașini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1F3BF861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</w:t>
            </w:r>
          </w:p>
        </w:tc>
      </w:tr>
      <w:tr w:rsidR="00C652C7" w:rsidRPr="00AB227B" w14:paraId="59D5EA58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5408B7C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6D8042CF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6C8FEB65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6846669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Prelucrarea materialului lemnos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6FDBAF03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36</w:t>
            </w:r>
          </w:p>
        </w:tc>
      </w:tr>
      <w:tr w:rsidR="00C652C7" w:rsidRPr="00AB227B" w14:paraId="21F6C22E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7E8C0D4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5DE7534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0E72EB5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69BC327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Prelucrarea pieselor cu dantură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73E7E2DA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37</w:t>
            </w:r>
          </w:p>
        </w:tc>
      </w:tr>
      <w:tr w:rsidR="00C652C7" w:rsidRPr="00AB227B" w14:paraId="15175275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1284114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6F980EA9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37774DE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76F3542D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Prelucrarea pieselor prismatice, a canalelor și canelurilor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6FF13F53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</w:t>
            </w:r>
          </w:p>
        </w:tc>
      </w:tr>
      <w:tr w:rsidR="00C652C7" w:rsidRPr="00AB227B" w14:paraId="04885D30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3AC31D5C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6A4A178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37749BD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0F8B30C5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Prelucrarea prin frezare, rabotare, mortezare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69DAA8BD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</w:t>
            </w:r>
          </w:p>
        </w:tc>
      </w:tr>
      <w:tr w:rsidR="00C652C7" w:rsidRPr="00AB227B" w14:paraId="1F4BBCB1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7E6BBDF2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0662E002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1A386034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7FCF7C8F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Prelucrarea semifabricatelor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55EA79B3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</w:t>
            </w:r>
          </w:p>
        </w:tc>
      </w:tr>
      <w:tr w:rsidR="00C652C7" w:rsidRPr="00AB227B" w14:paraId="4D17CE17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3792A50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0FD19F0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77CEFD8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5AE0F50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Prelucrări mecanice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0325681D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41</w:t>
            </w:r>
          </w:p>
        </w:tc>
      </w:tr>
      <w:tr w:rsidR="00C652C7" w:rsidRPr="00AB227B" w14:paraId="1073269F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254A32FC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2A92A3DF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56A56FF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23C4206F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Prelucrări pe strunguri semiautomate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361CF86C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</w:t>
            </w:r>
          </w:p>
        </w:tc>
      </w:tr>
      <w:tr w:rsidR="00C652C7" w:rsidRPr="00AB227B" w14:paraId="38CF3E88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2C9D5E0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2C2C27B4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34FBE7F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3EFF3584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Prelucrări prin netezire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5FB4DEAB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</w:t>
            </w:r>
          </w:p>
        </w:tc>
      </w:tr>
      <w:tr w:rsidR="00C652C7" w:rsidRPr="00AB227B" w14:paraId="35FA8FA3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019EBD47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41D0066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6492DE22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7160AA8C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Prelucrări prin rectificare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247BA1CA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44</w:t>
            </w:r>
          </w:p>
        </w:tc>
      </w:tr>
      <w:tr w:rsidR="00C652C7" w:rsidRPr="00AB227B" w14:paraId="603C5FBB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68651E1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0A40CD0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73052EA5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28DB723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Prelucrări prin strunjire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05BA8992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</w:t>
            </w:r>
          </w:p>
        </w:tc>
      </w:tr>
      <w:tr w:rsidR="00C652C7" w:rsidRPr="00AB227B" w14:paraId="33C15308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073183E5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119D9E7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66D41C0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7243531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Reprezentarea organelor de mașini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1BD77572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</w:t>
            </w:r>
          </w:p>
        </w:tc>
      </w:tr>
      <w:tr w:rsidR="00C652C7" w:rsidRPr="00AB227B" w14:paraId="0114125C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1A9B31B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4ECF5B8D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03F805CB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5D0300DB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Reprezentarea pieselor mecanice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5744AFAB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</w:t>
            </w:r>
          </w:p>
        </w:tc>
      </w:tr>
      <w:tr w:rsidR="00C652C7" w:rsidRPr="00AB227B" w14:paraId="606F30B5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7A1101B9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797C202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29EA469F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1BA3FC22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Revizia și întreținerea construcțiilor metalice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7D0C6AEE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</w:t>
            </w:r>
          </w:p>
        </w:tc>
      </w:tr>
      <w:tr w:rsidR="00C652C7" w:rsidRPr="00AB227B" w14:paraId="56170FD6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24AC808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08CB5652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7BBB3FC2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5989E99D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Sisteme de propulsie pentru aeronave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1AD41ADB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</w:t>
            </w:r>
          </w:p>
        </w:tc>
      </w:tr>
      <w:tr w:rsidR="00C652C7" w:rsidRPr="00AB227B" w14:paraId="5290554A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4DC75B22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740011BF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41B5C9E4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760F134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Sisteme electro-hidropneumatice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3B62A63D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</w:t>
            </w:r>
          </w:p>
        </w:tc>
      </w:tr>
      <w:tr w:rsidR="00C652C7" w:rsidRPr="00AB227B" w14:paraId="13BA6746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0624DDA4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4F57835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6B5590B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4C9EAC74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Subansamblurile construcțiilor metalice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7E4AB97A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</w:t>
            </w:r>
          </w:p>
        </w:tc>
      </w:tr>
      <w:tr w:rsidR="00C652C7" w:rsidRPr="00AB227B" w14:paraId="69F662AD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711895E9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573BEF4C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315826E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1DDA36A7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Sudarea prin topire și presiune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576F755D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</w:t>
            </w:r>
          </w:p>
        </w:tc>
      </w:tr>
      <w:tr w:rsidR="00C652C7" w:rsidRPr="00AB227B" w14:paraId="29F08D37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2C346449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70F80B6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76DA41CF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2E1BA8D9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Tăierea termică a metalelor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7629500A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</w:t>
            </w:r>
          </w:p>
        </w:tc>
      </w:tr>
      <w:tr w:rsidR="00C652C7" w:rsidRPr="00AB227B" w14:paraId="2786AEBD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0C663AF2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48EFFFB9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3A3243AF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355B647F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Tehnologia așchierii pe mașini unelte convenționale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0E2B2066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</w:t>
            </w:r>
          </w:p>
        </w:tc>
      </w:tr>
      <w:tr w:rsidR="00C652C7" w:rsidRPr="00AB227B" w14:paraId="6E813722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74EA5FA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5E645F1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4BA0AB87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6DE14064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Tehnologia lucrărilor mecanice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7570412C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</w:t>
            </w:r>
          </w:p>
        </w:tc>
      </w:tr>
      <w:tr w:rsidR="00C652C7" w:rsidRPr="00AB227B" w14:paraId="2607286E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6E2D00D2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4F8560A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4ADA34A5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30228472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Tehnologii de asamblare mecanică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373FCF79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</w:t>
            </w:r>
          </w:p>
        </w:tc>
      </w:tr>
      <w:tr w:rsidR="00C652C7" w:rsidRPr="00AB227B" w14:paraId="3AA48D0A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7BA6C4C5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47D7BE57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3AADE45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3C1E14E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Tratamente termice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6913E0D0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</w:t>
            </w:r>
          </w:p>
        </w:tc>
      </w:tr>
      <w:tr w:rsidR="00C652C7" w:rsidRPr="00AB227B" w14:paraId="10A8B104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55C38DAD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4A1F05E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233269E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601492FC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Tratarea oțelului lichid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1057BADF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58</w:t>
            </w:r>
          </w:p>
        </w:tc>
      </w:tr>
      <w:tr w:rsidR="00C652C7" w:rsidRPr="00AB227B" w14:paraId="0634158A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329B9C2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16C34D4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5D77877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4D949355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Turnarea oțelului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57E4F912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59</w:t>
            </w:r>
          </w:p>
        </w:tc>
      </w:tr>
      <w:tr w:rsidR="00C652C7" w:rsidRPr="00AB227B" w14:paraId="6038E444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172AF52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660A839F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3C68510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08F9C427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Utilaje și instalații auxiliare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70E6C5A3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</w:t>
            </w:r>
          </w:p>
        </w:tc>
      </w:tr>
      <w:tr w:rsidR="00C652C7" w:rsidRPr="00AB227B" w14:paraId="366B6EE2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0199EDD5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0945B1C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51C248B5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256C212F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Utilaje și instalații conexe furnalului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4041C691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61</w:t>
            </w:r>
          </w:p>
        </w:tc>
      </w:tr>
      <w:tr w:rsidR="00C652C7" w:rsidRPr="00AB227B" w14:paraId="5DB55EAB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5289B582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08051B2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46EFD30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79808DC9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Vopsirea elementelor de caroserie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53CC3FB8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62</w:t>
            </w:r>
          </w:p>
        </w:tc>
      </w:tr>
    </w:tbl>
    <w:p w14:paraId="36845D31" w14:textId="77777777" w:rsidR="0002101A" w:rsidRPr="00AB227B" w:rsidRDefault="0002101A" w:rsidP="00833FB7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B227B">
        <w:rPr>
          <w:rFonts w:ascii="Times New Roman" w:hAnsi="Times New Roman" w:cs="Times New Roman"/>
          <w:color w:val="000000" w:themeColor="text1"/>
          <w:sz w:val="20"/>
          <w:szCs w:val="20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467"/>
        <w:gridCol w:w="1245"/>
        <w:gridCol w:w="1793"/>
        <w:gridCol w:w="4137"/>
        <w:gridCol w:w="420"/>
      </w:tblGrid>
      <w:tr w:rsidR="00BA3CDF" w:rsidRPr="00AB227B" w14:paraId="25671F61" w14:textId="77777777" w:rsidTr="00BA3CDF">
        <w:trPr>
          <w:cantSplit/>
          <w:trHeight w:val="20"/>
          <w:tblHeader/>
        </w:trPr>
        <w:tc>
          <w:tcPr>
            <w:tcW w:w="1467" w:type="dxa"/>
            <w:shd w:val="clear" w:color="auto" w:fill="EDEDED" w:themeFill="accent3" w:themeFillTint="33"/>
            <w:tcMar>
              <w:left w:w="28" w:type="dxa"/>
              <w:right w:w="28" w:type="dxa"/>
            </w:tcMar>
            <w:vAlign w:val="center"/>
            <w:hideMark/>
          </w:tcPr>
          <w:p w14:paraId="11FDA462" w14:textId="6BA86700" w:rsidR="00BA3CDF" w:rsidRPr="00AB227B" w:rsidRDefault="00BA3CDF" w:rsidP="00833F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Nivel</w:t>
            </w:r>
          </w:p>
        </w:tc>
        <w:tc>
          <w:tcPr>
            <w:tcW w:w="1245" w:type="dxa"/>
            <w:shd w:val="clear" w:color="auto" w:fill="EDEDED" w:themeFill="accent3" w:themeFillTint="33"/>
            <w:tcMar>
              <w:left w:w="28" w:type="dxa"/>
              <w:right w:w="28" w:type="dxa"/>
            </w:tcMar>
            <w:vAlign w:val="center"/>
            <w:hideMark/>
          </w:tcPr>
          <w:p w14:paraId="4A980A69" w14:textId="77777777" w:rsidR="00BA3CDF" w:rsidRPr="00AB227B" w:rsidRDefault="00BA3CDF" w:rsidP="00833F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Domeniul</w:t>
            </w:r>
          </w:p>
        </w:tc>
        <w:tc>
          <w:tcPr>
            <w:tcW w:w="1793" w:type="dxa"/>
            <w:shd w:val="clear" w:color="auto" w:fill="EDEDED" w:themeFill="accent3" w:themeFillTint="33"/>
            <w:tcMar>
              <w:left w:w="28" w:type="dxa"/>
              <w:right w:w="28" w:type="dxa"/>
            </w:tcMar>
            <w:vAlign w:val="center"/>
            <w:hideMark/>
          </w:tcPr>
          <w:p w14:paraId="45D42A92" w14:textId="77777777" w:rsidR="00BA3CDF" w:rsidRPr="00AB227B" w:rsidRDefault="00BA3CDF" w:rsidP="00833F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Profilul postului/catedrei</w:t>
            </w:r>
          </w:p>
        </w:tc>
        <w:tc>
          <w:tcPr>
            <w:tcW w:w="4137" w:type="dxa"/>
            <w:shd w:val="clear" w:color="auto" w:fill="EDEDED" w:themeFill="accent3" w:themeFillTint="33"/>
            <w:tcMar>
              <w:left w:w="28" w:type="dxa"/>
              <w:right w:w="28" w:type="dxa"/>
            </w:tcMar>
            <w:vAlign w:val="center"/>
            <w:hideMark/>
          </w:tcPr>
          <w:p w14:paraId="7772075D" w14:textId="77777777" w:rsidR="00BA3CDF" w:rsidRPr="00AB227B" w:rsidRDefault="00BA3CDF" w:rsidP="00833F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Discipline/module din profilul postului / catedrei</w:t>
            </w:r>
          </w:p>
        </w:tc>
        <w:tc>
          <w:tcPr>
            <w:tcW w:w="420" w:type="dxa"/>
            <w:vMerge w:val="restart"/>
            <w:shd w:val="clear" w:color="auto" w:fill="EDEDED" w:themeFill="accent3" w:themeFillTint="33"/>
            <w:tcMar>
              <w:left w:w="28" w:type="dxa"/>
              <w:right w:w="28" w:type="dxa"/>
            </w:tcMar>
            <w:vAlign w:val="center"/>
            <w:hideMark/>
          </w:tcPr>
          <w:p w14:paraId="6C91834D" w14:textId="77777777" w:rsidR="00BA3CDF" w:rsidRPr="00AB227B" w:rsidRDefault="00BA3CDF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Nr. crt.</w:t>
            </w:r>
          </w:p>
        </w:tc>
      </w:tr>
      <w:tr w:rsidR="00BA3CDF" w:rsidRPr="00AB227B" w14:paraId="297E7FDA" w14:textId="77777777" w:rsidTr="00BA3CDF">
        <w:trPr>
          <w:cantSplit/>
          <w:trHeight w:val="20"/>
          <w:tblHeader/>
        </w:trPr>
        <w:tc>
          <w:tcPr>
            <w:tcW w:w="1467" w:type="dxa"/>
            <w:shd w:val="clear" w:color="auto" w:fill="EDEDED" w:themeFill="accent3" w:themeFillTint="33"/>
            <w:tcMar>
              <w:left w:w="28" w:type="dxa"/>
              <w:right w:w="28" w:type="dxa"/>
            </w:tcMar>
            <w:vAlign w:val="center"/>
            <w:hideMark/>
          </w:tcPr>
          <w:p w14:paraId="002B9034" w14:textId="77777777" w:rsidR="00BA3CDF" w:rsidRPr="00AB227B" w:rsidRDefault="00BA3CDF" w:rsidP="00833F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Stagii de pregătire practică</w:t>
            </w:r>
          </w:p>
        </w:tc>
        <w:tc>
          <w:tcPr>
            <w:tcW w:w="1245" w:type="dxa"/>
            <w:shd w:val="clear" w:color="auto" w:fill="EDEDED" w:themeFill="accent3" w:themeFillTint="33"/>
            <w:tcMar>
              <w:left w:w="28" w:type="dxa"/>
              <w:right w:w="28" w:type="dxa"/>
            </w:tcMar>
            <w:vAlign w:val="center"/>
            <w:hideMark/>
          </w:tcPr>
          <w:p w14:paraId="2247C4B4" w14:textId="77777777" w:rsidR="00BA3CDF" w:rsidRPr="00AB227B" w:rsidRDefault="00BA3CDF" w:rsidP="00833F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17. Transporturi</w:t>
            </w:r>
          </w:p>
        </w:tc>
        <w:tc>
          <w:tcPr>
            <w:tcW w:w="1793" w:type="dxa"/>
            <w:shd w:val="clear" w:color="auto" w:fill="EDEDED" w:themeFill="accent3" w:themeFillTint="33"/>
            <w:tcMar>
              <w:left w:w="28" w:type="dxa"/>
              <w:right w:w="28" w:type="dxa"/>
            </w:tcMar>
            <w:vAlign w:val="center"/>
            <w:hideMark/>
          </w:tcPr>
          <w:p w14:paraId="3651EE81" w14:textId="77777777" w:rsidR="00BA3CDF" w:rsidRPr="00AB227B" w:rsidRDefault="00BA3CDF" w:rsidP="00833F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17.4. Transporturi/ Transporturi aeronautice</w:t>
            </w:r>
          </w:p>
        </w:tc>
        <w:tc>
          <w:tcPr>
            <w:tcW w:w="4137" w:type="dxa"/>
            <w:shd w:val="clear" w:color="auto" w:fill="EDEDED" w:themeFill="accent3" w:themeFillTint="33"/>
            <w:tcMar>
              <w:left w:w="28" w:type="dxa"/>
              <w:right w:w="28" w:type="dxa"/>
            </w:tcMar>
            <w:vAlign w:val="center"/>
            <w:hideMark/>
          </w:tcPr>
          <w:p w14:paraId="0037AD2C" w14:textId="77777777" w:rsidR="00BA3CDF" w:rsidRPr="00AB227B" w:rsidRDefault="00BA3CDF" w:rsidP="00833F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ANEXA 17.4</w:t>
            </w:r>
          </w:p>
        </w:tc>
        <w:tc>
          <w:tcPr>
            <w:tcW w:w="420" w:type="dxa"/>
            <w:vMerge/>
            <w:shd w:val="clear" w:color="auto" w:fill="EDEDED" w:themeFill="accent3" w:themeFillTint="33"/>
            <w:tcMar>
              <w:left w:w="28" w:type="dxa"/>
              <w:right w:w="28" w:type="dxa"/>
            </w:tcMar>
            <w:vAlign w:val="center"/>
            <w:hideMark/>
          </w:tcPr>
          <w:p w14:paraId="72FB3072" w14:textId="47112E30" w:rsidR="00BA3CDF" w:rsidRPr="00AB227B" w:rsidRDefault="00BA3CDF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C652C7" w:rsidRPr="00AB227B" w14:paraId="0E8F40B6" w14:textId="77777777" w:rsidTr="00BA3CDF">
        <w:trPr>
          <w:cantSplit/>
          <w:trHeight w:val="20"/>
        </w:trPr>
        <w:tc>
          <w:tcPr>
            <w:tcW w:w="1467" w:type="dxa"/>
            <w:vMerge w:val="restart"/>
            <w:tcMar>
              <w:left w:w="28" w:type="dxa"/>
              <w:right w:w="28" w:type="dxa"/>
            </w:tcMar>
            <w:hideMark/>
          </w:tcPr>
          <w:p w14:paraId="74FB8869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5" w:type="dxa"/>
            <w:vMerge w:val="restart"/>
            <w:tcMar>
              <w:left w:w="28" w:type="dxa"/>
              <w:right w:w="28" w:type="dxa"/>
            </w:tcMar>
            <w:hideMark/>
          </w:tcPr>
          <w:p w14:paraId="70AD2984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793" w:type="dxa"/>
            <w:vMerge w:val="restart"/>
            <w:tcMar>
              <w:left w:w="28" w:type="dxa"/>
              <w:right w:w="28" w:type="dxa"/>
            </w:tcMar>
            <w:hideMark/>
          </w:tcPr>
          <w:p w14:paraId="3E1E9315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35FD5649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Agregate rotative aferente cazanului de abur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52E3F733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</w:tr>
      <w:tr w:rsidR="00C652C7" w:rsidRPr="00AB227B" w14:paraId="4A36716F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28B2502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5BB986F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777B7E4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57A9689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Aliaje pentru turnare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191EB5F0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</w:tr>
      <w:tr w:rsidR="00C652C7" w:rsidRPr="00AB227B" w14:paraId="0F2D8335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25AA8079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190F70EF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006C458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54B461E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Aparate de bord pentru aeronave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271C9930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</w:tr>
      <w:tr w:rsidR="00C652C7" w:rsidRPr="00AB227B" w14:paraId="06F12341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600F47A4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453C520B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3624465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28AA4E7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Asamblarea ștanțelor și matrițelor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2892130A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</w:tr>
      <w:tr w:rsidR="00C652C7" w:rsidRPr="00AB227B" w14:paraId="4A513807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6BE2261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5DDB2F85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3CBAD6F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66D5667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Asigurarea calității pieselor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23C7FD68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</w:tr>
      <w:tr w:rsidR="00C652C7" w:rsidRPr="00AB227B" w14:paraId="201E5C96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28DF35B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161B9647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3B60E68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0F77ABFF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Componentele structurilor metalice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7D0E13E6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</w:tr>
      <w:tr w:rsidR="00C652C7" w:rsidRPr="00AB227B" w14:paraId="5C4B146A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47D2AE0C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786BEE1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5F9A634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40DFF3DC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Construcția aeronavelor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6A9B20ED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</w:tr>
      <w:tr w:rsidR="00C652C7" w:rsidRPr="00AB227B" w14:paraId="077A0306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475B0B1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0AC43584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2445AE1F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2035925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Construcția structurii aeronavelor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423BB420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</w:tr>
      <w:tr w:rsidR="00C652C7" w:rsidRPr="00AB227B" w14:paraId="779567C8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6ED2B70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24C443B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1866719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2D1F6FFD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Echipamente pentru extracție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2A180C1C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</w:tr>
      <w:tr w:rsidR="00C652C7" w:rsidRPr="00AB227B" w14:paraId="40DE3772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39BB6D2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665730A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39F18AEC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026B51EF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Echipamentul pentru forajul sondelor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6A32FB43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</w:tr>
      <w:tr w:rsidR="00C652C7" w:rsidRPr="00AB227B" w14:paraId="042238AB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2801F5CB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6E3F3D5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0B222A13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38B4D62C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Elaborarea fontei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0C892377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</w:t>
            </w:r>
          </w:p>
        </w:tc>
      </w:tr>
      <w:tr w:rsidR="00C652C7" w:rsidRPr="00AB227B" w14:paraId="66E8760D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2FE4A095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70F15143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74C76F13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21FD0FEF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Elaborarea metalelor și aliajelor neferoase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04590A30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</w:p>
        </w:tc>
      </w:tr>
      <w:tr w:rsidR="00C652C7" w:rsidRPr="00AB227B" w14:paraId="087B7259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7F05CDC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1CB42B34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46EA308C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21554FB7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Elaborarea oțelului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60DFE5B0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</w:t>
            </w:r>
          </w:p>
        </w:tc>
      </w:tr>
      <w:tr w:rsidR="00C652C7" w:rsidRPr="00AB227B" w14:paraId="21A5F1B7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02DE78E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2BD11514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0F226DF9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36E19B6F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Elemente de construcție ale cuptoarelor metalurgice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0814D116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</w:t>
            </w:r>
          </w:p>
        </w:tc>
      </w:tr>
      <w:tr w:rsidR="00C652C7" w:rsidRPr="00AB227B" w14:paraId="6A797AFA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7636C03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2D78C37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0CEE8837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35EC685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Elemente de programare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496CB571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</w:t>
            </w:r>
          </w:p>
        </w:tc>
      </w:tr>
      <w:tr w:rsidR="00C652C7" w:rsidRPr="00AB227B" w14:paraId="780D60C5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516FBB3C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466ED4A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24E0B4B4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5B81336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Executarea construcțiilor metalice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069E0AB4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</w:t>
            </w:r>
          </w:p>
        </w:tc>
      </w:tr>
      <w:tr w:rsidR="00C652C7" w:rsidRPr="00AB227B" w14:paraId="058A5837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34466D6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0CE03B2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1148F645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371C7F0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Executarea pieselor de mecanică fină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5B41C75E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</w:t>
            </w:r>
          </w:p>
        </w:tc>
      </w:tr>
      <w:tr w:rsidR="00C652C7" w:rsidRPr="00AB227B" w14:paraId="4950F723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2766DB2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2FF1F7E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70BF399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73125C27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Executarea ștanțelor și matrițelor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22664AD1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</w:t>
            </w:r>
          </w:p>
        </w:tc>
      </w:tr>
      <w:tr w:rsidR="00C652C7" w:rsidRPr="00AB227B" w14:paraId="5445F1BD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4225D0E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3FCD24C9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3C090332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40CC5647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Executarea utilajelor tehnologice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7A16B5B6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</w:t>
            </w:r>
          </w:p>
        </w:tc>
      </w:tr>
      <w:tr w:rsidR="00C652C7" w:rsidRPr="00AB227B" w14:paraId="434475C0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1A57CBC9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3531959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4A459FB2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6C0C4C93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Exploatarea și întreținerea instalațiilor hidropneumatice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2EE2863C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</w:t>
            </w:r>
          </w:p>
        </w:tc>
      </w:tr>
      <w:tr w:rsidR="00C652C7" w:rsidRPr="00AB227B" w14:paraId="4E986491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34662B4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4E98200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3D11C4CC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6DB7A38B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Fabricația structurii aeronavelor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3909F8BE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</w:t>
            </w:r>
          </w:p>
        </w:tc>
      </w:tr>
      <w:tr w:rsidR="00C652C7" w:rsidRPr="00AB227B" w14:paraId="6D8AFB00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4756FCD2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6F2DDE93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4DC0A8E2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731BCD2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Finisarea produselor trefilate și trase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0C993B77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</w:t>
            </w:r>
          </w:p>
        </w:tc>
      </w:tr>
      <w:tr w:rsidR="00C652C7" w:rsidRPr="00AB227B" w14:paraId="6983FE74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07CC26BD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3DF6DE54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42BC02CC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41C4347C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Forjarea în matriță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1F1E53DD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</w:t>
            </w:r>
          </w:p>
        </w:tc>
      </w:tr>
      <w:tr w:rsidR="00C652C7" w:rsidRPr="00AB227B" w14:paraId="5F4CCF07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07C598B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427F44AB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277A3ED2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17C8CAF2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Forjarea liberă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0D1E526D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</w:t>
            </w:r>
          </w:p>
        </w:tc>
      </w:tr>
      <w:tr w:rsidR="00C652C7" w:rsidRPr="00AB227B" w14:paraId="18DE608B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20AF188F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784DF7B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62244805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24EBD87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Forme de turnare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06DAF464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</w:t>
            </w:r>
          </w:p>
        </w:tc>
      </w:tr>
      <w:tr w:rsidR="00C652C7" w:rsidRPr="00AB227B" w14:paraId="2B711191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262A818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47B7C107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6F751117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791DA09B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Instalații de ridicat și transportat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00A740E4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</w:t>
            </w:r>
          </w:p>
        </w:tc>
      </w:tr>
      <w:tr w:rsidR="00C652C7" w:rsidRPr="00AB227B" w14:paraId="3F8AC8CE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2BBBBDFF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5C74A834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0265BCC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1408E7D5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Instalații electrice ale aeronavelor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34B28450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</w:t>
            </w:r>
          </w:p>
        </w:tc>
      </w:tr>
      <w:tr w:rsidR="00C652C7" w:rsidRPr="00AB227B" w14:paraId="2CFA847B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4A46553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073FD24F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3673E46F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170F57F5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Instalații și echipamente pentru aeronave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42AE1F7B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</w:t>
            </w:r>
          </w:p>
        </w:tc>
      </w:tr>
      <w:tr w:rsidR="00C652C7" w:rsidRPr="00AB227B" w14:paraId="34A6F9D0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21B93183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58AD255C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057F3229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7BB40C6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Instalațiile și aparatele de bord ale aeronavelor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454CF6DB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</w:t>
            </w:r>
          </w:p>
        </w:tc>
      </w:tr>
      <w:tr w:rsidR="00C652C7" w:rsidRPr="00AB227B" w14:paraId="30E7B315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04CA7AA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66CF32B3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35D8F06B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5E8C083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Întreținerea aparatelor de mecanică fină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3D2433E5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</w:p>
        </w:tc>
      </w:tr>
      <w:tr w:rsidR="00C652C7" w:rsidRPr="00AB227B" w14:paraId="4C646D30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43CDECC5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4E0107A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188E5899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27E9A66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Întreținerea mașinilor, utilajelor și instalațiilor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49A14F1A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</w:t>
            </w:r>
          </w:p>
        </w:tc>
      </w:tr>
      <w:tr w:rsidR="00C652C7" w:rsidRPr="00AB227B" w14:paraId="18E77706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43BDB4FC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5FD50CA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0B52313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6B37C634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Laminarea produselor plate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55BB98F3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</w:t>
            </w:r>
          </w:p>
        </w:tc>
      </w:tr>
      <w:tr w:rsidR="00C652C7" w:rsidRPr="00AB227B" w14:paraId="1FCA877F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02CDE55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2FE505DD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001ECA6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3847971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Laminarea semifabricatelor și profilelor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2D7C9771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</w:t>
            </w:r>
          </w:p>
        </w:tc>
      </w:tr>
      <w:tr w:rsidR="00C652C7" w:rsidRPr="00AB227B" w14:paraId="0981CEFA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37BCC484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5FCBCA54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281DD235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1B15FEF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Laminarea țevilor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35E4118B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</w:t>
            </w:r>
          </w:p>
        </w:tc>
      </w:tr>
      <w:tr w:rsidR="00C652C7" w:rsidRPr="00AB227B" w14:paraId="314BE40E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53EDF94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6B80016F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28C402D3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02AD2A1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Materii prime pentru laminare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4834EBEE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</w:t>
            </w:r>
          </w:p>
        </w:tc>
      </w:tr>
      <w:tr w:rsidR="00C652C7" w:rsidRPr="00AB227B" w14:paraId="27A3F27B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4778A85B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7ADF788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6A1FF29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66A97393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Materii prime și materiale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0DC3B283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36</w:t>
            </w:r>
          </w:p>
        </w:tc>
      </w:tr>
      <w:tr w:rsidR="00C652C7" w:rsidRPr="00AB227B" w14:paraId="144BA6F6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579A1693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4D60E097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1894DCDF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21EA0C9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Mentenanța sistemelor tehnice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2AF1AB76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37</w:t>
            </w:r>
          </w:p>
        </w:tc>
      </w:tr>
      <w:tr w:rsidR="00C652C7" w:rsidRPr="00AB227B" w14:paraId="0A42AB08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3550DDB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7A56B814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6BE0C81B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2969A2E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Montarea ansamblurilor de mecanică fină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549C4652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</w:t>
            </w:r>
          </w:p>
        </w:tc>
      </w:tr>
      <w:tr w:rsidR="00C652C7" w:rsidRPr="00AB227B" w14:paraId="33CB4512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3AA81352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5CF9FA3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7D01107B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2CE22C3B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Montarea echipamentelor hidropneumatice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7BC79C7C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</w:t>
            </w:r>
          </w:p>
        </w:tc>
      </w:tr>
      <w:tr w:rsidR="00C652C7" w:rsidRPr="00AB227B" w14:paraId="4A287EF2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18259F7B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7663E049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70A04FF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5128DC3F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Montarea spațială a structurilor metalice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2796402B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</w:t>
            </w:r>
          </w:p>
        </w:tc>
      </w:tr>
      <w:tr w:rsidR="00C652C7" w:rsidRPr="00AB227B" w14:paraId="0CDD2CFA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0E9AF524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69BB16C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4965D30B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625E2569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Precizia de prelucrare MCN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50CE13DF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41</w:t>
            </w:r>
          </w:p>
        </w:tc>
      </w:tr>
      <w:tr w:rsidR="00C652C7" w:rsidRPr="00AB227B" w14:paraId="578C7297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1C1339E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28A2216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6EE819E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59367035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Prelucrarea pieselor cu dantură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187B9193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</w:t>
            </w:r>
          </w:p>
        </w:tc>
      </w:tr>
      <w:tr w:rsidR="00C652C7" w:rsidRPr="00AB227B" w14:paraId="516C534E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421501EB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3AF75FE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3F26D7F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5038F22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Prelucrarea pieselor prismatice, a canalelor și canelurilor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33AEBBED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</w:t>
            </w:r>
          </w:p>
        </w:tc>
      </w:tr>
      <w:tr w:rsidR="00C652C7" w:rsidRPr="00AB227B" w14:paraId="22C3C2B4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43C4B9D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6D1B4E04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4B8CDD8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761B3112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Prelucrarea prin frezare, rabotare, mortezare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0C36861D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44</w:t>
            </w:r>
          </w:p>
        </w:tc>
      </w:tr>
      <w:tr w:rsidR="00C652C7" w:rsidRPr="00AB227B" w14:paraId="6508B474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4B1147C2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70FACB8B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605F8D2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4CB7F6F3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Prelucrarea prin netezire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4889AEEE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</w:t>
            </w:r>
          </w:p>
        </w:tc>
      </w:tr>
      <w:tr w:rsidR="00C652C7" w:rsidRPr="00AB227B" w14:paraId="4A2CB604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19FFB7BC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023868DD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491B974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4287C3C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Prelucrarea prin rectificare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6D6EAE97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</w:t>
            </w:r>
          </w:p>
        </w:tc>
      </w:tr>
      <w:tr w:rsidR="00C652C7" w:rsidRPr="00AB227B" w14:paraId="0012042C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304F854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75B9D09B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7484D14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265C89B3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Prelucrări mecanice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471B5ED6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</w:t>
            </w:r>
          </w:p>
        </w:tc>
      </w:tr>
      <w:tr w:rsidR="00C652C7" w:rsidRPr="00AB227B" w14:paraId="0307790E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4E36C9F3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26EE517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1FB6F4DB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48DC2DC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Prelucrări pe strunguri semiautomate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41D427CB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</w:t>
            </w:r>
          </w:p>
        </w:tc>
      </w:tr>
      <w:tr w:rsidR="00C652C7" w:rsidRPr="00AB227B" w14:paraId="51A4C68B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50BBCD8D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4FC96E4B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7D991C7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75E51C2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Prelucrări prin strunjire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7175DCCE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</w:t>
            </w:r>
          </w:p>
        </w:tc>
      </w:tr>
      <w:tr w:rsidR="00C652C7" w:rsidRPr="00AB227B" w14:paraId="5BE49FC0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39619824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70166827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26A6A08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6168EE0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Procese de fabricație pe MCN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117F4E1E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</w:t>
            </w:r>
          </w:p>
        </w:tc>
      </w:tr>
      <w:tr w:rsidR="00C652C7" w:rsidRPr="00AB227B" w14:paraId="3268DA04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6CD17432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3A638E23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1850A4D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68CFA01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Procese de realizare a pieselor turnate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003CAA96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</w:t>
            </w:r>
          </w:p>
        </w:tc>
      </w:tr>
      <w:tr w:rsidR="00C652C7" w:rsidRPr="00AB227B" w14:paraId="40CB50CC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7B8094A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0ED3EB05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72EBC733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5A45EC0F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Produse refractare și termoizolante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477DD118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</w:t>
            </w:r>
          </w:p>
        </w:tc>
      </w:tr>
      <w:tr w:rsidR="00C652C7" w:rsidRPr="00AB227B" w14:paraId="1FA6AEC9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52E77C19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1590AAB2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69F11972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616A1FC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Repararea aparatelor de mecanică fină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3F50F3D3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</w:t>
            </w:r>
          </w:p>
        </w:tc>
      </w:tr>
      <w:tr w:rsidR="00C652C7" w:rsidRPr="00AB227B" w14:paraId="6C14B91B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588C1349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10CCAF3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17698BD9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4726BB47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Repararea subansamblurilor mașinilor, utilajelor și instalațiilor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33EB7C85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</w:t>
            </w:r>
          </w:p>
        </w:tc>
      </w:tr>
      <w:tr w:rsidR="00C652C7" w:rsidRPr="00AB227B" w14:paraId="38AE6FF7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720E22E3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235D55D4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4EB2672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2D2B30E9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Revizia și întreținerea construcțiilor metalice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6D001EE7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</w:t>
            </w:r>
          </w:p>
        </w:tc>
      </w:tr>
      <w:tr w:rsidR="00C652C7" w:rsidRPr="00AB227B" w14:paraId="0297256E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170A2DE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7C8EA75D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07B79572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28ECF73B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Sisteme de bord ale aeronavelor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25D54A7B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</w:t>
            </w:r>
          </w:p>
        </w:tc>
      </w:tr>
      <w:tr w:rsidR="00C652C7" w:rsidRPr="00AB227B" w14:paraId="61C7F2E4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7B83B124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062FBD87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7086896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7453334C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Sisteme de propulsie pentru aeronave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36E3F201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</w:t>
            </w:r>
          </w:p>
        </w:tc>
      </w:tr>
      <w:tr w:rsidR="00C652C7" w:rsidRPr="00AB227B" w14:paraId="090E393F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4EBE0F8F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6C67CF04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657DC622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252705F5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Subansamblurile construcțiilor metalice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651C484A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58</w:t>
            </w:r>
          </w:p>
        </w:tc>
      </w:tr>
      <w:tr w:rsidR="00C652C7" w:rsidRPr="00AB227B" w14:paraId="2E0581C8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01B6CAC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5C8D0FAD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2A9F373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391621E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Sudarea prin topire și presiune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211E99F8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59</w:t>
            </w:r>
          </w:p>
        </w:tc>
      </w:tr>
      <w:tr w:rsidR="00C652C7" w:rsidRPr="00AB227B" w14:paraId="0EC037F0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2450A27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4475435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61A4219D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70AA5DCC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Tăierea termică a metalelor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52DD4C2D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</w:t>
            </w:r>
          </w:p>
        </w:tc>
      </w:tr>
      <w:tr w:rsidR="00C652C7" w:rsidRPr="00AB227B" w14:paraId="3148F8DC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7F2EA0A4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3AD5A51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312B6AC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69AB2A34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Tehnologia așchierii pe mașini unelte convenționale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667F00A7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61</w:t>
            </w:r>
          </w:p>
        </w:tc>
      </w:tr>
      <w:tr w:rsidR="00C652C7" w:rsidRPr="00AB227B" w14:paraId="2F3C8724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577FE2D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602F3B68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0F07000B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1A9951C2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Tratamente termice și termochimice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06E235F4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62</w:t>
            </w:r>
          </w:p>
        </w:tc>
      </w:tr>
      <w:tr w:rsidR="00C652C7" w:rsidRPr="00AB227B" w14:paraId="00AAC35A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40193E14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236F627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0321BAA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4002C527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Tratarea oțelului lichid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45524841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</w:t>
            </w:r>
          </w:p>
        </w:tc>
      </w:tr>
      <w:tr w:rsidR="00C652C7" w:rsidRPr="00AB227B" w14:paraId="50EE4EAD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32151017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6D170544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2731EEE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41A743C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Turbine cu abur/gaze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48DFE8AF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64</w:t>
            </w:r>
          </w:p>
        </w:tc>
      </w:tr>
      <w:tr w:rsidR="00C652C7" w:rsidRPr="00AB227B" w14:paraId="77AA7B56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614D192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65CB43B0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41F09233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45259182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Turnarea oțelului lichid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4D4C000B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65</w:t>
            </w:r>
          </w:p>
        </w:tc>
      </w:tr>
      <w:tr w:rsidR="00C652C7" w:rsidRPr="00AB227B" w14:paraId="09ECE97D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624A8E2C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613D189B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7FE5DE5A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3090200D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Utilaje și instalații auxiliare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242A6838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66</w:t>
            </w:r>
          </w:p>
        </w:tc>
      </w:tr>
      <w:tr w:rsidR="00C652C7" w:rsidRPr="00AB227B" w14:paraId="3F5E57C1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60C61C47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2B37AEA7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123414DD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73110DB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Utilaje și instalații conexe furnalului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70491959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67</w:t>
            </w:r>
          </w:p>
        </w:tc>
      </w:tr>
      <w:tr w:rsidR="00C652C7" w:rsidRPr="00AB227B" w14:paraId="66E13C83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21595AA9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7BF7CD2C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6C8711A2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14BC6F69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Utilajul și tehnologia trefilării și tragerii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1C0AD6DA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68</w:t>
            </w:r>
          </w:p>
        </w:tc>
      </w:tr>
      <w:tr w:rsidR="00C652C7" w:rsidRPr="00AB227B" w14:paraId="69E996AF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69DB6D3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21F8D774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626E5122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3D2B76F1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Verificarea parametrilor specifici în foraj-extracție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477EE37A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69</w:t>
            </w:r>
          </w:p>
        </w:tc>
      </w:tr>
      <w:tr w:rsidR="00C652C7" w:rsidRPr="00AB227B" w14:paraId="30B48827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4146AFD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4FD46CAC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2359EAB6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4B8E14FE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Zidirea cuptoarelor metalurgice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24C83C0D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</w:t>
            </w:r>
          </w:p>
        </w:tc>
      </w:tr>
      <w:tr w:rsidR="00C652C7" w:rsidRPr="00AB227B" w14:paraId="617A8C7B" w14:textId="77777777" w:rsidTr="00BA3CDF">
        <w:trPr>
          <w:cantSplit/>
          <w:trHeight w:val="20"/>
        </w:trPr>
        <w:tc>
          <w:tcPr>
            <w:tcW w:w="1467" w:type="dxa"/>
            <w:vMerge/>
            <w:tcMar>
              <w:left w:w="28" w:type="dxa"/>
              <w:right w:w="28" w:type="dxa"/>
            </w:tcMar>
            <w:hideMark/>
          </w:tcPr>
          <w:p w14:paraId="18D81A4F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vMerge/>
            <w:tcMar>
              <w:left w:w="28" w:type="dxa"/>
              <w:right w:w="28" w:type="dxa"/>
            </w:tcMar>
            <w:hideMark/>
          </w:tcPr>
          <w:p w14:paraId="35760FE2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93" w:type="dxa"/>
            <w:vMerge/>
            <w:tcMar>
              <w:left w:w="28" w:type="dxa"/>
              <w:right w:w="28" w:type="dxa"/>
            </w:tcMar>
            <w:hideMark/>
          </w:tcPr>
          <w:p w14:paraId="0D4C1A03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7" w:type="dxa"/>
            <w:tcMar>
              <w:left w:w="28" w:type="dxa"/>
              <w:right w:w="28" w:type="dxa"/>
            </w:tcMar>
            <w:hideMark/>
          </w:tcPr>
          <w:p w14:paraId="3B8E8E73" w14:textId="77777777" w:rsidR="00C652C7" w:rsidRPr="00AB227B" w:rsidRDefault="00C652C7" w:rsidP="00833F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Zidirea utilajelor de turnare</w:t>
            </w:r>
          </w:p>
        </w:tc>
        <w:tc>
          <w:tcPr>
            <w:tcW w:w="420" w:type="dxa"/>
            <w:tcMar>
              <w:left w:w="28" w:type="dxa"/>
              <w:right w:w="28" w:type="dxa"/>
            </w:tcMar>
            <w:hideMark/>
          </w:tcPr>
          <w:p w14:paraId="66FBB5CE" w14:textId="77777777" w:rsidR="00C652C7" w:rsidRPr="00AB227B" w:rsidRDefault="00C652C7" w:rsidP="00BA3C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227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71</w:t>
            </w:r>
          </w:p>
        </w:tc>
      </w:tr>
    </w:tbl>
    <w:p w14:paraId="63E6C535" w14:textId="77777777" w:rsidR="001F3DB2" w:rsidRPr="00AB227B" w:rsidRDefault="001F3DB2" w:rsidP="00833FB7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735C0249" w14:textId="77777777" w:rsidR="00C25D9F" w:rsidRPr="00AB227B" w:rsidRDefault="00C25D9F" w:rsidP="00833FB7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2BD0AD45" w14:textId="77777777" w:rsidR="00C25D9F" w:rsidRPr="00AB227B" w:rsidRDefault="00C25D9F" w:rsidP="00833FB7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7F94088E" w14:textId="77777777" w:rsidR="00C25D9F" w:rsidRPr="00AB227B" w:rsidRDefault="00C25D9F" w:rsidP="00833FB7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6D191D47" w14:textId="77777777" w:rsidR="00C25D9F" w:rsidRPr="00AB227B" w:rsidRDefault="00C25D9F" w:rsidP="00833FB7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203BBC3D" w14:textId="77777777" w:rsidR="008E7E82" w:rsidRPr="00AB227B" w:rsidRDefault="008E7E82" w:rsidP="00833FB7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2EB1376B" w14:textId="77777777" w:rsidR="008E7E82" w:rsidRPr="00AB227B" w:rsidRDefault="008E7E82" w:rsidP="00833FB7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5FA7D3BE" w14:textId="77777777" w:rsidR="008E7E82" w:rsidRPr="00AB227B" w:rsidRDefault="008E7E82" w:rsidP="00833FB7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447311FD" w14:textId="77777777" w:rsidR="008E7E82" w:rsidRPr="00AB227B" w:rsidRDefault="008E7E82" w:rsidP="00833FB7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0D85FB51" w14:textId="77777777" w:rsidR="008E7E82" w:rsidRPr="00AB227B" w:rsidRDefault="008E7E82" w:rsidP="00833FB7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6807152F" w14:textId="77777777" w:rsidR="008E7E82" w:rsidRPr="00AB227B" w:rsidRDefault="008E7E82" w:rsidP="00833FB7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72C4A634" w14:textId="77777777" w:rsidR="008E7E82" w:rsidRPr="00AB227B" w:rsidRDefault="008E7E82" w:rsidP="00833FB7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7D291BF0" w14:textId="77777777" w:rsidR="008E7E82" w:rsidRPr="00AB227B" w:rsidRDefault="008E7E82" w:rsidP="00833FB7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2D21BA8D" w14:textId="77777777" w:rsidR="008E7E82" w:rsidRPr="00AB227B" w:rsidRDefault="008E7E82" w:rsidP="00833FB7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01FE9083" w14:textId="77777777" w:rsidR="008E7E82" w:rsidRPr="00AB227B" w:rsidRDefault="008E7E82" w:rsidP="00833FB7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1DFAAA8A" w14:textId="77777777" w:rsidR="008E7E82" w:rsidRPr="00AB227B" w:rsidRDefault="008E7E82" w:rsidP="00833FB7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346D2569" w14:textId="77777777" w:rsidR="008E7E82" w:rsidRPr="00AB227B" w:rsidRDefault="008E7E82" w:rsidP="00833FB7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5A40FD3E" w14:textId="77777777" w:rsidR="008E7E82" w:rsidRPr="00AB227B" w:rsidRDefault="008E7E82" w:rsidP="00833FB7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0A401409" w14:textId="77777777" w:rsidR="008E7E82" w:rsidRPr="00AB227B" w:rsidRDefault="008E7E82" w:rsidP="00833FB7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574D4EF2" w14:textId="77777777" w:rsidR="008E7E82" w:rsidRPr="00AB227B" w:rsidRDefault="008E7E82" w:rsidP="00833FB7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4BDA8429" w14:textId="77777777" w:rsidR="008E7E82" w:rsidRPr="00AB227B" w:rsidRDefault="008E7E82" w:rsidP="00833FB7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190D0877" w14:textId="77777777" w:rsidR="008E7E82" w:rsidRPr="00AB227B" w:rsidRDefault="008E7E82" w:rsidP="00833FB7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240A8277" w14:textId="77777777" w:rsidR="008E7E82" w:rsidRPr="00AB227B" w:rsidRDefault="008E7E82" w:rsidP="00833FB7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423BE2C7" w14:textId="77777777" w:rsidR="008E7E82" w:rsidRPr="00AB227B" w:rsidRDefault="008E7E82" w:rsidP="00833FB7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0E77B414" w14:textId="77777777" w:rsidR="008E7E82" w:rsidRPr="00AB227B" w:rsidRDefault="008E7E82" w:rsidP="00833FB7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21441731" w14:textId="77777777" w:rsidR="008E7E82" w:rsidRPr="00AB227B" w:rsidRDefault="008E7E82" w:rsidP="00833FB7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4C3A87EB" w14:textId="77777777" w:rsidR="008E7E82" w:rsidRPr="00AB227B" w:rsidRDefault="008E7E82" w:rsidP="00833FB7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7C7D2965" w14:textId="77777777" w:rsidR="008E7E82" w:rsidRPr="00AB227B" w:rsidRDefault="008E7E82" w:rsidP="00833FB7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68A9FE87" w14:textId="77777777" w:rsidR="008E7E82" w:rsidRPr="00AB227B" w:rsidRDefault="008E7E82" w:rsidP="00833FB7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5C965E2D" w14:textId="77777777" w:rsidR="008E7E82" w:rsidRPr="00AB227B" w:rsidRDefault="008E7E82" w:rsidP="00833FB7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0FA7DC16" w14:textId="77777777" w:rsidR="008E7E82" w:rsidRPr="00AB227B" w:rsidRDefault="008E7E82" w:rsidP="00833FB7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35B2F582" w14:textId="77777777" w:rsidR="008E7E82" w:rsidRPr="00AB227B" w:rsidRDefault="008E7E82" w:rsidP="00833FB7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2D815AF0" w14:textId="77777777" w:rsidR="008E7E82" w:rsidRPr="00AB227B" w:rsidRDefault="008E7E82" w:rsidP="00833FB7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568A7371" w14:textId="77777777" w:rsidR="008E7E82" w:rsidRPr="00AB227B" w:rsidRDefault="008E7E82" w:rsidP="00833FB7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bookmarkStart w:id="0" w:name="_GoBack"/>
      <w:bookmarkEnd w:id="0"/>
    </w:p>
    <w:sectPr w:rsidR="008E7E82" w:rsidRPr="00AB227B" w:rsidSect="00376953">
      <w:footerReference w:type="default" r:id="rId7"/>
      <w:pgSz w:w="11906" w:h="16838"/>
      <w:pgMar w:top="993" w:right="1417" w:bottom="1417" w:left="1417" w:header="708" w:footer="708" w:gutter="0"/>
      <w:pgNumType w:start="19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4C4DB3" w14:textId="77777777" w:rsidR="00D53ED2" w:rsidRDefault="00D53ED2" w:rsidP="0010484A">
      <w:pPr>
        <w:spacing w:after="0" w:line="240" w:lineRule="auto"/>
      </w:pPr>
      <w:r>
        <w:separator/>
      </w:r>
    </w:p>
  </w:endnote>
  <w:endnote w:type="continuationSeparator" w:id="0">
    <w:p w14:paraId="67AC703F" w14:textId="77777777" w:rsidR="00D53ED2" w:rsidRDefault="00D53ED2" w:rsidP="001048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14539365"/>
      <w:docPartObj>
        <w:docPartGallery w:val="Page Numbers (Bottom of Page)"/>
        <w:docPartUnique/>
      </w:docPartObj>
    </w:sdtPr>
    <w:sdtEndPr/>
    <w:sdtContent>
      <w:p w14:paraId="5EEF30F1" w14:textId="32B20325" w:rsidR="00E85DCF" w:rsidRDefault="00E85DCF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3ED2">
          <w:rPr>
            <w:noProof/>
          </w:rPr>
          <w:t>192</w:t>
        </w:r>
        <w:r>
          <w:fldChar w:fldCharType="end"/>
        </w:r>
      </w:p>
    </w:sdtContent>
  </w:sdt>
  <w:p w14:paraId="6F1BD893" w14:textId="77777777" w:rsidR="00E85DCF" w:rsidRDefault="00E85DC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5CC60D" w14:textId="77777777" w:rsidR="00D53ED2" w:rsidRDefault="00D53ED2" w:rsidP="0010484A">
      <w:pPr>
        <w:spacing w:after="0" w:line="240" w:lineRule="auto"/>
      </w:pPr>
      <w:r>
        <w:separator/>
      </w:r>
    </w:p>
  </w:footnote>
  <w:footnote w:type="continuationSeparator" w:id="0">
    <w:p w14:paraId="181E4289" w14:textId="77777777" w:rsidR="00D53ED2" w:rsidRDefault="00D53ED2" w:rsidP="0010484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hideGrammaticalErrors/>
  <w:attachedTemplate r:id="rId1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7B6"/>
    <w:rsid w:val="00012A01"/>
    <w:rsid w:val="0002101A"/>
    <w:rsid w:val="00026245"/>
    <w:rsid w:val="00035FF0"/>
    <w:rsid w:val="000425E7"/>
    <w:rsid w:val="0004565D"/>
    <w:rsid w:val="0004598A"/>
    <w:rsid w:val="00082A4A"/>
    <w:rsid w:val="00084477"/>
    <w:rsid w:val="000A46A6"/>
    <w:rsid w:val="000F05B1"/>
    <w:rsid w:val="0010484A"/>
    <w:rsid w:val="00195F7C"/>
    <w:rsid w:val="00196996"/>
    <w:rsid w:val="001D181F"/>
    <w:rsid w:val="001F3DB2"/>
    <w:rsid w:val="00225AA7"/>
    <w:rsid w:val="002857B6"/>
    <w:rsid w:val="002C1DD7"/>
    <w:rsid w:val="002E3003"/>
    <w:rsid w:val="00322389"/>
    <w:rsid w:val="00376953"/>
    <w:rsid w:val="0042545A"/>
    <w:rsid w:val="0044095D"/>
    <w:rsid w:val="00441CF8"/>
    <w:rsid w:val="004F62E6"/>
    <w:rsid w:val="005133D9"/>
    <w:rsid w:val="00564307"/>
    <w:rsid w:val="00601271"/>
    <w:rsid w:val="006A2A6C"/>
    <w:rsid w:val="006B70EA"/>
    <w:rsid w:val="006D6338"/>
    <w:rsid w:val="0079412A"/>
    <w:rsid w:val="007A2F9E"/>
    <w:rsid w:val="007B4159"/>
    <w:rsid w:val="007B4A35"/>
    <w:rsid w:val="007D182C"/>
    <w:rsid w:val="007E6A43"/>
    <w:rsid w:val="00833FB7"/>
    <w:rsid w:val="008553A2"/>
    <w:rsid w:val="008956B5"/>
    <w:rsid w:val="008B01A7"/>
    <w:rsid w:val="008E7E82"/>
    <w:rsid w:val="0090564D"/>
    <w:rsid w:val="00956211"/>
    <w:rsid w:val="00956760"/>
    <w:rsid w:val="009843EF"/>
    <w:rsid w:val="009A0462"/>
    <w:rsid w:val="00A23065"/>
    <w:rsid w:val="00A52C1C"/>
    <w:rsid w:val="00AB227B"/>
    <w:rsid w:val="00AC5114"/>
    <w:rsid w:val="00AD205F"/>
    <w:rsid w:val="00AD729D"/>
    <w:rsid w:val="00B35BFA"/>
    <w:rsid w:val="00BA3CDF"/>
    <w:rsid w:val="00BE3F52"/>
    <w:rsid w:val="00BE50BE"/>
    <w:rsid w:val="00C25D9F"/>
    <w:rsid w:val="00C652C7"/>
    <w:rsid w:val="00C80DD8"/>
    <w:rsid w:val="00C87CE7"/>
    <w:rsid w:val="00CF21D5"/>
    <w:rsid w:val="00D53ED2"/>
    <w:rsid w:val="00D92D3D"/>
    <w:rsid w:val="00DB7187"/>
    <w:rsid w:val="00E56DC9"/>
    <w:rsid w:val="00E6474B"/>
    <w:rsid w:val="00E77CA5"/>
    <w:rsid w:val="00E85DCF"/>
    <w:rsid w:val="00ED2AD4"/>
    <w:rsid w:val="00ED6DF8"/>
    <w:rsid w:val="00EF6865"/>
    <w:rsid w:val="00F15EB7"/>
    <w:rsid w:val="00F228BD"/>
    <w:rsid w:val="00F40EBA"/>
    <w:rsid w:val="00FD6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4EFC60"/>
  <w15:docId w15:val="{BE5BE78C-9BE2-4D91-A6F2-3BD646A08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484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048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484A"/>
  </w:style>
  <w:style w:type="paragraph" w:styleId="Footer">
    <w:name w:val="footer"/>
    <w:basedOn w:val="Normal"/>
    <w:link w:val="FooterChar"/>
    <w:uiPriority w:val="99"/>
    <w:unhideWhenUsed/>
    <w:rsid w:val="001048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484A"/>
  </w:style>
  <w:style w:type="table" w:styleId="TableGrid">
    <w:name w:val="Table Grid"/>
    <w:basedOn w:val="TableNormal"/>
    <w:uiPriority w:val="39"/>
    <w:rsid w:val="00C652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A2A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A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918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calaureat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1F73D33A-C078-4F2A-8DC2-1B9E87ED9804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Chem4Word.dotx</Template>
  <TotalTime>120</TotalTime>
  <Pages>26</Pages>
  <Words>6403</Words>
  <Characters>37140</Characters>
  <Application>Microsoft Office Word</Application>
  <DocSecurity>0</DocSecurity>
  <Lines>309</Lines>
  <Paragraphs>86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Alexandru</dc:creator>
  <cp:lastModifiedBy>Barbulescu Adrian</cp:lastModifiedBy>
  <cp:revision>23</cp:revision>
  <cp:lastPrinted>2019-09-17T10:50:00Z</cp:lastPrinted>
  <dcterms:created xsi:type="dcterms:W3CDTF">2019-06-05T09:02:00Z</dcterms:created>
  <dcterms:modified xsi:type="dcterms:W3CDTF">2020-02-18T14:41:00Z</dcterms:modified>
</cp:coreProperties>
</file>